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807BAC" w14:textId="77777777" w:rsidR="00B811E4" w:rsidRPr="00FB017A" w:rsidRDefault="00B811E4" w:rsidP="00860C05">
      <w:pPr>
        <w:pStyle w:val="Prrafodelista"/>
        <w:ind w:left="0"/>
        <w:rPr>
          <w:rFonts w:cstheme="minorHAnsi"/>
          <w:b/>
          <w:color w:val="554F4F" w:themeColor="text1" w:themeTint="BF"/>
          <w:szCs w:val="20"/>
          <w:lang w:val="es-CO"/>
        </w:rPr>
      </w:pPr>
    </w:p>
    <w:p w14:paraId="49154715" w14:textId="77777777" w:rsidR="009A67BC" w:rsidRPr="00860C05" w:rsidRDefault="00AB4200" w:rsidP="002137BA">
      <w:pPr>
        <w:pStyle w:val="Prrafodelista"/>
        <w:ind w:left="0"/>
        <w:jc w:val="center"/>
        <w:rPr>
          <w:rFonts w:cstheme="minorHAnsi"/>
          <w:b/>
          <w:color w:val="3A3939" w:themeColor="background2" w:themeShade="BF"/>
          <w:szCs w:val="20"/>
          <w:lang w:val="es-CO"/>
        </w:rPr>
      </w:pPr>
      <w:r w:rsidRPr="00860C05">
        <w:rPr>
          <w:rFonts w:cstheme="minorHAnsi"/>
          <w:b/>
          <w:color w:val="3A3939" w:themeColor="background2" w:themeShade="BF"/>
          <w:szCs w:val="20"/>
          <w:lang w:val="es-CO"/>
        </w:rPr>
        <w:t xml:space="preserve">ANEXO 3 — </w:t>
      </w:r>
      <w:r w:rsidR="00542EE3" w:rsidRPr="00860C05">
        <w:rPr>
          <w:rFonts w:cstheme="minorHAnsi"/>
          <w:b/>
          <w:color w:val="3A3939" w:themeColor="background2" w:themeShade="BF"/>
          <w:szCs w:val="20"/>
          <w:lang w:val="es-CO"/>
        </w:rPr>
        <w:t>GLOSARIO</w:t>
      </w:r>
    </w:p>
    <w:p w14:paraId="5054C30D" w14:textId="77777777" w:rsidR="002137BA" w:rsidRPr="00860C05" w:rsidRDefault="002137BA" w:rsidP="2BFC450E">
      <w:pPr>
        <w:jc w:val="both"/>
        <w:rPr>
          <w:rFonts w:eastAsia="Arial" w:cstheme="minorHAnsi"/>
          <w:color w:val="3A3939" w:themeColor="background2" w:themeShade="BF"/>
          <w:szCs w:val="20"/>
          <w:lang w:val="es-CO"/>
        </w:rPr>
      </w:pPr>
    </w:p>
    <w:p w14:paraId="5ECB9C11" w14:textId="717EDAED" w:rsidR="2BFC450E" w:rsidRPr="00860C05" w:rsidRDefault="2BFC450E" w:rsidP="4CFBC9CF">
      <w:pPr>
        <w:jc w:val="both"/>
        <w:rPr>
          <w:rFonts w:eastAsia="Arial" w:cstheme="minorHAnsi"/>
          <w:color w:val="3A3939" w:themeColor="background2" w:themeShade="BF"/>
          <w:szCs w:val="20"/>
          <w:lang w:val="es-CO"/>
        </w:rPr>
      </w:pPr>
      <w:r w:rsidRPr="00860C05">
        <w:rPr>
          <w:rFonts w:eastAsia="Arial" w:cstheme="minorHAnsi"/>
          <w:color w:val="3A3939" w:themeColor="background2" w:themeShade="BF"/>
          <w:szCs w:val="20"/>
          <w:lang w:val="es-CO"/>
        </w:rPr>
        <w:t xml:space="preserve">Para </w:t>
      </w:r>
      <w:r w:rsidR="00702E00" w:rsidRPr="00860C05">
        <w:rPr>
          <w:rFonts w:eastAsia="Arial" w:cstheme="minorHAnsi"/>
          <w:color w:val="3A3939" w:themeColor="background2" w:themeShade="BF"/>
          <w:szCs w:val="20"/>
          <w:lang w:val="es-CO"/>
        </w:rPr>
        <w:t>efectos de interpretación del Pliego</w:t>
      </w:r>
      <w:r w:rsidR="00610E24" w:rsidRPr="00860C05">
        <w:rPr>
          <w:rFonts w:eastAsia="Arial" w:cstheme="minorHAnsi"/>
          <w:color w:val="3A3939" w:themeColor="background2" w:themeShade="BF"/>
          <w:szCs w:val="20"/>
          <w:lang w:val="es-CO"/>
        </w:rPr>
        <w:t xml:space="preserve"> de Condiciones: </w:t>
      </w:r>
      <w:r w:rsidR="00610E24" w:rsidRPr="00860C05">
        <w:rPr>
          <w:rFonts w:eastAsia="Arial" w:cstheme="minorHAnsi"/>
          <w:color w:val="3A3939" w:themeColor="background2" w:themeShade="BF"/>
          <w:szCs w:val="20"/>
          <w:highlight w:val="lightGray"/>
          <w:lang w:val="es-CO"/>
        </w:rPr>
        <w:t>[La Entidad deberá incluir en orden alfabético los conceptos adicionales que aplican al proceso de selección que no estén incluidos en el presente anexo</w:t>
      </w:r>
      <w:r w:rsidR="1E2B55C4" w:rsidRPr="00860C05">
        <w:rPr>
          <w:rFonts w:eastAsia="Arial" w:cstheme="minorHAnsi"/>
          <w:color w:val="3A3939" w:themeColor="background2" w:themeShade="BF"/>
          <w:szCs w:val="20"/>
          <w:highlight w:val="lightGray"/>
          <w:lang w:val="es-CO"/>
        </w:rPr>
        <w:t xml:space="preserve"> con su respectiva fuente</w:t>
      </w:r>
      <w:r w:rsidR="00610E24" w:rsidRPr="00860C05">
        <w:rPr>
          <w:rFonts w:eastAsia="Arial" w:cstheme="minorHAnsi"/>
          <w:color w:val="3A3939" w:themeColor="background2" w:themeShade="BF"/>
          <w:szCs w:val="20"/>
          <w:highlight w:val="lightGray"/>
          <w:lang w:val="es-CO"/>
        </w:rPr>
        <w:t>]</w:t>
      </w:r>
      <w:r w:rsidR="00610E24" w:rsidRPr="00860C05">
        <w:rPr>
          <w:rFonts w:eastAsia="Arial" w:cstheme="minorHAnsi"/>
          <w:color w:val="3A3939" w:themeColor="background2" w:themeShade="BF"/>
          <w:szCs w:val="20"/>
          <w:lang w:val="es-CO"/>
        </w:rPr>
        <w:t xml:space="preserve"> </w:t>
      </w:r>
    </w:p>
    <w:p w14:paraId="442F29EB" w14:textId="77777777" w:rsidR="00541F7D" w:rsidRPr="00860C05" w:rsidRDefault="00541F7D" w:rsidP="2BFC450E">
      <w:pPr>
        <w:jc w:val="both"/>
        <w:rPr>
          <w:rFonts w:eastAsia="Arial" w:cstheme="minorHAnsi"/>
          <w:color w:val="3A3939" w:themeColor="background2" w:themeShade="BF"/>
          <w:szCs w:val="20"/>
          <w:lang w:val="es-CO"/>
        </w:rPr>
      </w:pPr>
    </w:p>
    <w:p w14:paraId="6067EBDE" w14:textId="4318A0BF" w:rsidR="00541F7D" w:rsidRPr="00860C05" w:rsidRDefault="00541F7D">
      <w:pPr>
        <w:pStyle w:val="Prrafodelista"/>
        <w:numPr>
          <w:ilvl w:val="0"/>
          <w:numId w:val="15"/>
        </w:numPr>
        <w:jc w:val="both"/>
        <w:rPr>
          <w:rFonts w:cstheme="minorHAnsi"/>
          <w:b/>
          <w:bCs/>
          <w:color w:val="3A3939" w:themeColor="background2" w:themeShade="BF"/>
          <w:szCs w:val="20"/>
          <w:lang w:val="es-CO"/>
        </w:rPr>
      </w:pPr>
      <w:r w:rsidRPr="00860C05">
        <w:rPr>
          <w:rFonts w:eastAsia="Arial" w:cstheme="minorHAnsi"/>
          <w:b/>
          <w:bCs/>
          <w:color w:val="3A3939" w:themeColor="background2" w:themeShade="BF"/>
          <w:szCs w:val="20"/>
          <w:lang w:val="es-CO"/>
        </w:rPr>
        <w:t>GLOSARIO GENERAL</w:t>
      </w:r>
      <w:r w:rsidR="1246D10A" w:rsidRPr="00860C05">
        <w:rPr>
          <w:rFonts w:eastAsia="Arial" w:cstheme="minorHAnsi"/>
          <w:b/>
          <w:bCs/>
          <w:color w:val="3A3939" w:themeColor="background2" w:themeShade="BF"/>
          <w:szCs w:val="20"/>
          <w:lang w:val="es-CO"/>
        </w:rPr>
        <w:t>-</w:t>
      </w:r>
    </w:p>
    <w:p w14:paraId="168FA65D" w14:textId="77777777" w:rsidR="00541F7D" w:rsidRPr="00860C05" w:rsidRDefault="00F70C8B"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color w:val="3A3939" w:themeColor="background2" w:themeShade="BF"/>
          <w:sz w:val="20"/>
          <w:szCs w:val="20"/>
          <w:lang w:val="es-CO" w:eastAsia="es-CO"/>
        </w:rPr>
      </w:pPr>
      <w:r w:rsidRPr="00860C05">
        <w:rPr>
          <w:rFonts w:asciiTheme="minorHAnsi" w:hAnsiTheme="minorHAnsi" w:cstheme="minorHAnsi"/>
          <w:b/>
          <w:color w:val="3A3939" w:themeColor="background2" w:themeShade="BF"/>
          <w:sz w:val="20"/>
          <w:szCs w:val="20"/>
          <w:lang w:val="es-CO"/>
        </w:rPr>
        <w:t>Análisis del Sector:</w:t>
      </w:r>
      <w:r w:rsidRPr="00860C05">
        <w:rPr>
          <w:rFonts w:asciiTheme="minorHAnsi" w:hAnsiTheme="minorHAnsi" w:cstheme="minorHAnsi"/>
          <w:color w:val="3A3939" w:themeColor="background2" w:themeShade="BF"/>
          <w:sz w:val="20"/>
          <w:szCs w:val="20"/>
          <w:lang w:val="es-CO"/>
        </w:rPr>
        <w:t xml:space="preserve"> </w:t>
      </w:r>
      <w:r w:rsidR="0023530E" w:rsidRPr="00860C05">
        <w:rPr>
          <w:rFonts w:asciiTheme="minorHAnsi" w:hAnsiTheme="minorHAnsi" w:cstheme="minorHAnsi"/>
          <w:color w:val="3A3939" w:themeColor="background2" w:themeShade="BF"/>
          <w:sz w:val="20"/>
          <w:szCs w:val="20"/>
          <w:lang w:val="es-CO"/>
        </w:rPr>
        <w:t>Es el e</w:t>
      </w:r>
      <w:r w:rsidRPr="00860C05">
        <w:rPr>
          <w:rFonts w:asciiTheme="minorHAnsi" w:hAnsiTheme="minorHAnsi" w:cstheme="minorHAnsi"/>
          <w:color w:val="3A3939" w:themeColor="background2" w:themeShade="BF"/>
          <w:sz w:val="20"/>
          <w:szCs w:val="20"/>
          <w:lang w:val="es-CO"/>
        </w:rPr>
        <w:t>stud</w:t>
      </w:r>
      <w:r w:rsidR="00C448A3" w:rsidRPr="00860C05">
        <w:rPr>
          <w:rFonts w:asciiTheme="minorHAnsi" w:hAnsiTheme="minorHAnsi" w:cstheme="minorHAnsi"/>
          <w:color w:val="3A3939" w:themeColor="background2" w:themeShade="BF"/>
          <w:sz w:val="20"/>
          <w:szCs w:val="20"/>
          <w:lang w:val="es-CO"/>
        </w:rPr>
        <w:t>io</w:t>
      </w:r>
      <w:r w:rsidRPr="00860C05">
        <w:rPr>
          <w:rFonts w:asciiTheme="minorHAnsi" w:hAnsiTheme="minorHAnsi" w:cstheme="minorHAnsi"/>
          <w:color w:val="3A3939" w:themeColor="background2" w:themeShade="BF"/>
          <w:sz w:val="20"/>
          <w:szCs w:val="20"/>
          <w:lang w:val="es-CO"/>
        </w:rPr>
        <w:t xml:space="preserve"> </w:t>
      </w:r>
      <w:r w:rsidR="00C448A3" w:rsidRPr="00860C05">
        <w:rPr>
          <w:rFonts w:asciiTheme="minorHAnsi" w:hAnsiTheme="minorHAnsi" w:cstheme="minorHAnsi"/>
          <w:color w:val="3A3939" w:themeColor="background2" w:themeShade="BF"/>
          <w:sz w:val="20"/>
          <w:szCs w:val="20"/>
          <w:lang w:val="es-CO"/>
        </w:rPr>
        <w:t xml:space="preserve">de mercado que realiza la </w:t>
      </w:r>
      <w:r w:rsidRPr="00860C05">
        <w:rPr>
          <w:rFonts w:asciiTheme="minorHAnsi" w:hAnsiTheme="minorHAnsi" w:cstheme="minorHAnsi"/>
          <w:color w:val="3A3939" w:themeColor="background2" w:themeShade="BF"/>
          <w:sz w:val="20"/>
          <w:szCs w:val="20"/>
          <w:lang w:val="es-CO"/>
        </w:rPr>
        <w:t xml:space="preserve">Entidad relativo al objeto del Proceso de Contratación, </w:t>
      </w:r>
      <w:r w:rsidRPr="00860C05">
        <w:rPr>
          <w:rFonts w:asciiTheme="minorHAnsi" w:eastAsia="HelveticaNeue-Light" w:hAnsiTheme="minorHAnsi" w:cstheme="minorHAnsi"/>
          <w:color w:val="3A3939" w:themeColor="background2" w:themeShade="BF"/>
          <w:sz w:val="20"/>
          <w:szCs w:val="20"/>
          <w:lang w:val="es-CO" w:eastAsia="es-CO"/>
        </w:rPr>
        <w:t>desde la perspectiva legal, comercial, financiera, organizacional, técnica y de análisis de Riesgo.</w:t>
      </w:r>
      <w:r w:rsidRPr="00860C05">
        <w:rPr>
          <w:rFonts w:asciiTheme="minorHAnsi" w:eastAsia="HelveticaNeue-Light" w:hAnsiTheme="minorHAnsi" w:cstheme="minorHAnsi"/>
          <w:color w:val="3A3939" w:themeColor="background2" w:themeShade="BF"/>
          <w:sz w:val="20"/>
          <w:szCs w:val="20"/>
          <w:lang w:val="es-CO" w:eastAsia="es-CO"/>
        </w:rPr>
        <w:tab/>
      </w:r>
    </w:p>
    <w:p w14:paraId="1FEDFEAD" w14:textId="77777777" w:rsidR="00BC20A8" w:rsidRPr="00860C05" w:rsidRDefault="00BC20A8"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b/>
          <w:color w:val="3A3939" w:themeColor="background2" w:themeShade="BF"/>
          <w:sz w:val="20"/>
          <w:szCs w:val="20"/>
          <w:lang w:val="es-CO" w:eastAsia="es-CO"/>
        </w:rPr>
      </w:pPr>
      <w:r w:rsidRPr="00860C05">
        <w:rPr>
          <w:rFonts w:asciiTheme="minorHAnsi" w:eastAsia="HelveticaNeue-Light" w:hAnsiTheme="minorHAnsi" w:cstheme="minorHAnsi"/>
          <w:b/>
          <w:color w:val="3A3939" w:themeColor="background2" w:themeShade="BF"/>
          <w:sz w:val="20"/>
          <w:szCs w:val="20"/>
          <w:lang w:val="es-CO" w:eastAsia="es-CO"/>
        </w:rPr>
        <w:t xml:space="preserve">Acta de Inicio: </w:t>
      </w:r>
      <w:r w:rsidR="002B3F46" w:rsidRPr="00860C05">
        <w:rPr>
          <w:rFonts w:asciiTheme="minorHAnsi" w:eastAsia="HelveticaNeue-Light" w:hAnsiTheme="minorHAnsi" w:cstheme="minorHAnsi"/>
          <w:color w:val="3A3939" w:themeColor="background2" w:themeShade="BF"/>
          <w:sz w:val="20"/>
          <w:szCs w:val="20"/>
          <w:lang w:val="es-CO" w:eastAsia="es-CO"/>
        </w:rPr>
        <w:t xml:space="preserve">Documento en el que las partes, de común acuerdo, dejan constancia del inicio de ejecución del plazo contractual. </w:t>
      </w:r>
    </w:p>
    <w:p w14:paraId="084FF1DE" w14:textId="77777777" w:rsidR="00F70C8B" w:rsidRPr="00860C05" w:rsidRDefault="00F70C8B"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color w:val="3A3939" w:themeColor="background2" w:themeShade="BF"/>
          <w:sz w:val="20"/>
          <w:szCs w:val="20"/>
          <w:lang w:val="es-CO" w:eastAsia="es-CO"/>
        </w:rPr>
      </w:pPr>
      <w:r w:rsidRPr="00860C05">
        <w:rPr>
          <w:rFonts w:asciiTheme="minorHAnsi" w:hAnsiTheme="minorHAnsi" w:cstheme="minorHAnsi"/>
          <w:b/>
          <w:color w:val="3A3939" w:themeColor="background2" w:themeShade="BF"/>
          <w:sz w:val="20"/>
          <w:szCs w:val="20"/>
          <w:lang w:val="es-CO"/>
        </w:rPr>
        <w:t xml:space="preserve">Activo Corriente: </w:t>
      </w:r>
      <w:r w:rsidR="0023530E" w:rsidRPr="00860C05">
        <w:rPr>
          <w:rFonts w:asciiTheme="minorHAnsi" w:hAnsiTheme="minorHAnsi" w:cstheme="minorHAnsi"/>
          <w:color w:val="3A3939" w:themeColor="background2" w:themeShade="BF"/>
          <w:sz w:val="20"/>
          <w:szCs w:val="20"/>
          <w:lang w:val="es-CO"/>
        </w:rPr>
        <w:t>Es e</w:t>
      </w:r>
      <w:r w:rsidRPr="00860C05">
        <w:rPr>
          <w:rFonts w:asciiTheme="minorHAnsi" w:hAnsiTheme="minorHAnsi" w:cstheme="minorHAnsi"/>
          <w:color w:val="3A3939" w:themeColor="background2" w:themeShade="BF"/>
          <w:sz w:val="20"/>
          <w:szCs w:val="20"/>
          <w:lang w:val="es-CO"/>
        </w:rPr>
        <w:t xml:space="preserve">l activo corriente susceptible de convertirse en dinero en efectivo en un periodo inferior a un año. </w:t>
      </w:r>
    </w:p>
    <w:p w14:paraId="7DFE7BE8" w14:textId="77777777" w:rsidR="00F70C8B" w:rsidRPr="00860C05" w:rsidRDefault="002137BA" w:rsidP="009E7C8C">
      <w:pPr>
        <w:pStyle w:val="Invias-VietaNumerada"/>
        <w:numPr>
          <w:ilvl w:val="1"/>
          <w:numId w:val="20"/>
        </w:numPr>
        <w:autoSpaceDE w:val="0"/>
        <w:autoSpaceDN w:val="0"/>
        <w:adjustRightInd w:val="0"/>
        <w:spacing w:before="120" w:after="240"/>
        <w:ind w:left="720" w:hanging="436"/>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Activo </w:t>
      </w:r>
      <w:r w:rsidR="00F70C8B" w:rsidRPr="00860C05">
        <w:rPr>
          <w:rFonts w:asciiTheme="minorHAnsi" w:hAnsiTheme="minorHAnsi" w:cstheme="minorHAnsi"/>
          <w:b/>
          <w:color w:val="3A3939" w:themeColor="background2" w:themeShade="BF"/>
          <w:sz w:val="20"/>
          <w:szCs w:val="20"/>
          <w:lang w:val="es-CO"/>
        </w:rPr>
        <w:t xml:space="preserve">Total: </w:t>
      </w:r>
      <w:r w:rsidR="001C3D41" w:rsidRPr="00860C05">
        <w:rPr>
          <w:rFonts w:asciiTheme="minorHAnsi" w:hAnsiTheme="minorHAnsi" w:cstheme="minorHAnsi"/>
          <w:color w:val="3A3939" w:themeColor="background2" w:themeShade="BF"/>
          <w:sz w:val="20"/>
          <w:szCs w:val="20"/>
          <w:lang w:val="es-CO"/>
        </w:rPr>
        <w:t>Son l</w:t>
      </w:r>
      <w:r w:rsidR="00610E24" w:rsidRPr="00860C05">
        <w:rPr>
          <w:rFonts w:asciiTheme="minorHAnsi" w:hAnsiTheme="minorHAnsi" w:cstheme="minorHAnsi"/>
          <w:color w:val="3A3939" w:themeColor="background2" w:themeShade="BF"/>
          <w:sz w:val="20"/>
          <w:szCs w:val="20"/>
          <w:lang w:val="es-CO"/>
        </w:rPr>
        <w:t xml:space="preserve">os activos, </w:t>
      </w:r>
      <w:r w:rsidR="00F70C8B" w:rsidRPr="00860C05">
        <w:rPr>
          <w:rFonts w:asciiTheme="minorHAnsi" w:hAnsiTheme="minorHAnsi" w:cstheme="minorHAnsi"/>
          <w:color w:val="3A3939" w:themeColor="background2" w:themeShade="BF"/>
          <w:sz w:val="20"/>
          <w:szCs w:val="20"/>
          <w:lang w:val="es-CO"/>
        </w:rPr>
        <w:t>bienes, derechos y otros recursos controlados económicamente por la empresa, resultantes de sucesos pasados de los que se espera obtener beneficios o rendimientos económicos en el futuro.</w:t>
      </w:r>
    </w:p>
    <w:p w14:paraId="26E45E35" w14:textId="77777777" w:rsidR="002137BA" w:rsidRPr="00860C05" w:rsidRDefault="00F70C8B" w:rsidP="009E7C8C">
      <w:pPr>
        <w:pStyle w:val="Invias-VietaNumerada"/>
        <w:numPr>
          <w:ilvl w:val="1"/>
          <w:numId w:val="20"/>
        </w:numPr>
        <w:autoSpaceDE w:val="0"/>
        <w:autoSpaceDN w:val="0"/>
        <w:adjustRightInd w:val="0"/>
        <w:spacing w:before="120" w:after="240"/>
        <w:ind w:left="720" w:hanging="436"/>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Anexo:</w:t>
      </w:r>
      <w:r w:rsidR="002137BA" w:rsidRPr="00860C05">
        <w:rPr>
          <w:rFonts w:asciiTheme="minorHAnsi" w:hAnsiTheme="minorHAnsi" w:cstheme="minorHAnsi"/>
          <w:b/>
          <w:color w:val="3A3939" w:themeColor="background2" w:themeShade="BF"/>
          <w:sz w:val="20"/>
          <w:szCs w:val="20"/>
          <w:lang w:val="es-CO"/>
        </w:rPr>
        <w:t xml:space="preserve"> </w:t>
      </w:r>
      <w:r w:rsidR="00951498" w:rsidRPr="00860C05">
        <w:rPr>
          <w:rFonts w:asciiTheme="minorHAnsi" w:hAnsiTheme="minorHAnsi" w:cstheme="minorHAnsi"/>
          <w:color w:val="3A3939" w:themeColor="background2" w:themeShade="BF"/>
          <w:sz w:val="20"/>
          <w:szCs w:val="20"/>
          <w:lang w:val="es-CO"/>
        </w:rPr>
        <w:t xml:space="preserve">Es el </w:t>
      </w:r>
      <w:r w:rsidR="00610E24" w:rsidRPr="00860C05">
        <w:rPr>
          <w:rFonts w:asciiTheme="minorHAnsi" w:hAnsiTheme="minorHAnsi" w:cstheme="minorHAnsi"/>
          <w:color w:val="3A3939" w:themeColor="background2" w:themeShade="BF"/>
          <w:sz w:val="20"/>
          <w:szCs w:val="20"/>
          <w:lang w:val="es-CO"/>
        </w:rPr>
        <w:t xml:space="preserve">documento o </w:t>
      </w:r>
      <w:r w:rsidR="00951498" w:rsidRPr="00860C05">
        <w:rPr>
          <w:rFonts w:asciiTheme="minorHAnsi" w:hAnsiTheme="minorHAnsi" w:cstheme="minorHAnsi"/>
          <w:color w:val="3A3939" w:themeColor="background2" w:themeShade="BF"/>
          <w:sz w:val="20"/>
          <w:szCs w:val="20"/>
          <w:lang w:val="es-CO"/>
        </w:rPr>
        <w:t xml:space="preserve">conjunto de </w:t>
      </w:r>
      <w:r w:rsidR="002137BA" w:rsidRPr="00860C05">
        <w:rPr>
          <w:rFonts w:asciiTheme="minorHAnsi" w:hAnsiTheme="minorHAnsi" w:cstheme="minorHAnsi"/>
          <w:color w:val="3A3939" w:themeColor="background2" w:themeShade="BF"/>
          <w:sz w:val="20"/>
          <w:szCs w:val="20"/>
          <w:lang w:val="es-CO"/>
        </w:rPr>
        <w:t xml:space="preserve">documentos que la Entidad </w:t>
      </w:r>
      <w:r w:rsidR="00951498" w:rsidRPr="00860C05">
        <w:rPr>
          <w:rFonts w:asciiTheme="minorHAnsi" w:hAnsiTheme="minorHAnsi" w:cstheme="minorHAnsi"/>
          <w:color w:val="3A3939" w:themeColor="background2" w:themeShade="BF"/>
          <w:sz w:val="20"/>
          <w:szCs w:val="20"/>
          <w:lang w:val="es-CO"/>
        </w:rPr>
        <w:t xml:space="preserve">adjunta </w:t>
      </w:r>
      <w:r w:rsidR="002137BA" w:rsidRPr="00860C05">
        <w:rPr>
          <w:rFonts w:asciiTheme="minorHAnsi" w:hAnsiTheme="minorHAnsi" w:cstheme="minorHAnsi"/>
          <w:color w:val="3A3939" w:themeColor="background2" w:themeShade="BF"/>
          <w:sz w:val="20"/>
          <w:szCs w:val="20"/>
          <w:lang w:val="es-CO"/>
        </w:rPr>
        <w:t xml:space="preserve">al </w:t>
      </w:r>
      <w:r w:rsidR="00951498" w:rsidRPr="00860C05">
        <w:rPr>
          <w:rFonts w:asciiTheme="minorHAnsi" w:hAnsiTheme="minorHAnsi" w:cstheme="minorHAnsi"/>
          <w:color w:val="3A3939" w:themeColor="background2" w:themeShade="BF"/>
          <w:sz w:val="20"/>
          <w:szCs w:val="20"/>
          <w:lang w:val="es-CO"/>
        </w:rPr>
        <w:t>Pliego de Condiciones</w:t>
      </w:r>
      <w:r w:rsidR="002137BA" w:rsidRPr="00860C05">
        <w:rPr>
          <w:rFonts w:asciiTheme="minorHAnsi" w:hAnsiTheme="minorHAnsi" w:cstheme="minorHAnsi"/>
          <w:color w:val="3A3939" w:themeColor="background2" w:themeShade="BF"/>
          <w:sz w:val="20"/>
          <w:szCs w:val="20"/>
          <w:lang w:val="es-CO"/>
        </w:rPr>
        <w:t xml:space="preserve"> y que </w:t>
      </w:r>
      <w:r w:rsidR="00951498" w:rsidRPr="00860C05">
        <w:rPr>
          <w:rFonts w:asciiTheme="minorHAnsi" w:hAnsiTheme="minorHAnsi" w:cstheme="minorHAnsi"/>
          <w:color w:val="3A3939" w:themeColor="background2" w:themeShade="BF"/>
          <w:sz w:val="20"/>
          <w:szCs w:val="20"/>
          <w:lang w:val="es-CO"/>
        </w:rPr>
        <w:t>hacen</w:t>
      </w:r>
      <w:r w:rsidR="002137BA" w:rsidRPr="00860C05">
        <w:rPr>
          <w:rFonts w:asciiTheme="minorHAnsi" w:hAnsiTheme="minorHAnsi" w:cstheme="minorHAnsi"/>
          <w:color w:val="3A3939" w:themeColor="background2" w:themeShade="BF"/>
          <w:sz w:val="20"/>
          <w:szCs w:val="20"/>
          <w:lang w:val="es-CO"/>
        </w:rPr>
        <w:t xml:space="preserve"> parte </w:t>
      </w:r>
      <w:r w:rsidR="00951498" w:rsidRPr="00860C05">
        <w:rPr>
          <w:rFonts w:asciiTheme="minorHAnsi" w:hAnsiTheme="minorHAnsi" w:cstheme="minorHAnsi"/>
          <w:color w:val="3A3939" w:themeColor="background2" w:themeShade="BF"/>
          <w:sz w:val="20"/>
          <w:szCs w:val="20"/>
          <w:lang w:val="es-CO"/>
        </w:rPr>
        <w:t>integral</w:t>
      </w:r>
      <w:r w:rsidR="002137BA" w:rsidRPr="00860C05">
        <w:rPr>
          <w:rFonts w:asciiTheme="minorHAnsi" w:hAnsiTheme="minorHAnsi" w:cstheme="minorHAnsi"/>
          <w:color w:val="3A3939" w:themeColor="background2" w:themeShade="BF"/>
          <w:sz w:val="20"/>
          <w:szCs w:val="20"/>
          <w:lang w:val="es-CO"/>
        </w:rPr>
        <w:t xml:space="preserve"> del </w:t>
      </w:r>
      <w:r w:rsidR="00951498" w:rsidRPr="00860C05">
        <w:rPr>
          <w:rFonts w:asciiTheme="minorHAnsi" w:hAnsiTheme="minorHAnsi" w:cstheme="minorHAnsi"/>
          <w:color w:val="3A3939" w:themeColor="background2" w:themeShade="BF"/>
          <w:sz w:val="20"/>
          <w:szCs w:val="20"/>
          <w:lang w:val="es-CO"/>
        </w:rPr>
        <w:t>mismo.</w:t>
      </w:r>
      <w:r w:rsidR="002137BA" w:rsidRPr="00860C05">
        <w:rPr>
          <w:rFonts w:asciiTheme="minorHAnsi" w:hAnsiTheme="minorHAnsi" w:cstheme="minorHAnsi"/>
          <w:color w:val="3A3939" w:themeColor="background2" w:themeShade="BF"/>
          <w:sz w:val="20"/>
          <w:szCs w:val="20"/>
          <w:lang w:val="es-CO"/>
        </w:rPr>
        <w:t xml:space="preserve"> </w:t>
      </w:r>
    </w:p>
    <w:p w14:paraId="21FED286" w14:textId="2AA1AC43" w:rsidR="00F70C8B" w:rsidRPr="00860C05" w:rsidRDefault="00F70C8B" w:rsidP="4CFBC9CF">
      <w:pPr>
        <w:pStyle w:val="Invias-VietaNumerada"/>
        <w:numPr>
          <w:ilvl w:val="1"/>
          <w:numId w:val="20"/>
        </w:numPr>
        <w:autoSpaceDE w:val="0"/>
        <w:autoSpaceDN w:val="0"/>
        <w:adjustRightInd w:val="0"/>
        <w:spacing w:before="120" w:after="240"/>
        <w:ind w:left="720" w:hanging="436"/>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Anticipo: </w:t>
      </w:r>
      <w:r w:rsidRPr="00860C05">
        <w:rPr>
          <w:rFonts w:asciiTheme="minorHAnsi" w:hAnsiTheme="minorHAnsi" w:cstheme="minorHAnsi"/>
          <w:color w:val="3A3939" w:themeColor="background2" w:themeShade="BF"/>
          <w:sz w:val="20"/>
          <w:szCs w:val="20"/>
          <w:lang w:val="es-CO"/>
        </w:rPr>
        <w:t>Es un adelanto o avance del precio del contrato destinado a apalancar el cumplimiento de su objeto, de modo que los recursos girados por dicho concepto s</w:t>
      </w:r>
      <w:r w:rsidR="00D2748D" w:rsidRPr="00860C05">
        <w:rPr>
          <w:rFonts w:asciiTheme="minorHAnsi" w:hAnsiTheme="minorHAnsi" w:cstheme="minorHAnsi"/>
          <w:color w:val="3A3939" w:themeColor="background2" w:themeShade="BF"/>
          <w:sz w:val="20"/>
          <w:szCs w:val="20"/>
          <w:lang w:val="es-CO"/>
        </w:rPr>
        <w:t>o</w:t>
      </w:r>
      <w:r w:rsidRPr="00860C05">
        <w:rPr>
          <w:rFonts w:asciiTheme="minorHAnsi" w:hAnsiTheme="minorHAnsi" w:cstheme="minorHAnsi"/>
          <w:color w:val="3A3939" w:themeColor="background2" w:themeShade="BF"/>
          <w:sz w:val="20"/>
          <w:szCs w:val="20"/>
          <w:lang w:val="es-CO"/>
        </w:rPr>
        <w:t>lo se integran al patrimonio del contratista en la medida que se cause su amortización mediante la ejecución de actividades programadas del contrato</w:t>
      </w:r>
      <w:r w:rsidR="00FC1469" w:rsidRPr="00860C05">
        <w:rPr>
          <w:rFonts w:asciiTheme="minorHAnsi" w:hAnsiTheme="minorHAnsi" w:cstheme="minorHAnsi"/>
          <w:color w:val="3A3939" w:themeColor="background2" w:themeShade="BF"/>
          <w:sz w:val="20"/>
          <w:szCs w:val="20"/>
          <w:lang w:val="es-CO"/>
        </w:rPr>
        <w:t xml:space="preserve">. </w:t>
      </w:r>
    </w:p>
    <w:p w14:paraId="71E679DE" w14:textId="70227162" w:rsidR="4CFBC9CF" w:rsidRPr="00860C05" w:rsidRDefault="3351E329" w:rsidP="00FB017A">
      <w:pPr>
        <w:pStyle w:val="Invias-VietaNumerada"/>
        <w:numPr>
          <w:ilvl w:val="1"/>
          <w:numId w:val="20"/>
        </w:numPr>
        <w:spacing w:before="120" w:after="240"/>
        <w:ind w:left="720" w:hanging="436"/>
        <w:rPr>
          <w:rFonts w:asciiTheme="minorHAnsi" w:hAnsiTheme="minorHAnsi" w:cstheme="minorHAnsi"/>
          <w:b/>
          <w:bCs/>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Aclaraciones</w:t>
      </w:r>
      <w:r w:rsidR="00A7322F" w:rsidRPr="00860C05">
        <w:rPr>
          <w:rFonts w:cstheme="minorHAnsi"/>
          <w:b/>
          <w:bCs/>
          <w:color w:val="3A3939" w:themeColor="background2" w:themeShade="BF"/>
          <w:szCs w:val="20"/>
          <w:lang w:val="es-CO"/>
        </w:rPr>
        <w:t xml:space="preserve"> y explicaciones</w:t>
      </w:r>
      <w:r w:rsidRPr="00860C05">
        <w:rPr>
          <w:rFonts w:asciiTheme="minorHAnsi" w:hAnsiTheme="minorHAnsi" w:cstheme="minorHAnsi"/>
          <w:b/>
          <w:bCs/>
          <w:color w:val="3A3939" w:themeColor="background2" w:themeShade="BF"/>
          <w:sz w:val="20"/>
          <w:szCs w:val="20"/>
          <w:lang w:val="es-CO"/>
        </w:rPr>
        <w:t>:</w:t>
      </w:r>
      <w:r w:rsidRPr="00860C05">
        <w:rPr>
          <w:rFonts w:asciiTheme="minorHAnsi" w:hAnsiTheme="minorHAnsi" w:cstheme="minorHAnsi"/>
          <w:color w:val="3A3939" w:themeColor="background2" w:themeShade="BF"/>
          <w:sz w:val="20"/>
          <w:szCs w:val="20"/>
          <w:lang w:val="es-CO"/>
        </w:rPr>
        <w:t xml:space="preserve"> Se remite a l</w:t>
      </w:r>
      <w:r w:rsidR="00A7322F" w:rsidRPr="00860C05">
        <w:rPr>
          <w:rFonts w:cstheme="minorHAnsi"/>
          <w:color w:val="3A3939" w:themeColor="background2" w:themeShade="BF"/>
          <w:szCs w:val="20"/>
          <w:lang w:val="es-CO"/>
        </w:rPr>
        <w:t xml:space="preserve">as nociones </w:t>
      </w:r>
      <w:r w:rsidR="001A4F99" w:rsidRPr="00860C05">
        <w:rPr>
          <w:rFonts w:cstheme="minorHAnsi"/>
          <w:color w:val="3A3939" w:themeColor="background2" w:themeShade="BF"/>
          <w:szCs w:val="20"/>
          <w:lang w:val="es-CO"/>
        </w:rPr>
        <w:t xml:space="preserve">desarrolladas </w:t>
      </w:r>
      <w:r w:rsidRPr="00860C05">
        <w:rPr>
          <w:rFonts w:asciiTheme="minorHAnsi" w:hAnsiTheme="minorHAnsi" w:cstheme="minorHAnsi"/>
          <w:color w:val="3A3939" w:themeColor="background2" w:themeShade="BF"/>
          <w:sz w:val="20"/>
          <w:szCs w:val="20"/>
          <w:lang w:val="es-CO"/>
        </w:rPr>
        <w:t xml:space="preserve">en la sentencia del Consejo de Estado, Sección Tercera, Subsección C, </w:t>
      </w:r>
      <w:r w:rsidR="001A4F99" w:rsidRPr="00860C05">
        <w:rPr>
          <w:rFonts w:cstheme="minorHAnsi"/>
          <w:color w:val="3A3939" w:themeColor="background2" w:themeShade="BF"/>
          <w:szCs w:val="20"/>
          <w:lang w:val="es-CO"/>
        </w:rPr>
        <w:t>del 12 de noviembre de 2014,</w:t>
      </w:r>
      <w:r w:rsidR="00FC1023" w:rsidRPr="00860C05">
        <w:rPr>
          <w:rFonts w:cstheme="minorHAnsi"/>
          <w:color w:val="3A3939" w:themeColor="background2" w:themeShade="BF"/>
          <w:szCs w:val="20"/>
          <w:lang w:val="es-CO"/>
        </w:rPr>
        <w:t xml:space="preserve"> Radicado No. 27.986, </w:t>
      </w:r>
      <w:r w:rsidRPr="00860C05">
        <w:rPr>
          <w:rFonts w:asciiTheme="minorHAnsi" w:hAnsiTheme="minorHAnsi" w:cstheme="minorHAnsi"/>
          <w:color w:val="3A3939" w:themeColor="background2" w:themeShade="BF"/>
          <w:sz w:val="20"/>
          <w:szCs w:val="20"/>
          <w:lang w:val="es-CO"/>
        </w:rPr>
        <w:t>Consejero Ponente: Enrique Gil Botero.</w:t>
      </w:r>
    </w:p>
    <w:p w14:paraId="47DF2C28" w14:textId="2C79686A" w:rsidR="00F70C8B" w:rsidRPr="00860C05" w:rsidRDefault="00F70C8B" w:rsidP="4CFBC9CF">
      <w:pPr>
        <w:pStyle w:val="Invias-VietaNumerada"/>
        <w:numPr>
          <w:ilvl w:val="1"/>
          <w:numId w:val="20"/>
        </w:numPr>
        <w:autoSpaceDE w:val="0"/>
        <w:autoSpaceDN w:val="0"/>
        <w:adjustRightInd w:val="0"/>
        <w:spacing w:before="120" w:after="240"/>
        <w:ind w:left="720" w:hanging="436"/>
        <w:rPr>
          <w:rFonts w:asciiTheme="minorHAnsi" w:hAnsiTheme="minorHAnsi" w:cstheme="minorHAnsi"/>
          <w:b/>
          <w:bCs/>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Aportes Legales: </w:t>
      </w:r>
      <w:r w:rsidRPr="00860C05">
        <w:rPr>
          <w:rFonts w:asciiTheme="minorHAnsi" w:hAnsiTheme="minorHAnsi" w:cstheme="minorHAnsi"/>
          <w:color w:val="3A3939" w:themeColor="background2" w:themeShade="BF"/>
          <w:sz w:val="20"/>
          <w:szCs w:val="20"/>
          <w:lang w:val="es-CO"/>
        </w:rPr>
        <w:t xml:space="preserve">Son </w:t>
      </w:r>
      <w:r w:rsidR="005F36B1" w:rsidRPr="00860C05">
        <w:rPr>
          <w:rFonts w:asciiTheme="minorHAnsi" w:hAnsiTheme="minorHAnsi" w:cstheme="minorHAnsi"/>
          <w:color w:val="3A3939" w:themeColor="background2" w:themeShade="BF"/>
          <w:sz w:val="20"/>
          <w:szCs w:val="20"/>
          <w:lang w:val="es-CO"/>
        </w:rPr>
        <w:t>las</w:t>
      </w:r>
      <w:r w:rsidRPr="00860C05">
        <w:rPr>
          <w:rFonts w:asciiTheme="minorHAnsi" w:hAnsiTheme="minorHAnsi" w:cstheme="minorHAnsi"/>
          <w:color w:val="3A3939" w:themeColor="background2" w:themeShade="BF"/>
          <w:sz w:val="20"/>
          <w:szCs w:val="20"/>
          <w:lang w:val="es-CO"/>
        </w:rPr>
        <w:t xml:space="preserve"> contribuciones parafiscales </w:t>
      </w:r>
      <w:r w:rsidR="00610E24" w:rsidRPr="00860C05">
        <w:rPr>
          <w:rFonts w:asciiTheme="minorHAnsi" w:hAnsiTheme="minorHAnsi" w:cstheme="minorHAnsi"/>
          <w:color w:val="3A3939" w:themeColor="background2" w:themeShade="BF"/>
          <w:sz w:val="20"/>
          <w:szCs w:val="20"/>
          <w:lang w:val="es-CO"/>
        </w:rPr>
        <w:t>y</w:t>
      </w:r>
      <w:r w:rsidRPr="00860C05">
        <w:rPr>
          <w:rFonts w:asciiTheme="minorHAnsi" w:hAnsiTheme="minorHAnsi" w:cstheme="minorHAnsi"/>
          <w:color w:val="3A3939" w:themeColor="background2" w:themeShade="BF"/>
          <w:sz w:val="20"/>
          <w:szCs w:val="20"/>
          <w:lang w:val="es-CO"/>
        </w:rPr>
        <w:t xml:space="preserve"> gravámenes establecidos con carácter obligatorio por la Ley, que afectan a un determinado y único grupo social y económico y se utilizan para beneficio del propio sector. El manejo, administración y ejecución de estos recursos se hará exclusivamente en la forma</w:t>
      </w:r>
      <w:r w:rsidR="004537F4" w:rsidRPr="00860C05">
        <w:rPr>
          <w:rFonts w:asciiTheme="minorHAnsi" w:hAnsiTheme="minorHAnsi" w:cstheme="minorHAnsi"/>
          <w:color w:val="3A3939" w:themeColor="background2" w:themeShade="BF"/>
          <w:sz w:val="20"/>
          <w:szCs w:val="20"/>
          <w:lang w:val="es-CO"/>
        </w:rPr>
        <w:t xml:space="preserve"> dispuesta en la L</w:t>
      </w:r>
      <w:r w:rsidRPr="00860C05">
        <w:rPr>
          <w:rFonts w:asciiTheme="minorHAnsi" w:hAnsiTheme="minorHAnsi" w:cstheme="minorHAnsi"/>
          <w:color w:val="3A3939" w:themeColor="background2" w:themeShade="BF"/>
          <w:sz w:val="20"/>
          <w:szCs w:val="20"/>
          <w:lang w:val="es-CO"/>
        </w:rPr>
        <w:t>ey que los crea y se destinarán sólo al objeto previsto en ella.</w:t>
      </w:r>
      <w:r w:rsidRPr="00860C05">
        <w:rPr>
          <w:rFonts w:asciiTheme="minorHAnsi" w:hAnsiTheme="minorHAnsi" w:cstheme="minorHAnsi"/>
          <w:b/>
          <w:bCs/>
          <w:color w:val="3A3939" w:themeColor="background2" w:themeShade="BF"/>
          <w:sz w:val="20"/>
          <w:szCs w:val="20"/>
          <w:lang w:val="es-CO"/>
        </w:rPr>
        <w:t xml:space="preserve">  </w:t>
      </w:r>
    </w:p>
    <w:p w14:paraId="16DD0FB4" w14:textId="7D8DE3A8" w:rsidR="008F56F9" w:rsidRPr="00860C05" w:rsidRDefault="000B403D" w:rsidP="4CFBC9CF">
      <w:pPr>
        <w:pStyle w:val="Invias-VietaNumerada"/>
        <w:numPr>
          <w:ilvl w:val="1"/>
          <w:numId w:val="20"/>
        </w:numPr>
        <w:autoSpaceDE w:val="0"/>
        <w:autoSpaceDN w:val="0"/>
        <w:adjustRightInd w:val="0"/>
        <w:spacing w:before="120" w:after="240"/>
        <w:ind w:left="720" w:hanging="436"/>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Administración </w:t>
      </w:r>
      <w:proofErr w:type="gramStart"/>
      <w:r w:rsidR="008F56F9" w:rsidRPr="00860C05">
        <w:rPr>
          <w:rFonts w:asciiTheme="minorHAnsi" w:hAnsiTheme="minorHAnsi" w:cstheme="minorHAnsi"/>
          <w:b/>
          <w:bCs/>
          <w:color w:val="3A3939" w:themeColor="background2" w:themeShade="BF"/>
          <w:sz w:val="20"/>
          <w:szCs w:val="20"/>
          <w:lang w:val="es-CO"/>
        </w:rPr>
        <w:t>Delegada</w:t>
      </w:r>
      <w:proofErr w:type="gramEnd"/>
      <w:r w:rsidRPr="00860C05">
        <w:rPr>
          <w:rFonts w:asciiTheme="minorHAnsi" w:hAnsiTheme="minorHAnsi" w:cstheme="minorHAnsi"/>
          <w:b/>
          <w:bCs/>
          <w:color w:val="3A3939" w:themeColor="background2" w:themeShade="BF"/>
          <w:sz w:val="20"/>
          <w:szCs w:val="20"/>
          <w:lang w:val="es-CO"/>
        </w:rPr>
        <w:t xml:space="preserve">: </w:t>
      </w:r>
      <w:r w:rsidR="008F56F9" w:rsidRPr="00860C05">
        <w:rPr>
          <w:rFonts w:asciiTheme="minorHAnsi" w:hAnsiTheme="minorHAnsi" w:cstheme="minorHAnsi"/>
          <w:color w:val="3A3939" w:themeColor="background2" w:themeShade="BF"/>
          <w:sz w:val="20"/>
          <w:szCs w:val="20"/>
          <w:lang w:val="es-CO"/>
        </w:rPr>
        <w:t>La Entidad Estatal delega la ejecución de la obra en el contratista en calidad de director técnico, quien la ejecuta por cuenta y riesgo de la misma Entidad Estatal. El contratista obtiene como remuneración los honorarios que se pactan por su gestión. El administrador delegado se encarga de ejecutar la obra y responde por su buen resultado, pero es la Entidad Estatal quien asume los Riesgos derivados del contrato y la financiación de la obra. Los honorarios del contratista pueden pactarse en forma de porcentaje sobre el valor de la obra o como precio fijo.</w:t>
      </w:r>
    </w:p>
    <w:p w14:paraId="57ADCD53" w14:textId="20C864FD" w:rsidR="002F5990" w:rsidRPr="00860C05" w:rsidRDefault="00F70C8B" w:rsidP="4CFBC9CF">
      <w:pPr>
        <w:pStyle w:val="Invias-VietaNumerada"/>
        <w:numPr>
          <w:ilvl w:val="1"/>
          <w:numId w:val="20"/>
        </w:numPr>
        <w:autoSpaceDE w:val="0"/>
        <w:autoSpaceDN w:val="0"/>
        <w:adjustRightInd w:val="0"/>
        <w:spacing w:before="120" w:after="240"/>
        <w:ind w:left="720" w:hanging="436"/>
        <w:rPr>
          <w:rFonts w:asciiTheme="minorHAnsi" w:eastAsiaTheme="minorEastAsia" w:hAnsiTheme="minorHAnsi" w:cstheme="minorHAnsi"/>
          <w:color w:val="3A3939" w:themeColor="background2" w:themeShade="BF"/>
          <w:sz w:val="20"/>
          <w:szCs w:val="20"/>
          <w:lang w:val="es-CO" w:eastAsia="en-US"/>
        </w:rPr>
      </w:pPr>
      <w:r w:rsidRPr="00860C05">
        <w:rPr>
          <w:rFonts w:asciiTheme="minorHAnsi" w:hAnsiTheme="minorHAnsi" w:cstheme="minorHAnsi"/>
          <w:b/>
          <w:bCs/>
          <w:color w:val="3A3939" w:themeColor="background2" w:themeShade="BF"/>
          <w:sz w:val="20"/>
          <w:szCs w:val="20"/>
          <w:lang w:val="es-CO"/>
        </w:rPr>
        <w:t xml:space="preserve">Apostilla: </w:t>
      </w:r>
      <w:r w:rsidR="00D830A7" w:rsidRPr="00860C05">
        <w:rPr>
          <w:rFonts w:asciiTheme="minorHAnsi" w:hAnsiTheme="minorHAnsi" w:cstheme="minorHAnsi"/>
          <w:color w:val="3A3939" w:themeColor="background2" w:themeShade="BF"/>
          <w:sz w:val="20"/>
          <w:szCs w:val="20"/>
          <w:lang w:val="es-CO"/>
        </w:rPr>
        <w:t>Certificar la autenticidad de la firma de un servidor p</w:t>
      </w:r>
      <w:r w:rsidR="00EA4774" w:rsidRPr="00860C05">
        <w:rPr>
          <w:rFonts w:asciiTheme="minorHAnsi" w:hAnsiTheme="minorHAnsi" w:cstheme="minorHAnsi"/>
          <w:color w:val="3A3939" w:themeColor="background2" w:themeShade="BF"/>
          <w:sz w:val="20"/>
          <w:szCs w:val="20"/>
          <w:lang w:val="es-CO"/>
        </w:rPr>
        <w:t>ú</w:t>
      </w:r>
      <w:r w:rsidR="00D830A7" w:rsidRPr="00860C05">
        <w:rPr>
          <w:rFonts w:asciiTheme="minorHAnsi" w:hAnsiTheme="minorHAnsi" w:cstheme="minorHAnsi"/>
          <w:color w:val="3A3939" w:themeColor="background2" w:themeShade="BF"/>
          <w:sz w:val="20"/>
          <w:szCs w:val="20"/>
          <w:lang w:val="es-CO"/>
        </w:rPr>
        <w:t xml:space="preserve">blico en ejercicio de sus funciones y la calidad en que el signatario haya actuado, la cual deberá estar registrada ante el Ministerio de Relaciones Exteriores, para que el documento surta plenos efectos legales en un país parte del Convenio sobre la Abolición del Requisito </w:t>
      </w:r>
      <w:r w:rsidR="00EA4774" w:rsidRPr="00860C05">
        <w:rPr>
          <w:rFonts w:asciiTheme="minorHAnsi" w:hAnsiTheme="minorHAnsi" w:cstheme="minorHAnsi"/>
          <w:color w:val="3A3939" w:themeColor="background2" w:themeShade="BF"/>
          <w:sz w:val="20"/>
          <w:szCs w:val="20"/>
          <w:lang w:val="es-CO"/>
        </w:rPr>
        <w:t>de Legalización de los Documentos Públicos Extranjeros, de la Conferencia de la Haya de 1961</w:t>
      </w:r>
      <w:r w:rsidR="00580C85" w:rsidRPr="00860C05">
        <w:rPr>
          <w:rFonts w:asciiTheme="minorHAnsi" w:eastAsiaTheme="minorEastAsia" w:hAnsiTheme="minorHAnsi" w:cstheme="minorHAnsi"/>
          <w:color w:val="3A3939" w:themeColor="background2" w:themeShade="BF"/>
          <w:sz w:val="20"/>
          <w:szCs w:val="20"/>
          <w:lang w:val="es-CO" w:eastAsia="en-US"/>
        </w:rPr>
        <w:t>.</w:t>
      </w:r>
    </w:p>
    <w:p w14:paraId="41AADE57" w14:textId="77777777" w:rsidR="002F5990" w:rsidRPr="00860C05" w:rsidRDefault="002F5990" w:rsidP="4CFBC9CF">
      <w:pPr>
        <w:pStyle w:val="Invias-VietaNumerada"/>
        <w:numPr>
          <w:ilvl w:val="1"/>
          <w:numId w:val="20"/>
        </w:numPr>
        <w:autoSpaceDE w:val="0"/>
        <w:autoSpaceDN w:val="0"/>
        <w:adjustRightInd w:val="0"/>
        <w:spacing w:before="120" w:after="240"/>
        <w:ind w:left="720" w:hanging="436"/>
        <w:rPr>
          <w:rFonts w:asciiTheme="minorHAnsi" w:hAnsiTheme="minorHAnsi" w:cstheme="minorHAnsi"/>
          <w:color w:val="3A3939" w:themeColor="background2" w:themeShade="BF"/>
          <w:sz w:val="20"/>
          <w:szCs w:val="20"/>
          <w:lang w:val="es-CO" w:eastAsia="es-CO"/>
        </w:rPr>
      </w:pPr>
      <w:r w:rsidRPr="00860C05">
        <w:rPr>
          <w:rFonts w:asciiTheme="minorHAnsi" w:hAnsiTheme="minorHAnsi" w:cstheme="minorHAnsi"/>
          <w:b/>
          <w:bCs/>
          <w:color w:val="3A3939" w:themeColor="background2" w:themeShade="BF"/>
          <w:sz w:val="20"/>
          <w:szCs w:val="20"/>
          <w:lang w:val="es-CO"/>
        </w:rPr>
        <w:lastRenderedPageBreak/>
        <w:t xml:space="preserve">Beneficiario Real: </w:t>
      </w:r>
      <w:r w:rsidRPr="00860C05">
        <w:rPr>
          <w:rFonts w:asciiTheme="minorHAnsi" w:hAnsiTheme="minorHAnsi" w:cstheme="minorHAnsi"/>
          <w:color w:val="3A3939" w:themeColor="background2" w:themeShade="BF"/>
          <w:sz w:val="20"/>
          <w:szCs w:val="20"/>
          <w:lang w:val="es-CO" w:eastAsia="es-CO"/>
        </w:rPr>
        <w:t xml:space="preserve">Es cualquier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capacidad decisoria; esto es, la facultad o el poder de votar en la elección de directivas o representantes o de dirigir, orientar y controlar dicho voto, así como la facultad o el poder de enajenar y ordenar la enajenación o gravamen de la acción. </w:t>
      </w:r>
    </w:p>
    <w:p w14:paraId="53208CBE" w14:textId="77777777" w:rsidR="002F5990" w:rsidRPr="00860C05" w:rsidRDefault="002F5990" w:rsidP="002F5990">
      <w:pPr>
        <w:pStyle w:val="Invias-VietaNumerada"/>
        <w:autoSpaceDE w:val="0"/>
        <w:autoSpaceDN w:val="0"/>
        <w:adjustRightInd w:val="0"/>
        <w:spacing w:before="120" w:after="240"/>
        <w:ind w:left="720"/>
        <w:rPr>
          <w:rFonts w:asciiTheme="minorHAnsi" w:hAnsiTheme="minorHAnsi" w:cstheme="minorHAnsi"/>
          <w:iCs/>
          <w:color w:val="3A3939" w:themeColor="background2" w:themeShade="BF"/>
          <w:sz w:val="20"/>
          <w:szCs w:val="20"/>
          <w:lang w:val="es-CO" w:eastAsia="es-CO"/>
        </w:rPr>
      </w:pPr>
      <w:r w:rsidRPr="00860C05">
        <w:rPr>
          <w:rFonts w:asciiTheme="minorHAnsi" w:hAnsiTheme="minorHAnsi" w:cstheme="minorHAnsi"/>
          <w:iCs/>
          <w:color w:val="3A3939" w:themeColor="background2" w:themeShade="BF"/>
          <w:sz w:val="20"/>
          <w:szCs w:val="20"/>
          <w:lang w:val="es-CO" w:eastAsia="es-CO"/>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Superintendencia Financiera de Colombia con fines exclusivamente probatorios.</w:t>
      </w:r>
    </w:p>
    <w:p w14:paraId="22C42666" w14:textId="77777777" w:rsidR="002F5990" w:rsidRPr="00860C05" w:rsidRDefault="002F5990" w:rsidP="002F5990">
      <w:pPr>
        <w:pStyle w:val="Invias-VietaNumerada"/>
        <w:autoSpaceDE w:val="0"/>
        <w:autoSpaceDN w:val="0"/>
        <w:adjustRightInd w:val="0"/>
        <w:spacing w:before="120" w:after="240"/>
        <w:ind w:left="720"/>
        <w:rPr>
          <w:rFonts w:asciiTheme="minorHAnsi" w:hAnsiTheme="minorHAnsi" w:cstheme="minorHAnsi"/>
          <w:color w:val="3A3939" w:themeColor="background2" w:themeShade="BF"/>
          <w:sz w:val="20"/>
          <w:szCs w:val="20"/>
          <w:lang w:val="es-CO" w:eastAsia="es-CO"/>
        </w:rPr>
      </w:pPr>
      <w:r w:rsidRPr="00860C05">
        <w:rPr>
          <w:rFonts w:asciiTheme="minorHAnsi" w:hAnsiTheme="minorHAnsi" w:cstheme="minorHAnsi"/>
          <w:iCs/>
          <w:color w:val="3A3939" w:themeColor="background2" w:themeShade="BF"/>
          <w:sz w:val="20"/>
          <w:szCs w:val="20"/>
          <w:lang w:val="es-CO" w:eastAsia="es-CO"/>
        </w:rPr>
        <w:t xml:space="preserve">Igualmente, constituyen un mismo beneficiario real las sociedades matrices y sus subordinadas. </w:t>
      </w:r>
    </w:p>
    <w:p w14:paraId="0E3E6E35" w14:textId="0ABB54B5" w:rsidR="00D73C3B" w:rsidRPr="00860C05" w:rsidRDefault="00C2705C"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bCs/>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BRT (por sus siglas en inglés </w:t>
      </w:r>
      <w:r w:rsidR="00806B1D" w:rsidRPr="00860C05">
        <w:rPr>
          <w:rFonts w:asciiTheme="minorHAnsi" w:hAnsiTheme="minorHAnsi" w:cstheme="minorHAnsi"/>
          <w:b/>
          <w:bCs/>
          <w:color w:val="3A3939" w:themeColor="background2" w:themeShade="BF"/>
          <w:sz w:val="20"/>
          <w:szCs w:val="20"/>
          <w:lang w:val="es-CO"/>
        </w:rPr>
        <w:t xml:space="preserve">Bus Rapid </w:t>
      </w:r>
      <w:proofErr w:type="spellStart"/>
      <w:r w:rsidR="00806B1D" w:rsidRPr="00860C05">
        <w:rPr>
          <w:rFonts w:asciiTheme="minorHAnsi" w:hAnsiTheme="minorHAnsi" w:cstheme="minorHAnsi"/>
          <w:b/>
          <w:bCs/>
          <w:color w:val="3A3939" w:themeColor="background2" w:themeShade="BF"/>
          <w:sz w:val="20"/>
          <w:szCs w:val="20"/>
          <w:lang w:val="es-CO"/>
        </w:rPr>
        <w:t>Transit</w:t>
      </w:r>
      <w:proofErr w:type="spellEnd"/>
      <w:r w:rsidRPr="00860C05">
        <w:rPr>
          <w:rFonts w:asciiTheme="minorHAnsi" w:hAnsiTheme="minorHAnsi" w:cstheme="minorHAnsi"/>
          <w:b/>
          <w:bCs/>
          <w:color w:val="3A3939" w:themeColor="background2" w:themeShade="BF"/>
          <w:sz w:val="20"/>
          <w:szCs w:val="20"/>
          <w:lang w:val="es-CO"/>
        </w:rPr>
        <w:t>)</w:t>
      </w:r>
      <w:r w:rsidR="00C61BF0" w:rsidRPr="00860C05">
        <w:rPr>
          <w:rFonts w:asciiTheme="minorHAnsi" w:hAnsiTheme="minorHAnsi" w:cstheme="minorHAnsi"/>
          <w:b/>
          <w:bCs/>
          <w:color w:val="3A3939" w:themeColor="background2" w:themeShade="BF"/>
          <w:sz w:val="20"/>
          <w:szCs w:val="20"/>
          <w:lang w:val="es-CO"/>
        </w:rPr>
        <w:t>-</w:t>
      </w:r>
      <w:r w:rsidR="00806B1D" w:rsidRPr="00860C05">
        <w:rPr>
          <w:rFonts w:asciiTheme="minorHAnsi" w:hAnsiTheme="minorHAnsi" w:cstheme="minorHAnsi"/>
          <w:b/>
          <w:bCs/>
          <w:color w:val="3A3939" w:themeColor="background2" w:themeShade="BF"/>
          <w:sz w:val="20"/>
          <w:szCs w:val="20"/>
          <w:lang w:val="es-CO"/>
        </w:rPr>
        <w:t xml:space="preserve"> Bus de Transito Rápido</w:t>
      </w:r>
      <w:r w:rsidR="00C61BF0" w:rsidRPr="00860C05">
        <w:rPr>
          <w:rFonts w:asciiTheme="minorHAnsi" w:hAnsiTheme="minorHAnsi" w:cstheme="minorHAnsi"/>
          <w:color w:val="3A3939" w:themeColor="background2" w:themeShade="BF"/>
          <w:sz w:val="20"/>
          <w:szCs w:val="20"/>
          <w:lang w:val="es-CO"/>
        </w:rPr>
        <w:t>: E</w:t>
      </w:r>
      <w:r w:rsidR="00806B1D" w:rsidRPr="00860C05">
        <w:rPr>
          <w:rFonts w:asciiTheme="minorHAnsi" w:hAnsiTheme="minorHAnsi" w:cstheme="minorHAnsi"/>
          <w:color w:val="3A3939" w:themeColor="background2" w:themeShade="BF"/>
          <w:sz w:val="20"/>
          <w:szCs w:val="20"/>
          <w:lang w:val="es-CO"/>
        </w:rPr>
        <w:t>s un Sistema de transporte de pasajeros, que cuenta con estaciones y vías o carriles exclusivos, por las cuales circulan buses con rutas prestablecidas</w:t>
      </w:r>
    </w:p>
    <w:p w14:paraId="5A01D492" w14:textId="09CCBB69" w:rsidR="00AE0EEA" w:rsidRPr="00860C05" w:rsidRDefault="002B5B2B"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bCs/>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Capacidad Financiera: </w:t>
      </w:r>
      <w:r w:rsidR="005F36B1" w:rsidRPr="00860C05">
        <w:rPr>
          <w:rFonts w:asciiTheme="minorHAnsi" w:hAnsiTheme="minorHAnsi" w:cstheme="minorHAnsi"/>
          <w:color w:val="3A3939" w:themeColor="background2" w:themeShade="BF"/>
          <w:sz w:val="20"/>
          <w:szCs w:val="20"/>
          <w:lang w:val="es-CO"/>
        </w:rPr>
        <w:t>Son las c</w:t>
      </w:r>
      <w:r w:rsidRPr="00860C05">
        <w:rPr>
          <w:rFonts w:asciiTheme="minorHAnsi" w:hAnsiTheme="minorHAnsi" w:cstheme="minorHAnsi"/>
          <w:color w:val="3A3939" w:themeColor="background2" w:themeShade="BF"/>
          <w:sz w:val="20"/>
          <w:szCs w:val="20"/>
          <w:lang w:val="es-CO"/>
        </w:rPr>
        <w:t xml:space="preserve">ondiciones </w:t>
      </w:r>
      <w:r w:rsidR="00927A6D" w:rsidRPr="00860C05">
        <w:rPr>
          <w:rFonts w:asciiTheme="minorHAnsi" w:hAnsiTheme="minorHAnsi" w:cstheme="minorHAnsi"/>
          <w:color w:val="3A3939" w:themeColor="background2" w:themeShade="BF"/>
          <w:sz w:val="20"/>
          <w:szCs w:val="20"/>
          <w:lang w:val="es-CO"/>
        </w:rPr>
        <w:t xml:space="preserve">mínimas que reflejan la salud financiera de los </w:t>
      </w:r>
      <w:r w:rsidR="005125D4" w:rsidRPr="00860C05">
        <w:rPr>
          <w:rFonts w:asciiTheme="minorHAnsi" w:hAnsiTheme="minorHAnsi" w:cstheme="minorHAnsi"/>
          <w:color w:val="3A3939" w:themeColor="background2" w:themeShade="BF"/>
          <w:sz w:val="20"/>
          <w:szCs w:val="20"/>
          <w:lang w:val="es-CO"/>
        </w:rPr>
        <w:t>Proponente</w:t>
      </w:r>
      <w:r w:rsidR="00927A6D" w:rsidRPr="00860C05">
        <w:rPr>
          <w:rFonts w:asciiTheme="minorHAnsi" w:hAnsiTheme="minorHAnsi" w:cstheme="minorHAnsi"/>
          <w:color w:val="3A3939" w:themeColor="background2" w:themeShade="BF"/>
          <w:sz w:val="20"/>
          <w:szCs w:val="20"/>
          <w:lang w:val="es-CO"/>
        </w:rPr>
        <w:t>s a través de su liquidez y endeudamiento.</w:t>
      </w:r>
      <w:r w:rsidR="00927A6D" w:rsidRPr="00860C05">
        <w:rPr>
          <w:rFonts w:asciiTheme="minorHAnsi" w:hAnsiTheme="minorHAnsi" w:cstheme="minorHAnsi"/>
          <w:b/>
          <w:bCs/>
          <w:color w:val="3A3939" w:themeColor="background2" w:themeShade="BF"/>
          <w:sz w:val="20"/>
          <w:szCs w:val="20"/>
          <w:lang w:val="es-CO"/>
        </w:rPr>
        <w:t xml:space="preserve"> </w:t>
      </w:r>
    </w:p>
    <w:p w14:paraId="1344C3C0" w14:textId="53173159" w:rsidR="00F70C8B" w:rsidRPr="00860C05"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bCs/>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Capacidad Organizacional: </w:t>
      </w:r>
      <w:r w:rsidR="005F36B1" w:rsidRPr="00860C05">
        <w:rPr>
          <w:rFonts w:asciiTheme="minorHAnsi" w:hAnsiTheme="minorHAnsi" w:cstheme="minorHAnsi"/>
          <w:color w:val="3A3939" w:themeColor="background2" w:themeShade="BF"/>
          <w:sz w:val="20"/>
          <w:szCs w:val="20"/>
          <w:lang w:val="es-CO"/>
        </w:rPr>
        <w:t xml:space="preserve">Es </w:t>
      </w:r>
      <w:r w:rsidRPr="00860C05">
        <w:rPr>
          <w:rFonts w:asciiTheme="minorHAnsi" w:hAnsiTheme="minorHAnsi" w:cstheme="minorHAnsi"/>
          <w:color w:val="3A3939" w:themeColor="background2" w:themeShade="BF"/>
          <w:sz w:val="20"/>
          <w:szCs w:val="20"/>
          <w:lang w:val="es-CO"/>
        </w:rPr>
        <w:t xml:space="preserve">la aptitud de un </w:t>
      </w:r>
      <w:r w:rsidR="005125D4" w:rsidRPr="00860C05">
        <w:rPr>
          <w:rFonts w:asciiTheme="minorHAnsi" w:hAnsiTheme="minorHAnsi" w:cstheme="minorHAnsi"/>
          <w:color w:val="3A3939" w:themeColor="background2" w:themeShade="BF"/>
          <w:sz w:val="20"/>
          <w:szCs w:val="20"/>
          <w:lang w:val="es-CO"/>
        </w:rPr>
        <w:t>Proponente</w:t>
      </w:r>
      <w:r w:rsidRPr="00860C05">
        <w:rPr>
          <w:rFonts w:asciiTheme="minorHAnsi" w:hAnsiTheme="minorHAnsi" w:cstheme="minorHAnsi"/>
          <w:color w:val="3A3939" w:themeColor="background2" w:themeShade="BF"/>
          <w:sz w:val="20"/>
          <w:szCs w:val="20"/>
          <w:lang w:val="es-CO"/>
        </w:rPr>
        <w:t xml:space="preserve"> para cumplir oportuna y cabalmente el objeto del contrato en función de su organización interna</w:t>
      </w:r>
      <w:r w:rsidR="003B0AC0" w:rsidRPr="00860C05">
        <w:rPr>
          <w:rFonts w:asciiTheme="minorHAnsi" w:hAnsiTheme="minorHAnsi" w:cstheme="minorHAnsi"/>
          <w:color w:val="3A3939" w:themeColor="background2" w:themeShade="BF"/>
          <w:sz w:val="20"/>
          <w:szCs w:val="20"/>
          <w:lang w:val="es-CO"/>
        </w:rPr>
        <w:t>. Son aquellos contenidos en el artículo 2.2.1.1.1.5.3 del Decreto 1082 de 2015</w:t>
      </w:r>
    </w:p>
    <w:p w14:paraId="50166701" w14:textId="77777777" w:rsidR="0033687F" w:rsidRPr="00860C05" w:rsidRDefault="005125D4"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Certificado de Disponibilidad P</w:t>
      </w:r>
      <w:r w:rsidR="00F70C8B" w:rsidRPr="00860C05">
        <w:rPr>
          <w:rFonts w:asciiTheme="minorHAnsi" w:hAnsiTheme="minorHAnsi" w:cstheme="minorHAnsi"/>
          <w:b/>
          <w:bCs/>
          <w:color w:val="3A3939" w:themeColor="background2" w:themeShade="BF"/>
          <w:sz w:val="20"/>
          <w:szCs w:val="20"/>
          <w:lang w:val="es-CO"/>
        </w:rPr>
        <w:t xml:space="preserve">resupuestal: </w:t>
      </w:r>
      <w:r w:rsidR="003607EC" w:rsidRPr="00860C05">
        <w:rPr>
          <w:rFonts w:asciiTheme="minorHAnsi" w:hAnsiTheme="minorHAnsi" w:cstheme="minorHAnsi"/>
          <w:color w:val="3A3939" w:themeColor="background2" w:themeShade="BF"/>
          <w:sz w:val="20"/>
          <w:szCs w:val="20"/>
          <w:lang w:val="es-CO"/>
        </w:rPr>
        <w:t>Es el d</w:t>
      </w:r>
      <w:r w:rsidR="00F70C8B" w:rsidRPr="00860C05">
        <w:rPr>
          <w:rFonts w:asciiTheme="minorHAnsi" w:hAnsiTheme="minorHAnsi" w:cstheme="minorHAnsi"/>
          <w:color w:val="3A3939" w:themeColor="background2" w:themeShade="BF"/>
          <w:sz w:val="20"/>
          <w:szCs w:val="20"/>
          <w:lang w:val="es-CO"/>
        </w:rPr>
        <w:t>ocumento que acredita la disponibilidad de presupuesto para el presente proceso de selección.</w:t>
      </w:r>
    </w:p>
    <w:p w14:paraId="21781B2D" w14:textId="77777777" w:rsidR="00F70C8B" w:rsidRPr="00860C05"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Consorcio: </w:t>
      </w:r>
      <w:r w:rsidR="005125D4" w:rsidRPr="00860C05">
        <w:rPr>
          <w:rFonts w:asciiTheme="minorHAnsi" w:hAnsiTheme="minorHAnsi" w:cstheme="minorHAnsi"/>
          <w:color w:val="3A3939" w:themeColor="background2" w:themeShade="BF"/>
          <w:sz w:val="20"/>
          <w:szCs w:val="20"/>
          <w:lang w:val="es-CO"/>
        </w:rPr>
        <w:t xml:space="preserve">Es la situación en la que </w:t>
      </w:r>
      <w:r w:rsidRPr="00860C05">
        <w:rPr>
          <w:rFonts w:asciiTheme="minorHAnsi" w:hAnsiTheme="minorHAnsi" w:cstheme="minorHAnsi"/>
          <w:color w:val="3A3939" w:themeColor="background2" w:themeShade="BF"/>
          <w:sz w:val="20"/>
          <w:szCs w:val="20"/>
          <w:lang w:val="es-CO"/>
        </w:rPr>
        <w:t>dos o más personas en forma conjunta presentan una misma propuesta para la adjudicación, celebración y ejecución de un contrato, respondiendo solidariamente de todas y cada una de las obligaciones derivadas de la propuesta y del contrato.</w:t>
      </w:r>
    </w:p>
    <w:p w14:paraId="17B75A60" w14:textId="01D4204A" w:rsidR="00982076" w:rsidRPr="00860C05" w:rsidRDefault="00A122D9"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Contratista: </w:t>
      </w:r>
      <w:r w:rsidR="007038FC" w:rsidRPr="00860C05">
        <w:rPr>
          <w:rFonts w:asciiTheme="minorHAnsi" w:hAnsiTheme="minorHAnsi" w:cstheme="minorHAnsi"/>
          <w:color w:val="3A3939" w:themeColor="background2" w:themeShade="BF"/>
          <w:sz w:val="20"/>
          <w:szCs w:val="20"/>
          <w:lang w:val="es-CO"/>
        </w:rPr>
        <w:t>Es la persona natural</w:t>
      </w:r>
      <w:r w:rsidR="00DB0B82" w:rsidRPr="00860C05">
        <w:rPr>
          <w:rFonts w:asciiTheme="minorHAnsi" w:hAnsiTheme="minorHAnsi" w:cstheme="minorHAnsi"/>
          <w:color w:val="3A3939" w:themeColor="background2" w:themeShade="BF"/>
          <w:sz w:val="20"/>
          <w:szCs w:val="20"/>
          <w:lang w:val="es-CO"/>
        </w:rPr>
        <w:t>, jurídica</w:t>
      </w:r>
      <w:r w:rsidR="007038FC" w:rsidRPr="00860C05">
        <w:rPr>
          <w:rFonts w:asciiTheme="minorHAnsi" w:hAnsiTheme="minorHAnsi" w:cstheme="minorHAnsi"/>
          <w:color w:val="3A3939" w:themeColor="background2" w:themeShade="BF"/>
          <w:sz w:val="20"/>
          <w:szCs w:val="20"/>
          <w:lang w:val="es-CO"/>
        </w:rPr>
        <w:t xml:space="preserve"> o el grupo de personas </w:t>
      </w:r>
      <w:r w:rsidR="00DB0B82" w:rsidRPr="00860C05">
        <w:rPr>
          <w:rFonts w:asciiTheme="minorHAnsi" w:hAnsiTheme="minorHAnsi" w:cstheme="minorHAnsi"/>
          <w:color w:val="3A3939" w:themeColor="background2" w:themeShade="BF"/>
          <w:sz w:val="20"/>
          <w:szCs w:val="20"/>
          <w:lang w:val="es-CO"/>
        </w:rPr>
        <w:t>jurídicas</w:t>
      </w:r>
      <w:r w:rsidR="007038FC" w:rsidRPr="00860C05">
        <w:rPr>
          <w:rFonts w:asciiTheme="minorHAnsi" w:hAnsiTheme="minorHAnsi" w:cstheme="minorHAnsi"/>
          <w:color w:val="3A3939" w:themeColor="background2" w:themeShade="BF"/>
          <w:sz w:val="20"/>
          <w:szCs w:val="20"/>
          <w:lang w:val="es-CO"/>
        </w:rPr>
        <w:t xml:space="preserve"> o naturales, nacionales o extranjeras, asociadas entre sí que </w:t>
      </w:r>
      <w:r w:rsidR="00E24FA8" w:rsidRPr="00860C05">
        <w:rPr>
          <w:rFonts w:asciiTheme="minorHAnsi" w:hAnsiTheme="minorHAnsi" w:cstheme="minorHAnsi"/>
          <w:color w:val="3A3939" w:themeColor="background2" w:themeShade="BF"/>
          <w:sz w:val="20"/>
          <w:szCs w:val="20"/>
          <w:lang w:val="es-CO"/>
        </w:rPr>
        <w:t>suscribe</w:t>
      </w:r>
      <w:r w:rsidR="00702E00" w:rsidRPr="00860C05">
        <w:rPr>
          <w:rFonts w:asciiTheme="minorHAnsi" w:hAnsiTheme="minorHAnsi" w:cstheme="minorHAnsi"/>
          <w:color w:val="3A3939" w:themeColor="background2" w:themeShade="BF"/>
          <w:sz w:val="20"/>
          <w:szCs w:val="20"/>
          <w:lang w:val="es-CO"/>
        </w:rPr>
        <w:t xml:space="preserve">n </w:t>
      </w:r>
      <w:r w:rsidR="007038FC" w:rsidRPr="00860C05">
        <w:rPr>
          <w:rFonts w:asciiTheme="minorHAnsi" w:hAnsiTheme="minorHAnsi" w:cstheme="minorHAnsi"/>
          <w:color w:val="3A3939" w:themeColor="background2" w:themeShade="BF"/>
          <w:sz w:val="20"/>
          <w:szCs w:val="20"/>
          <w:lang w:val="es-CO"/>
        </w:rPr>
        <w:t>un co</w:t>
      </w:r>
      <w:r w:rsidR="006818DA" w:rsidRPr="00860C05">
        <w:rPr>
          <w:rFonts w:asciiTheme="minorHAnsi" w:hAnsiTheme="minorHAnsi" w:cstheme="minorHAnsi"/>
          <w:color w:val="3A3939" w:themeColor="background2" w:themeShade="BF"/>
          <w:sz w:val="20"/>
          <w:szCs w:val="20"/>
          <w:lang w:val="es-CO"/>
        </w:rPr>
        <w:t xml:space="preserve">ntrato con </w:t>
      </w:r>
      <w:r w:rsidR="00BD6FE4" w:rsidRPr="00860C05">
        <w:rPr>
          <w:rFonts w:asciiTheme="minorHAnsi" w:hAnsiTheme="minorHAnsi" w:cstheme="minorHAnsi"/>
          <w:color w:val="3A3939" w:themeColor="background2" w:themeShade="BF"/>
          <w:sz w:val="20"/>
          <w:szCs w:val="20"/>
          <w:lang w:val="es-CO"/>
        </w:rPr>
        <w:t xml:space="preserve">el fin de ejecutar el objeto </w:t>
      </w:r>
      <w:r w:rsidR="006B6748" w:rsidRPr="00860C05">
        <w:rPr>
          <w:rFonts w:asciiTheme="minorHAnsi" w:hAnsiTheme="minorHAnsi" w:cstheme="minorHAnsi"/>
          <w:color w:val="3A3939" w:themeColor="background2" w:themeShade="BF"/>
          <w:sz w:val="20"/>
          <w:szCs w:val="20"/>
          <w:lang w:val="es-CO"/>
        </w:rPr>
        <w:t>bajo las condiciones d</w:t>
      </w:r>
      <w:r w:rsidR="00702E00" w:rsidRPr="00860C05">
        <w:rPr>
          <w:rFonts w:asciiTheme="minorHAnsi" w:hAnsiTheme="minorHAnsi" w:cstheme="minorHAnsi"/>
          <w:color w:val="3A3939" w:themeColor="background2" w:themeShade="BF"/>
          <w:sz w:val="20"/>
          <w:szCs w:val="20"/>
          <w:lang w:val="es-CO"/>
        </w:rPr>
        <w:t>e modo, tiempo y lugar que en é</w:t>
      </w:r>
      <w:r w:rsidR="006B6748" w:rsidRPr="00860C05">
        <w:rPr>
          <w:rFonts w:asciiTheme="minorHAnsi" w:hAnsiTheme="minorHAnsi" w:cstheme="minorHAnsi"/>
          <w:color w:val="3A3939" w:themeColor="background2" w:themeShade="BF"/>
          <w:sz w:val="20"/>
          <w:szCs w:val="20"/>
          <w:lang w:val="es-CO"/>
        </w:rPr>
        <w:t>l se establecen</w:t>
      </w:r>
      <w:r w:rsidR="00BD6FE4" w:rsidRPr="00860C05">
        <w:rPr>
          <w:rFonts w:asciiTheme="minorHAnsi" w:hAnsiTheme="minorHAnsi" w:cstheme="minorHAnsi"/>
          <w:color w:val="3A3939" w:themeColor="background2" w:themeShade="BF"/>
          <w:sz w:val="20"/>
          <w:szCs w:val="20"/>
          <w:lang w:val="es-CO"/>
        </w:rPr>
        <w:t>.</w:t>
      </w:r>
    </w:p>
    <w:p w14:paraId="7012E439" w14:textId="4B57F928" w:rsidR="006A0595" w:rsidRPr="00860C05" w:rsidRDefault="00736578"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Contrato de Obra</w:t>
      </w:r>
      <w:r w:rsidR="00A13ACC" w:rsidRPr="00860C05">
        <w:rPr>
          <w:rFonts w:asciiTheme="minorHAnsi" w:hAnsiTheme="minorHAnsi" w:cstheme="minorHAnsi"/>
          <w:b/>
          <w:bCs/>
          <w:color w:val="3A3939" w:themeColor="background2" w:themeShade="BF"/>
          <w:sz w:val="20"/>
          <w:szCs w:val="20"/>
          <w:lang w:val="es-CO"/>
        </w:rPr>
        <w:t xml:space="preserve">: </w:t>
      </w:r>
      <w:r w:rsidRPr="00860C05">
        <w:rPr>
          <w:rFonts w:asciiTheme="minorHAnsi" w:hAnsiTheme="minorHAnsi" w:cstheme="minorHAnsi"/>
          <w:color w:val="3A3939" w:themeColor="background2" w:themeShade="BF"/>
          <w:sz w:val="20"/>
          <w:szCs w:val="20"/>
          <w:lang w:val="es-CO"/>
        </w:rPr>
        <w:t>Son contratos de obra los que celebren las entidades estatales para la construcción, mantenimiento, instalación y, en general, para la realización de cualquier otro trabajo material sobre bienes inmuebles, cualquiera que sea la modalidad de ejecución y pago.</w:t>
      </w:r>
    </w:p>
    <w:p w14:paraId="3B726BC5" w14:textId="7433E4CE" w:rsidR="00F00185" w:rsidRPr="00860C05" w:rsidRDefault="00802B76"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Contrato llave en mano: </w:t>
      </w:r>
      <w:r w:rsidR="00F00185" w:rsidRPr="00860C05">
        <w:rPr>
          <w:rFonts w:asciiTheme="minorHAnsi" w:hAnsiTheme="minorHAnsi" w:cstheme="minorHAnsi"/>
          <w:color w:val="3A3939" w:themeColor="background2" w:themeShade="BF"/>
          <w:sz w:val="20"/>
          <w:szCs w:val="20"/>
          <w:lang w:val="es-CO"/>
        </w:rPr>
        <w:t>En esta modalidad, el contratista se compromete a realizar todas las labores relacionadas con la obra incluyendo los diseños, estudios de factibilidad, construcción, contratación del personal, instalaciones y suministros y la contraprestación a cargo del contratista es la obra terminada y en funcionamiento. El precio corresponde a un valor previamente establecido que opera como remuneración por todas las gestiones que adelanta el contratista.</w:t>
      </w:r>
    </w:p>
    <w:p w14:paraId="731CCB0D" w14:textId="48C7E108" w:rsidR="0027017E" w:rsidRPr="00860C05" w:rsidRDefault="0027017E"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bCs/>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Documentos Tipo: </w:t>
      </w:r>
      <w:r w:rsidRPr="00860C05">
        <w:rPr>
          <w:rFonts w:asciiTheme="minorHAnsi" w:hAnsiTheme="minorHAnsi" w:cstheme="minorHAnsi"/>
          <w:color w:val="3A3939" w:themeColor="background2" w:themeShade="BF"/>
          <w:sz w:val="20"/>
          <w:szCs w:val="20"/>
          <w:lang w:val="es-CO"/>
        </w:rPr>
        <w:t xml:space="preserve">Son los documentos adoptados por el Gobierno Nacional para un tipo de contrato que incorporan los Pliegos de Condiciones Tipo, sus anexos, matrices y demás </w:t>
      </w:r>
      <w:r w:rsidRPr="00860C05">
        <w:rPr>
          <w:rFonts w:asciiTheme="minorHAnsi" w:hAnsiTheme="minorHAnsi" w:cstheme="minorHAnsi"/>
          <w:color w:val="3A3939" w:themeColor="background2" w:themeShade="BF"/>
          <w:sz w:val="20"/>
          <w:szCs w:val="20"/>
          <w:lang w:val="es-CO"/>
        </w:rPr>
        <w:lastRenderedPageBreak/>
        <w:t xml:space="preserve">documentos que incluyen las condiciones habilitantes, factores técnicos, económicos y otros factores de escogencia. </w:t>
      </w:r>
    </w:p>
    <w:p w14:paraId="1FCA4643" w14:textId="2033825C" w:rsidR="006A0595" w:rsidRPr="00860C05" w:rsidRDefault="00982076"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EPC</w:t>
      </w:r>
      <w:r w:rsidR="00460E44" w:rsidRPr="00860C05">
        <w:rPr>
          <w:rFonts w:asciiTheme="minorHAnsi" w:hAnsiTheme="minorHAnsi" w:cstheme="minorHAnsi"/>
          <w:b/>
          <w:bCs/>
          <w:color w:val="3A3939" w:themeColor="background2" w:themeShade="BF"/>
          <w:sz w:val="20"/>
          <w:szCs w:val="20"/>
          <w:lang w:val="es-CO"/>
        </w:rPr>
        <w:t xml:space="preserve"> (</w:t>
      </w:r>
      <w:r w:rsidR="00F157E0" w:rsidRPr="00860C05">
        <w:rPr>
          <w:rFonts w:asciiTheme="minorHAnsi" w:hAnsiTheme="minorHAnsi" w:cstheme="minorHAnsi"/>
          <w:b/>
          <w:bCs/>
          <w:color w:val="3A3939" w:themeColor="background2" w:themeShade="BF"/>
          <w:sz w:val="20"/>
          <w:szCs w:val="20"/>
          <w:lang w:val="es-CO"/>
        </w:rPr>
        <w:t>por sus siglas en inglés</w:t>
      </w:r>
      <w:r w:rsidR="006A0595" w:rsidRPr="00860C05">
        <w:rPr>
          <w:rFonts w:asciiTheme="minorHAnsi" w:hAnsiTheme="minorHAnsi" w:cstheme="minorHAnsi"/>
          <w:b/>
          <w:bCs/>
          <w:color w:val="3A3939" w:themeColor="background2" w:themeShade="BF"/>
          <w:sz w:val="20"/>
          <w:szCs w:val="20"/>
          <w:lang w:val="es-CO"/>
        </w:rPr>
        <w:t xml:space="preserve"> </w:t>
      </w:r>
      <w:proofErr w:type="spellStart"/>
      <w:r w:rsidR="006A0595" w:rsidRPr="00860C05">
        <w:rPr>
          <w:rFonts w:asciiTheme="minorHAnsi" w:hAnsiTheme="minorHAnsi" w:cstheme="minorHAnsi"/>
          <w:b/>
          <w:bCs/>
          <w:color w:val="3A3939" w:themeColor="background2" w:themeShade="BF"/>
          <w:sz w:val="20"/>
          <w:szCs w:val="20"/>
          <w:lang w:val="es-CO"/>
        </w:rPr>
        <w:t>Engineering</w:t>
      </w:r>
      <w:proofErr w:type="spellEnd"/>
      <w:r w:rsidR="006A0595" w:rsidRPr="00860C05">
        <w:rPr>
          <w:rFonts w:asciiTheme="minorHAnsi" w:hAnsiTheme="minorHAnsi" w:cstheme="minorHAnsi"/>
          <w:b/>
          <w:bCs/>
          <w:color w:val="3A3939" w:themeColor="background2" w:themeShade="BF"/>
          <w:sz w:val="20"/>
          <w:szCs w:val="20"/>
          <w:lang w:val="es-CO"/>
        </w:rPr>
        <w:t xml:space="preserve">, </w:t>
      </w:r>
      <w:proofErr w:type="spellStart"/>
      <w:r w:rsidR="006A0595" w:rsidRPr="00860C05">
        <w:rPr>
          <w:rFonts w:asciiTheme="minorHAnsi" w:hAnsiTheme="minorHAnsi" w:cstheme="minorHAnsi"/>
          <w:b/>
          <w:bCs/>
          <w:color w:val="3A3939" w:themeColor="background2" w:themeShade="BF"/>
          <w:sz w:val="20"/>
          <w:szCs w:val="20"/>
          <w:lang w:val="es-CO"/>
        </w:rPr>
        <w:t>Procurement</w:t>
      </w:r>
      <w:proofErr w:type="spellEnd"/>
      <w:r w:rsidR="006A0595" w:rsidRPr="00860C05">
        <w:rPr>
          <w:rFonts w:asciiTheme="minorHAnsi" w:hAnsiTheme="minorHAnsi" w:cstheme="minorHAnsi"/>
          <w:b/>
          <w:bCs/>
          <w:color w:val="3A3939" w:themeColor="background2" w:themeShade="BF"/>
          <w:sz w:val="20"/>
          <w:szCs w:val="20"/>
          <w:lang w:val="es-CO"/>
        </w:rPr>
        <w:t xml:space="preserve"> and </w:t>
      </w:r>
      <w:proofErr w:type="spellStart"/>
      <w:r w:rsidR="006A0595" w:rsidRPr="00860C05">
        <w:rPr>
          <w:rFonts w:asciiTheme="minorHAnsi" w:hAnsiTheme="minorHAnsi" w:cstheme="minorHAnsi"/>
          <w:b/>
          <w:bCs/>
          <w:color w:val="3A3939" w:themeColor="background2" w:themeShade="BF"/>
          <w:sz w:val="20"/>
          <w:szCs w:val="20"/>
          <w:lang w:val="es-CO"/>
        </w:rPr>
        <w:t>Construction</w:t>
      </w:r>
      <w:proofErr w:type="spellEnd"/>
      <w:r w:rsidR="00F157E0" w:rsidRPr="00860C05">
        <w:rPr>
          <w:rFonts w:asciiTheme="minorHAnsi" w:hAnsiTheme="minorHAnsi" w:cstheme="minorHAnsi"/>
          <w:b/>
          <w:bCs/>
          <w:color w:val="3A3939" w:themeColor="background2" w:themeShade="BF"/>
          <w:sz w:val="20"/>
          <w:szCs w:val="20"/>
          <w:lang w:val="es-CO"/>
        </w:rPr>
        <w:t>)</w:t>
      </w:r>
      <w:r w:rsidR="00460E44" w:rsidRPr="00860C05">
        <w:rPr>
          <w:rFonts w:asciiTheme="minorHAnsi" w:hAnsiTheme="minorHAnsi" w:cstheme="minorHAnsi"/>
          <w:b/>
          <w:bCs/>
          <w:color w:val="3A3939" w:themeColor="background2" w:themeShade="BF"/>
          <w:sz w:val="20"/>
          <w:szCs w:val="20"/>
          <w:lang w:val="es-CO"/>
        </w:rPr>
        <w:t xml:space="preserve">: </w:t>
      </w:r>
      <w:r w:rsidR="006A0595" w:rsidRPr="00860C05">
        <w:rPr>
          <w:rFonts w:asciiTheme="minorHAnsi" w:hAnsiTheme="minorHAnsi" w:cstheme="minorHAnsi"/>
          <w:color w:val="3A3939" w:themeColor="background2" w:themeShade="BF"/>
          <w:sz w:val="20"/>
          <w:szCs w:val="20"/>
          <w:lang w:val="es-CO"/>
        </w:rPr>
        <w:t xml:space="preserve">Es </w:t>
      </w:r>
      <w:r w:rsidR="00460E44" w:rsidRPr="00860C05">
        <w:rPr>
          <w:rFonts w:asciiTheme="minorHAnsi" w:hAnsiTheme="minorHAnsi" w:cstheme="minorHAnsi"/>
          <w:color w:val="3A3939" w:themeColor="background2" w:themeShade="BF"/>
          <w:sz w:val="20"/>
          <w:szCs w:val="20"/>
          <w:lang w:val="es-CO"/>
        </w:rPr>
        <w:t xml:space="preserve">un contrato </w:t>
      </w:r>
      <w:r w:rsidR="006A0595" w:rsidRPr="00860C05">
        <w:rPr>
          <w:rFonts w:asciiTheme="minorHAnsi" w:hAnsiTheme="minorHAnsi" w:cstheme="minorHAnsi"/>
          <w:color w:val="3A3939" w:themeColor="background2" w:themeShade="BF"/>
          <w:sz w:val="20"/>
          <w:szCs w:val="20"/>
          <w:lang w:val="es-CO"/>
        </w:rPr>
        <w:t>que tiene como objetivos principales</w:t>
      </w:r>
      <w:r w:rsidR="00460E44" w:rsidRPr="00860C05">
        <w:rPr>
          <w:rFonts w:asciiTheme="minorHAnsi" w:hAnsiTheme="minorHAnsi" w:cstheme="minorHAnsi"/>
          <w:color w:val="3A3939" w:themeColor="background2" w:themeShade="BF"/>
          <w:sz w:val="20"/>
          <w:szCs w:val="20"/>
          <w:lang w:val="es-CO"/>
        </w:rPr>
        <w:t xml:space="preserve"> los servicios de ingeniería, adquisición y construcción</w:t>
      </w:r>
      <w:r w:rsidR="006A0595" w:rsidRPr="00860C05">
        <w:rPr>
          <w:rFonts w:asciiTheme="minorHAnsi" w:hAnsiTheme="minorHAnsi" w:cstheme="minorHAnsi"/>
          <w:color w:val="3A3939" w:themeColor="background2" w:themeShade="BF"/>
          <w:sz w:val="20"/>
          <w:szCs w:val="20"/>
          <w:lang w:val="es-CO"/>
        </w:rPr>
        <w:t xml:space="preserve">. El contratista, junto a sus funciones tradicionales relacionadas con el suministro de equipos, la construcción y la puesta en marcha, asume la ingeniería del proyecto y </w:t>
      </w:r>
      <w:r w:rsidR="00460E44" w:rsidRPr="00860C05">
        <w:rPr>
          <w:rFonts w:asciiTheme="minorHAnsi" w:hAnsiTheme="minorHAnsi" w:cstheme="minorHAnsi"/>
          <w:color w:val="3A3939" w:themeColor="background2" w:themeShade="BF"/>
          <w:sz w:val="20"/>
          <w:szCs w:val="20"/>
          <w:lang w:val="es-CO"/>
        </w:rPr>
        <w:t xml:space="preserve">la </w:t>
      </w:r>
      <w:r w:rsidR="006A0595" w:rsidRPr="00860C05">
        <w:rPr>
          <w:rFonts w:asciiTheme="minorHAnsi" w:hAnsiTheme="minorHAnsi" w:cstheme="minorHAnsi"/>
          <w:color w:val="3A3939" w:themeColor="background2" w:themeShade="BF"/>
          <w:sz w:val="20"/>
          <w:szCs w:val="20"/>
          <w:lang w:val="es-CO"/>
        </w:rPr>
        <w:t>responsabilidad global frente al cliente o contratante.</w:t>
      </w:r>
      <w:r w:rsidR="00460E44" w:rsidRPr="00860C05">
        <w:rPr>
          <w:rFonts w:asciiTheme="minorHAnsi" w:hAnsiTheme="minorHAnsi" w:cstheme="minorHAnsi"/>
          <w:color w:val="3A3939" w:themeColor="background2" w:themeShade="BF"/>
          <w:sz w:val="20"/>
          <w:szCs w:val="20"/>
          <w:lang w:val="es-CO"/>
        </w:rPr>
        <w:t xml:space="preserve"> También es denominado como contrato de construcción “llave en mano”.</w:t>
      </w:r>
    </w:p>
    <w:p w14:paraId="2DF62D04" w14:textId="5F63557A" w:rsidR="000849B7" w:rsidRPr="00860C05" w:rsidRDefault="00736578"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Estados Financieros:</w:t>
      </w:r>
      <w:r w:rsidRPr="00860C05">
        <w:rPr>
          <w:rFonts w:asciiTheme="minorHAnsi" w:hAnsiTheme="minorHAnsi" w:cstheme="minorHAnsi"/>
          <w:color w:val="3A3939" w:themeColor="background2" w:themeShade="BF"/>
          <w:sz w:val="20"/>
          <w:szCs w:val="20"/>
          <w:lang w:val="es-CO"/>
        </w:rPr>
        <w:t xml:space="preserve"> </w:t>
      </w:r>
      <w:r w:rsidR="00836D64" w:rsidRPr="00860C05">
        <w:rPr>
          <w:rFonts w:asciiTheme="minorHAnsi" w:hAnsiTheme="minorHAnsi" w:cstheme="minorHAnsi"/>
          <w:color w:val="3A3939" w:themeColor="background2" w:themeShade="BF"/>
          <w:sz w:val="20"/>
          <w:szCs w:val="20"/>
          <w:lang w:val="es-CO"/>
        </w:rPr>
        <w:t xml:space="preserve">Un juego completo de estados financieros comprende: (a) un estado de situación financiera al final del periodo; (b) un estado del resultado integral del periodo; (c) un estado de cambios en el patrimonio del periodo; (d) un estado de flujos de efectivo del periodo; (e) notas, que incluyan un resumen de las políticas contables más significativas y otra información explicativa; y (f) un estado de situación financiera al principio del primer periodo comparativo, cuando una entidad aplique una política contable retroactivamente o realice una </w:t>
      </w:r>
      <w:proofErr w:type="spellStart"/>
      <w:r w:rsidR="00836D64" w:rsidRPr="00860C05">
        <w:rPr>
          <w:rFonts w:asciiTheme="minorHAnsi" w:hAnsiTheme="minorHAnsi" w:cstheme="minorHAnsi"/>
          <w:color w:val="3A3939" w:themeColor="background2" w:themeShade="BF"/>
          <w:sz w:val="20"/>
          <w:szCs w:val="20"/>
          <w:lang w:val="es-CO"/>
        </w:rPr>
        <w:t>reexpresión</w:t>
      </w:r>
      <w:proofErr w:type="spellEnd"/>
      <w:r w:rsidR="00836D64" w:rsidRPr="00860C05">
        <w:rPr>
          <w:rFonts w:asciiTheme="minorHAnsi" w:hAnsiTheme="minorHAnsi" w:cstheme="minorHAnsi"/>
          <w:color w:val="3A3939" w:themeColor="background2" w:themeShade="BF"/>
          <w:sz w:val="20"/>
          <w:szCs w:val="20"/>
          <w:lang w:val="es-CO"/>
        </w:rPr>
        <w:t xml:space="preserve"> retroactiva de partidas en sus estados financieros, o cuando reclasifique partidas en sus estados financieros.</w:t>
      </w:r>
    </w:p>
    <w:p w14:paraId="5829C087" w14:textId="77777777" w:rsidR="00B021FA" w:rsidRPr="00860C05"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Estudios Previos: </w:t>
      </w:r>
      <w:r w:rsidRPr="00860C05">
        <w:rPr>
          <w:rFonts w:asciiTheme="minorHAnsi" w:hAnsiTheme="minorHAnsi" w:cstheme="minorHAnsi"/>
          <w:color w:val="3A3939" w:themeColor="background2" w:themeShade="BF"/>
          <w:sz w:val="20"/>
          <w:szCs w:val="20"/>
          <w:lang w:val="es-CO"/>
        </w:rPr>
        <w:t xml:space="preserve">Es la justificación jurídica, técnica, económica y financiera del proyecto que realiza la </w:t>
      </w:r>
      <w:r w:rsidR="005125D4" w:rsidRPr="00860C05">
        <w:rPr>
          <w:rFonts w:asciiTheme="minorHAnsi" w:hAnsiTheme="minorHAnsi" w:cstheme="minorHAnsi"/>
          <w:color w:val="3A3939" w:themeColor="background2" w:themeShade="BF"/>
          <w:sz w:val="20"/>
          <w:szCs w:val="20"/>
          <w:lang w:val="es-CO"/>
        </w:rPr>
        <w:t>Entidad de acuerdo con la L</w:t>
      </w:r>
      <w:r w:rsidRPr="00860C05">
        <w:rPr>
          <w:rFonts w:asciiTheme="minorHAnsi" w:hAnsiTheme="minorHAnsi" w:cstheme="minorHAnsi"/>
          <w:color w:val="3A3939" w:themeColor="background2" w:themeShade="BF"/>
          <w:sz w:val="20"/>
          <w:szCs w:val="20"/>
          <w:lang w:val="es-CO"/>
        </w:rPr>
        <w:t>ey 80 de 19</w:t>
      </w:r>
      <w:r w:rsidR="005125D4" w:rsidRPr="00860C05">
        <w:rPr>
          <w:rFonts w:asciiTheme="minorHAnsi" w:hAnsiTheme="minorHAnsi" w:cstheme="minorHAnsi"/>
          <w:color w:val="3A3939" w:themeColor="background2" w:themeShade="BF"/>
          <w:sz w:val="20"/>
          <w:szCs w:val="20"/>
          <w:lang w:val="es-CO"/>
        </w:rPr>
        <w:t xml:space="preserve">93, Ley 1150 de 2007 y el Decreto </w:t>
      </w:r>
      <w:r w:rsidRPr="00860C05">
        <w:rPr>
          <w:rFonts w:asciiTheme="minorHAnsi" w:hAnsiTheme="minorHAnsi" w:cstheme="minorHAnsi"/>
          <w:color w:val="3A3939" w:themeColor="background2" w:themeShade="BF"/>
          <w:sz w:val="20"/>
          <w:szCs w:val="20"/>
          <w:lang w:val="es-CO"/>
        </w:rPr>
        <w:t>1082 de 2015.</w:t>
      </w:r>
    </w:p>
    <w:p w14:paraId="11BDB0A3" w14:textId="77777777" w:rsidR="002137BA" w:rsidRPr="00860C05" w:rsidRDefault="002137BA"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bCs/>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Formato: </w:t>
      </w:r>
      <w:r w:rsidRPr="00860C05">
        <w:rPr>
          <w:rFonts w:asciiTheme="minorHAnsi" w:hAnsiTheme="minorHAnsi" w:cstheme="minorHAnsi"/>
          <w:color w:val="3A3939" w:themeColor="background2" w:themeShade="BF"/>
          <w:sz w:val="20"/>
          <w:szCs w:val="20"/>
          <w:lang w:val="es-CO"/>
        </w:rPr>
        <w:t xml:space="preserve">Son los documentos que aporta el </w:t>
      </w:r>
      <w:r w:rsidR="005125D4" w:rsidRPr="00860C05">
        <w:rPr>
          <w:rFonts w:asciiTheme="minorHAnsi" w:hAnsiTheme="minorHAnsi" w:cstheme="minorHAnsi"/>
          <w:color w:val="3A3939" w:themeColor="background2" w:themeShade="BF"/>
          <w:sz w:val="20"/>
          <w:szCs w:val="20"/>
          <w:lang w:val="es-CO"/>
        </w:rPr>
        <w:t>Proponente</w:t>
      </w:r>
      <w:r w:rsidRPr="00860C05">
        <w:rPr>
          <w:rFonts w:asciiTheme="minorHAnsi" w:hAnsiTheme="minorHAnsi" w:cstheme="minorHAnsi"/>
          <w:color w:val="3A3939" w:themeColor="background2" w:themeShade="BF"/>
          <w:sz w:val="20"/>
          <w:szCs w:val="20"/>
          <w:lang w:val="es-CO"/>
        </w:rPr>
        <w:t xml:space="preserve"> y que hacen parte integral de su oferta.</w:t>
      </w:r>
      <w:r w:rsidRPr="00860C05">
        <w:rPr>
          <w:rFonts w:asciiTheme="minorHAnsi" w:hAnsiTheme="minorHAnsi" w:cstheme="minorHAnsi"/>
          <w:b/>
          <w:bCs/>
          <w:color w:val="3A3939" w:themeColor="background2" w:themeShade="BF"/>
          <w:sz w:val="20"/>
          <w:szCs w:val="20"/>
          <w:lang w:val="es-CO"/>
        </w:rPr>
        <w:t xml:space="preserve"> </w:t>
      </w:r>
    </w:p>
    <w:p w14:paraId="352E1C61" w14:textId="77777777" w:rsidR="002137BA" w:rsidRPr="00860C05" w:rsidRDefault="002137BA"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bCs/>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Formulario: </w:t>
      </w:r>
      <w:r w:rsidRPr="00860C05">
        <w:rPr>
          <w:rFonts w:asciiTheme="minorHAnsi" w:hAnsiTheme="minorHAnsi" w:cstheme="minorHAnsi"/>
          <w:color w:val="3A3939" w:themeColor="background2" w:themeShade="BF"/>
          <w:sz w:val="20"/>
          <w:szCs w:val="20"/>
          <w:lang w:val="es-CO"/>
        </w:rPr>
        <w:t xml:space="preserve">Es el documento </w:t>
      </w:r>
      <w:r w:rsidR="00AC3D51" w:rsidRPr="00860C05">
        <w:rPr>
          <w:rFonts w:asciiTheme="minorHAnsi" w:hAnsiTheme="minorHAnsi" w:cstheme="minorHAnsi"/>
          <w:color w:val="3A3939" w:themeColor="background2" w:themeShade="BF"/>
          <w:sz w:val="20"/>
          <w:szCs w:val="20"/>
          <w:lang w:val="es-CO"/>
        </w:rPr>
        <w:t xml:space="preserve">por medio del cual la Entidad solicita información </w:t>
      </w:r>
      <w:r w:rsidR="00A122D9" w:rsidRPr="00860C05">
        <w:rPr>
          <w:rFonts w:asciiTheme="minorHAnsi" w:hAnsiTheme="minorHAnsi" w:cstheme="minorHAnsi"/>
          <w:color w:val="3A3939" w:themeColor="background2" w:themeShade="BF"/>
          <w:sz w:val="20"/>
          <w:szCs w:val="20"/>
          <w:lang w:val="es-CO"/>
        </w:rPr>
        <w:t>específica</w:t>
      </w:r>
      <w:r w:rsidR="00AC3D51" w:rsidRPr="00860C05">
        <w:rPr>
          <w:rFonts w:asciiTheme="minorHAnsi" w:hAnsiTheme="minorHAnsi" w:cstheme="minorHAnsi"/>
          <w:color w:val="3A3939" w:themeColor="background2" w:themeShade="BF"/>
          <w:sz w:val="20"/>
          <w:szCs w:val="20"/>
          <w:lang w:val="es-CO"/>
        </w:rPr>
        <w:t xml:space="preserve"> </w:t>
      </w:r>
      <w:r w:rsidR="00A122D9" w:rsidRPr="00860C05">
        <w:rPr>
          <w:rFonts w:asciiTheme="minorHAnsi" w:hAnsiTheme="minorHAnsi" w:cstheme="minorHAnsi"/>
          <w:color w:val="3A3939" w:themeColor="background2" w:themeShade="BF"/>
          <w:sz w:val="20"/>
          <w:szCs w:val="20"/>
          <w:lang w:val="es-CO"/>
        </w:rPr>
        <w:t xml:space="preserve">y </w:t>
      </w:r>
      <w:r w:rsidR="00AC3D51" w:rsidRPr="00860C05">
        <w:rPr>
          <w:rFonts w:asciiTheme="minorHAnsi" w:hAnsiTheme="minorHAnsi" w:cstheme="minorHAnsi"/>
          <w:color w:val="3A3939" w:themeColor="background2" w:themeShade="BF"/>
          <w:sz w:val="20"/>
          <w:szCs w:val="20"/>
          <w:lang w:val="es-CO"/>
        </w:rPr>
        <w:t xml:space="preserve">que debe ser completada por el </w:t>
      </w:r>
      <w:r w:rsidR="005125D4" w:rsidRPr="00860C05">
        <w:rPr>
          <w:rFonts w:asciiTheme="minorHAnsi" w:hAnsiTheme="minorHAnsi" w:cstheme="minorHAnsi"/>
          <w:color w:val="3A3939" w:themeColor="background2" w:themeShade="BF"/>
          <w:sz w:val="20"/>
          <w:szCs w:val="20"/>
          <w:lang w:val="es-CO"/>
        </w:rPr>
        <w:t>Proponente</w:t>
      </w:r>
      <w:r w:rsidR="00AC3D51" w:rsidRPr="00860C05">
        <w:rPr>
          <w:rFonts w:asciiTheme="minorHAnsi" w:hAnsiTheme="minorHAnsi" w:cstheme="minorHAnsi"/>
          <w:color w:val="3A3939" w:themeColor="background2" w:themeShade="BF"/>
          <w:sz w:val="20"/>
          <w:szCs w:val="20"/>
          <w:lang w:val="es-CO"/>
        </w:rPr>
        <w:t>.</w:t>
      </w:r>
      <w:r w:rsidR="00AC3D51" w:rsidRPr="00860C05">
        <w:rPr>
          <w:rFonts w:asciiTheme="minorHAnsi" w:hAnsiTheme="minorHAnsi" w:cstheme="minorHAnsi"/>
          <w:b/>
          <w:bCs/>
          <w:color w:val="3A3939" w:themeColor="background2" w:themeShade="BF"/>
          <w:sz w:val="20"/>
          <w:szCs w:val="20"/>
          <w:lang w:val="es-CO"/>
        </w:rPr>
        <w:t xml:space="preserve"> </w:t>
      </w:r>
    </w:p>
    <w:p w14:paraId="450393CC" w14:textId="77777777" w:rsidR="00F70C8B" w:rsidRPr="00860C05"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bCs/>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Garantía: </w:t>
      </w:r>
      <w:r w:rsidR="00A122D9" w:rsidRPr="00860C05">
        <w:rPr>
          <w:rFonts w:asciiTheme="minorHAnsi" w:hAnsiTheme="minorHAnsi" w:cstheme="minorHAnsi"/>
          <w:color w:val="3A3939" w:themeColor="background2" w:themeShade="BF"/>
          <w:sz w:val="20"/>
          <w:szCs w:val="20"/>
          <w:lang w:val="es-CO"/>
        </w:rPr>
        <w:t>Es el mecanismo</w:t>
      </w:r>
      <w:r w:rsidRPr="00860C05">
        <w:rPr>
          <w:rFonts w:asciiTheme="minorHAnsi" w:hAnsiTheme="minorHAnsi" w:cstheme="minorHAnsi"/>
          <w:color w:val="3A3939" w:themeColor="background2" w:themeShade="BF"/>
          <w:sz w:val="20"/>
          <w:szCs w:val="20"/>
          <w:lang w:val="es-CO"/>
        </w:rPr>
        <w:t xml:space="preserve"> para asegurar el cumplimiento de obligaciones</w:t>
      </w:r>
      <w:r w:rsidR="00A122D9" w:rsidRPr="00860C05">
        <w:rPr>
          <w:rFonts w:asciiTheme="minorHAnsi" w:hAnsiTheme="minorHAnsi" w:cstheme="minorHAnsi"/>
          <w:color w:val="3A3939" w:themeColor="background2" w:themeShade="BF"/>
          <w:sz w:val="20"/>
          <w:szCs w:val="20"/>
          <w:lang w:val="es-CO"/>
        </w:rPr>
        <w:t>.</w:t>
      </w:r>
      <w:r w:rsidRPr="00860C05">
        <w:rPr>
          <w:rFonts w:asciiTheme="minorHAnsi" w:hAnsiTheme="minorHAnsi" w:cstheme="minorHAnsi"/>
          <w:color w:val="3A3939" w:themeColor="background2" w:themeShade="BF"/>
          <w:sz w:val="20"/>
          <w:szCs w:val="20"/>
          <w:lang w:val="es-CO"/>
        </w:rPr>
        <w:t xml:space="preserve"> </w:t>
      </w:r>
      <w:r w:rsidR="00A122D9" w:rsidRPr="00860C05">
        <w:rPr>
          <w:rFonts w:asciiTheme="minorHAnsi" w:hAnsiTheme="minorHAnsi" w:cstheme="minorHAnsi"/>
          <w:color w:val="3A3939" w:themeColor="background2" w:themeShade="BF"/>
          <w:sz w:val="20"/>
          <w:szCs w:val="20"/>
          <w:lang w:val="es-CO"/>
        </w:rPr>
        <w:t xml:space="preserve">Las clases de garantías son: </w:t>
      </w:r>
      <w:r w:rsidRPr="00860C05">
        <w:rPr>
          <w:rFonts w:asciiTheme="minorHAnsi" w:hAnsiTheme="minorHAnsi" w:cstheme="minorHAnsi"/>
          <w:color w:val="3A3939" w:themeColor="background2" w:themeShade="BF"/>
          <w:sz w:val="20"/>
          <w:szCs w:val="20"/>
          <w:lang w:val="es-CO"/>
        </w:rPr>
        <w:t>(i) contratos de seguro, (ii) fiducia mercantil de garant</w:t>
      </w:r>
      <w:r w:rsidR="00A122D9" w:rsidRPr="00860C05">
        <w:rPr>
          <w:rFonts w:asciiTheme="minorHAnsi" w:hAnsiTheme="minorHAnsi" w:cstheme="minorHAnsi"/>
          <w:color w:val="3A3939" w:themeColor="background2" w:themeShade="BF"/>
          <w:sz w:val="20"/>
          <w:szCs w:val="20"/>
          <w:lang w:val="es-CO"/>
        </w:rPr>
        <w:t>ía o (iii) garantías bancarias.</w:t>
      </w:r>
    </w:p>
    <w:p w14:paraId="3549DBCA" w14:textId="77777777" w:rsidR="00F70C8B" w:rsidRPr="00860C05"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Garantía de Respons</w:t>
      </w:r>
      <w:r w:rsidR="003937E6" w:rsidRPr="00860C05">
        <w:rPr>
          <w:rFonts w:asciiTheme="minorHAnsi" w:hAnsiTheme="minorHAnsi" w:cstheme="minorHAnsi"/>
          <w:b/>
          <w:bCs/>
          <w:color w:val="3A3939" w:themeColor="background2" w:themeShade="BF"/>
          <w:sz w:val="20"/>
          <w:szCs w:val="20"/>
          <w:lang w:val="es-CO"/>
        </w:rPr>
        <w:t xml:space="preserve">abilidad Civil Extracontractual: </w:t>
      </w:r>
      <w:r w:rsidR="00B20EAD" w:rsidRPr="00860C05">
        <w:rPr>
          <w:rFonts w:asciiTheme="minorHAnsi" w:hAnsiTheme="minorHAnsi" w:cstheme="minorHAnsi"/>
          <w:color w:val="3A3939" w:themeColor="background2" w:themeShade="BF"/>
          <w:sz w:val="20"/>
          <w:szCs w:val="20"/>
          <w:lang w:val="es-CO"/>
        </w:rPr>
        <w:t>Es la</w:t>
      </w:r>
      <w:r w:rsidR="003937E6" w:rsidRPr="00860C05">
        <w:rPr>
          <w:rFonts w:asciiTheme="minorHAnsi" w:hAnsiTheme="minorHAnsi" w:cstheme="minorHAnsi"/>
          <w:color w:val="3A3939" w:themeColor="background2" w:themeShade="BF"/>
          <w:sz w:val="20"/>
          <w:szCs w:val="20"/>
          <w:lang w:val="es-CO"/>
        </w:rPr>
        <w:t xml:space="preserve"> garantía</w:t>
      </w:r>
      <w:r w:rsidR="00B20EAD" w:rsidRPr="00860C05">
        <w:rPr>
          <w:rFonts w:asciiTheme="minorHAnsi" w:hAnsiTheme="minorHAnsi" w:cstheme="minorHAnsi"/>
          <w:color w:val="3A3939" w:themeColor="background2" w:themeShade="BF"/>
          <w:sz w:val="20"/>
          <w:szCs w:val="20"/>
          <w:lang w:val="es-CO"/>
        </w:rPr>
        <w:t xml:space="preserve"> que</w:t>
      </w:r>
      <w:r w:rsidR="003937E6" w:rsidRPr="00860C05">
        <w:rPr>
          <w:rFonts w:asciiTheme="minorHAnsi" w:hAnsiTheme="minorHAnsi" w:cstheme="minorHAnsi"/>
          <w:color w:val="3A3939" w:themeColor="background2" w:themeShade="BF"/>
          <w:sz w:val="20"/>
          <w:szCs w:val="20"/>
          <w:lang w:val="es-CO"/>
        </w:rPr>
        <w:t xml:space="preserve"> cubre los perjuicios que puede sufrir la Entidad Estatal derivados de la responsabilidad extracontractual que surja de las actuaciones, hechos u omisiones de su contratista o de los subcontratistas. Este Riesgo sólo puede cubrirse mediante pólizas de seguro.</w:t>
      </w:r>
    </w:p>
    <w:p w14:paraId="6D81B6B0" w14:textId="77777777" w:rsidR="009861D2" w:rsidRPr="00860C05"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Información Pública Reservada: </w:t>
      </w:r>
      <w:r w:rsidRPr="00860C05">
        <w:rPr>
          <w:rFonts w:asciiTheme="minorHAnsi" w:hAnsiTheme="minorHAnsi" w:cstheme="minorHAnsi"/>
          <w:color w:val="3A3939" w:themeColor="background2" w:themeShade="BF"/>
          <w:sz w:val="20"/>
          <w:szCs w:val="20"/>
          <w:lang w:val="es-CO"/>
        </w:rPr>
        <w:t>Es aquella información que estando en poder o custodia de un sujeto obligado en su calidad de tal, es exceptuada de acceso a la ciudadanía</w:t>
      </w:r>
      <w:r w:rsidR="009861D2" w:rsidRPr="00860C05">
        <w:rPr>
          <w:rFonts w:asciiTheme="minorHAnsi" w:hAnsiTheme="minorHAnsi" w:cstheme="minorHAnsi"/>
          <w:color w:val="3A3939" w:themeColor="background2" w:themeShade="BF"/>
          <w:sz w:val="20"/>
          <w:szCs w:val="20"/>
          <w:lang w:val="es-CO"/>
        </w:rPr>
        <w:t xml:space="preserve"> por daño a intereses públicos.</w:t>
      </w:r>
    </w:p>
    <w:p w14:paraId="3972194C" w14:textId="5503DE32" w:rsidR="00D455BF" w:rsidRPr="00860C05" w:rsidRDefault="005536EF" w:rsidP="4CFBC9CF">
      <w:pPr>
        <w:pStyle w:val="Invias-VietaNumerada"/>
        <w:numPr>
          <w:ilvl w:val="1"/>
          <w:numId w:val="20"/>
        </w:numPr>
        <w:autoSpaceDE w:val="0"/>
        <w:autoSpaceDN w:val="0"/>
        <w:adjustRightInd w:val="0"/>
        <w:spacing w:before="40" w:after="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Infraestruc</w:t>
      </w:r>
      <w:r w:rsidR="002B6B7C" w:rsidRPr="00860C05">
        <w:rPr>
          <w:rFonts w:asciiTheme="minorHAnsi" w:hAnsiTheme="minorHAnsi" w:cstheme="minorHAnsi"/>
          <w:b/>
          <w:bCs/>
          <w:color w:val="3A3939" w:themeColor="background2" w:themeShade="BF"/>
          <w:sz w:val="20"/>
          <w:szCs w:val="20"/>
          <w:lang w:val="es-CO"/>
        </w:rPr>
        <w:t>t</w:t>
      </w:r>
      <w:r w:rsidRPr="00860C05">
        <w:rPr>
          <w:rFonts w:asciiTheme="minorHAnsi" w:hAnsiTheme="minorHAnsi" w:cstheme="minorHAnsi"/>
          <w:b/>
          <w:bCs/>
          <w:color w:val="3A3939" w:themeColor="background2" w:themeShade="BF"/>
          <w:sz w:val="20"/>
          <w:szCs w:val="20"/>
          <w:lang w:val="es-CO"/>
        </w:rPr>
        <w:t xml:space="preserve">ura del Transporte: </w:t>
      </w:r>
      <w:r w:rsidR="00D455BF" w:rsidRPr="00860C05">
        <w:rPr>
          <w:rFonts w:asciiTheme="minorHAnsi" w:hAnsiTheme="minorHAnsi" w:cstheme="minorHAnsi"/>
          <w:color w:val="3A3939" w:themeColor="background2" w:themeShade="BF"/>
          <w:sz w:val="20"/>
          <w:szCs w:val="20"/>
          <w:lang w:val="es-CO"/>
        </w:rPr>
        <w:t xml:space="preserve">Son las obras </w:t>
      </w:r>
      <w:r w:rsidR="00921882" w:rsidRPr="00860C05">
        <w:rPr>
          <w:rFonts w:asciiTheme="minorHAnsi" w:hAnsiTheme="minorHAnsi" w:cstheme="minorHAnsi"/>
          <w:color w:val="3A3939" w:themeColor="background2" w:themeShade="BF"/>
          <w:sz w:val="20"/>
          <w:szCs w:val="20"/>
          <w:lang w:val="es-CO"/>
        </w:rPr>
        <w:t xml:space="preserve">realizadas </w:t>
      </w:r>
      <w:r w:rsidR="00D455BF" w:rsidRPr="00860C05">
        <w:rPr>
          <w:rFonts w:asciiTheme="minorHAnsi" w:hAnsiTheme="minorHAnsi" w:cstheme="minorHAnsi"/>
          <w:color w:val="3A3939" w:themeColor="background2" w:themeShade="BF"/>
          <w:sz w:val="20"/>
          <w:szCs w:val="20"/>
          <w:lang w:val="es-CO"/>
        </w:rPr>
        <w:t>en: </w:t>
      </w:r>
    </w:p>
    <w:p w14:paraId="694152AC" w14:textId="3568AB99" w:rsidR="00D455BF" w:rsidRPr="00860C05" w:rsidRDefault="00D455BF" w:rsidP="00921882">
      <w:pPr>
        <w:pStyle w:val="Invias-VietaNumerada"/>
        <w:autoSpaceDE w:val="0"/>
        <w:autoSpaceDN w:val="0"/>
        <w:adjustRightInd w:val="0"/>
        <w:spacing w:before="120" w:after="240"/>
        <w:ind w:left="1211"/>
        <w:contextualSpacing/>
        <w:rPr>
          <w:rFonts w:asciiTheme="minorHAnsi" w:hAnsiTheme="minorHAnsi" w:cstheme="minorHAnsi"/>
          <w:color w:val="3A3939" w:themeColor="background2" w:themeShade="BF"/>
          <w:sz w:val="20"/>
          <w:szCs w:val="20"/>
          <w:lang w:val="es-CO"/>
        </w:rPr>
      </w:pPr>
      <w:r w:rsidRPr="00860C05">
        <w:rPr>
          <w:rFonts w:asciiTheme="minorHAnsi" w:hAnsiTheme="minorHAnsi" w:cstheme="minorHAnsi"/>
          <w:color w:val="3A3939" w:themeColor="background2" w:themeShade="BF"/>
          <w:sz w:val="20"/>
          <w:szCs w:val="20"/>
          <w:lang w:val="es-ES"/>
        </w:rPr>
        <w:t>-       </w:t>
      </w:r>
      <w:r w:rsidRPr="00860C05">
        <w:rPr>
          <w:rFonts w:asciiTheme="minorHAnsi" w:hAnsiTheme="minorHAnsi" w:cstheme="minorHAnsi"/>
          <w:color w:val="3A3939" w:themeColor="background2" w:themeShade="BF"/>
          <w:sz w:val="20"/>
          <w:szCs w:val="20"/>
          <w:lang w:val="es-CO"/>
        </w:rPr>
        <w:t>Vías primarias y secundarias</w:t>
      </w:r>
    </w:p>
    <w:p w14:paraId="0A0D7711" w14:textId="77777777" w:rsidR="00D455BF" w:rsidRPr="00860C05" w:rsidRDefault="00D455BF" w:rsidP="00921882">
      <w:pPr>
        <w:pStyle w:val="Invias-VietaNumerada"/>
        <w:autoSpaceDE w:val="0"/>
        <w:autoSpaceDN w:val="0"/>
        <w:adjustRightInd w:val="0"/>
        <w:spacing w:before="120" w:after="240"/>
        <w:ind w:left="1211"/>
        <w:contextualSpacing/>
        <w:rPr>
          <w:rFonts w:asciiTheme="minorHAnsi" w:hAnsiTheme="minorHAnsi" w:cstheme="minorHAnsi"/>
          <w:color w:val="3A3939" w:themeColor="background2" w:themeShade="BF"/>
          <w:sz w:val="20"/>
          <w:szCs w:val="20"/>
          <w:lang w:val="es-CO"/>
        </w:rPr>
      </w:pPr>
      <w:r w:rsidRPr="00860C05">
        <w:rPr>
          <w:rFonts w:asciiTheme="minorHAnsi" w:hAnsiTheme="minorHAnsi" w:cstheme="minorHAnsi"/>
          <w:color w:val="3A3939" w:themeColor="background2" w:themeShade="BF"/>
          <w:sz w:val="20"/>
          <w:szCs w:val="20"/>
          <w:lang w:val="es-CO"/>
        </w:rPr>
        <w:t>-        Vías terciarias</w:t>
      </w:r>
    </w:p>
    <w:p w14:paraId="419D6DD7" w14:textId="77777777" w:rsidR="00D455BF" w:rsidRPr="00860C05" w:rsidRDefault="00D455BF" w:rsidP="00921882">
      <w:pPr>
        <w:pStyle w:val="Invias-VietaNumerada"/>
        <w:autoSpaceDE w:val="0"/>
        <w:autoSpaceDN w:val="0"/>
        <w:adjustRightInd w:val="0"/>
        <w:spacing w:before="120" w:after="240"/>
        <w:ind w:left="1211"/>
        <w:contextualSpacing/>
        <w:rPr>
          <w:rFonts w:asciiTheme="minorHAnsi" w:hAnsiTheme="minorHAnsi" w:cstheme="minorHAnsi"/>
          <w:color w:val="3A3939" w:themeColor="background2" w:themeShade="BF"/>
          <w:sz w:val="20"/>
          <w:szCs w:val="20"/>
          <w:lang w:val="es-CO"/>
        </w:rPr>
      </w:pPr>
      <w:r w:rsidRPr="00860C05">
        <w:rPr>
          <w:rFonts w:asciiTheme="minorHAnsi" w:hAnsiTheme="minorHAnsi" w:cstheme="minorHAnsi"/>
          <w:color w:val="3A3939" w:themeColor="background2" w:themeShade="BF"/>
          <w:sz w:val="20"/>
          <w:szCs w:val="20"/>
          <w:lang w:val="es-CO"/>
        </w:rPr>
        <w:t>-        Infraestructuras marítimas y fluviales</w:t>
      </w:r>
    </w:p>
    <w:p w14:paraId="4F8BA074" w14:textId="77777777" w:rsidR="00D455BF" w:rsidRPr="00860C05" w:rsidRDefault="00D455BF" w:rsidP="00921882">
      <w:pPr>
        <w:pStyle w:val="Invias-VietaNumerada"/>
        <w:autoSpaceDE w:val="0"/>
        <w:autoSpaceDN w:val="0"/>
        <w:adjustRightInd w:val="0"/>
        <w:spacing w:before="120" w:after="240"/>
        <w:ind w:left="1701" w:hanging="490"/>
        <w:contextualSpacing/>
        <w:rPr>
          <w:rFonts w:asciiTheme="minorHAnsi" w:hAnsiTheme="minorHAnsi" w:cstheme="minorHAnsi"/>
          <w:color w:val="3A3939" w:themeColor="background2" w:themeShade="BF"/>
          <w:sz w:val="20"/>
          <w:szCs w:val="20"/>
          <w:lang w:val="es-CO"/>
        </w:rPr>
      </w:pPr>
      <w:r w:rsidRPr="00860C05">
        <w:rPr>
          <w:rFonts w:asciiTheme="minorHAnsi" w:hAnsiTheme="minorHAnsi" w:cstheme="minorHAnsi"/>
          <w:color w:val="3A3939" w:themeColor="background2" w:themeShade="BF"/>
          <w:sz w:val="20"/>
          <w:szCs w:val="20"/>
          <w:lang w:val="es-CO"/>
        </w:rPr>
        <w:t>-        Vías primarias, secundarias o terciarias para atención a emergencias diferentes a contratación directa. </w:t>
      </w:r>
    </w:p>
    <w:p w14:paraId="3A9769B1" w14:textId="77777777" w:rsidR="00D455BF" w:rsidRPr="00860C05" w:rsidRDefault="00D455BF" w:rsidP="00921882">
      <w:pPr>
        <w:pStyle w:val="Invias-VietaNumerada"/>
        <w:autoSpaceDE w:val="0"/>
        <w:autoSpaceDN w:val="0"/>
        <w:adjustRightInd w:val="0"/>
        <w:spacing w:before="120" w:after="240"/>
        <w:ind w:left="1211"/>
        <w:contextualSpacing/>
        <w:rPr>
          <w:rFonts w:asciiTheme="minorHAnsi" w:hAnsiTheme="minorHAnsi" w:cstheme="minorHAnsi"/>
          <w:color w:val="3A3939" w:themeColor="background2" w:themeShade="BF"/>
          <w:sz w:val="20"/>
          <w:szCs w:val="20"/>
          <w:lang w:val="es-CO"/>
        </w:rPr>
      </w:pPr>
      <w:r w:rsidRPr="00860C05">
        <w:rPr>
          <w:rFonts w:asciiTheme="minorHAnsi" w:hAnsiTheme="minorHAnsi" w:cstheme="minorHAnsi"/>
          <w:color w:val="3A3939" w:themeColor="background2" w:themeShade="BF"/>
          <w:sz w:val="20"/>
          <w:szCs w:val="20"/>
          <w:lang w:val="es-CO"/>
        </w:rPr>
        <w:t>-        Infraestructura férrea </w:t>
      </w:r>
    </w:p>
    <w:p w14:paraId="5DBE8630" w14:textId="77777777" w:rsidR="00D455BF" w:rsidRPr="00860C05" w:rsidRDefault="00D455BF" w:rsidP="00921882">
      <w:pPr>
        <w:pStyle w:val="Invias-VietaNumerada"/>
        <w:autoSpaceDE w:val="0"/>
        <w:autoSpaceDN w:val="0"/>
        <w:adjustRightInd w:val="0"/>
        <w:spacing w:before="120" w:after="240"/>
        <w:ind w:left="1211"/>
        <w:contextualSpacing/>
        <w:rPr>
          <w:rFonts w:asciiTheme="minorHAnsi" w:hAnsiTheme="minorHAnsi" w:cstheme="minorHAnsi"/>
          <w:color w:val="3A3939" w:themeColor="background2" w:themeShade="BF"/>
          <w:sz w:val="20"/>
          <w:szCs w:val="20"/>
          <w:lang w:val="es-CO"/>
        </w:rPr>
      </w:pPr>
      <w:r w:rsidRPr="00860C05">
        <w:rPr>
          <w:rFonts w:asciiTheme="minorHAnsi" w:hAnsiTheme="minorHAnsi" w:cstheme="minorHAnsi"/>
          <w:color w:val="3A3939" w:themeColor="background2" w:themeShade="BF"/>
          <w:sz w:val="20"/>
          <w:szCs w:val="20"/>
          <w:lang w:val="es-CO"/>
        </w:rPr>
        <w:t>-        Infraestructura vial urbana </w:t>
      </w:r>
    </w:p>
    <w:p w14:paraId="712EC5F0" w14:textId="77777777" w:rsidR="00D455BF" w:rsidRPr="00860C05" w:rsidRDefault="00D455BF" w:rsidP="00921882">
      <w:pPr>
        <w:pStyle w:val="Invias-VietaNumerada"/>
        <w:autoSpaceDE w:val="0"/>
        <w:autoSpaceDN w:val="0"/>
        <w:adjustRightInd w:val="0"/>
        <w:spacing w:before="120" w:after="240"/>
        <w:ind w:left="1211"/>
        <w:contextualSpacing/>
        <w:rPr>
          <w:rFonts w:asciiTheme="minorHAnsi" w:hAnsiTheme="minorHAnsi" w:cstheme="minorHAnsi"/>
          <w:color w:val="3A3939" w:themeColor="background2" w:themeShade="BF"/>
          <w:sz w:val="20"/>
          <w:szCs w:val="20"/>
          <w:lang w:val="es-CO"/>
        </w:rPr>
      </w:pPr>
      <w:r w:rsidRPr="00860C05">
        <w:rPr>
          <w:rFonts w:asciiTheme="minorHAnsi" w:hAnsiTheme="minorHAnsi" w:cstheme="minorHAnsi"/>
          <w:color w:val="3A3939" w:themeColor="background2" w:themeShade="BF"/>
          <w:sz w:val="20"/>
          <w:szCs w:val="20"/>
          <w:lang w:val="es-CO"/>
        </w:rPr>
        <w:t>-        Puentes </w:t>
      </w:r>
    </w:p>
    <w:p w14:paraId="2E2174EF" w14:textId="01F273D6" w:rsidR="00AA12FA" w:rsidRPr="00860C05" w:rsidRDefault="00D455BF" w:rsidP="00AA12FA">
      <w:pPr>
        <w:pStyle w:val="Invias-VietaNumerada"/>
        <w:autoSpaceDE w:val="0"/>
        <w:autoSpaceDN w:val="0"/>
        <w:adjustRightInd w:val="0"/>
        <w:spacing w:before="0" w:after="0"/>
        <w:ind w:left="1211"/>
        <w:contextualSpacing/>
        <w:rPr>
          <w:rFonts w:asciiTheme="minorHAnsi" w:hAnsiTheme="minorHAnsi" w:cstheme="minorHAnsi"/>
          <w:color w:val="3A3939" w:themeColor="background2" w:themeShade="BF"/>
          <w:sz w:val="20"/>
          <w:szCs w:val="20"/>
          <w:lang w:val="es-CO"/>
        </w:rPr>
      </w:pPr>
      <w:r w:rsidRPr="00860C05">
        <w:rPr>
          <w:rFonts w:asciiTheme="minorHAnsi" w:hAnsiTheme="minorHAnsi" w:cstheme="minorHAnsi"/>
          <w:color w:val="3A3939" w:themeColor="background2" w:themeShade="BF"/>
          <w:sz w:val="20"/>
          <w:szCs w:val="20"/>
          <w:lang w:val="es-CO"/>
        </w:rPr>
        <w:t>-        Infraestructura Aeroportu</w:t>
      </w:r>
      <w:r w:rsidR="00885924" w:rsidRPr="00860C05">
        <w:rPr>
          <w:rFonts w:asciiTheme="minorHAnsi" w:hAnsiTheme="minorHAnsi" w:cstheme="minorHAnsi"/>
          <w:color w:val="3A3939" w:themeColor="background2" w:themeShade="BF"/>
          <w:sz w:val="20"/>
          <w:szCs w:val="20"/>
          <w:lang w:val="es-CO"/>
        </w:rPr>
        <w:t>a</w:t>
      </w:r>
      <w:r w:rsidRPr="00860C05">
        <w:rPr>
          <w:rFonts w:asciiTheme="minorHAnsi" w:hAnsiTheme="minorHAnsi" w:cstheme="minorHAnsi"/>
          <w:color w:val="3A3939" w:themeColor="background2" w:themeShade="BF"/>
          <w:sz w:val="20"/>
          <w:szCs w:val="20"/>
          <w:lang w:val="es-CO"/>
        </w:rPr>
        <w:t>ria</w:t>
      </w:r>
    </w:p>
    <w:p w14:paraId="27664C47" w14:textId="77777777" w:rsidR="00AA12FA" w:rsidRPr="00860C05" w:rsidRDefault="00AA12FA" w:rsidP="00AA12FA">
      <w:pPr>
        <w:rPr>
          <w:rFonts w:cstheme="minorHAnsi"/>
          <w:color w:val="3A3939" w:themeColor="background2" w:themeShade="BF"/>
          <w:szCs w:val="20"/>
          <w:lang w:val="es-CO" w:eastAsia="es-ES"/>
        </w:rPr>
      </w:pPr>
    </w:p>
    <w:p w14:paraId="00449A23" w14:textId="2847A8FF" w:rsidR="008E2313" w:rsidRPr="00860C05" w:rsidRDefault="008E2313"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bCs/>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lastRenderedPageBreak/>
        <w:t xml:space="preserve">Legalización: </w:t>
      </w:r>
      <w:r w:rsidR="00D75F69" w:rsidRPr="00860C05">
        <w:rPr>
          <w:rFonts w:asciiTheme="minorHAnsi" w:hAnsiTheme="minorHAnsi" w:cstheme="minorHAnsi"/>
          <w:color w:val="3A3939" w:themeColor="background2" w:themeShade="BF"/>
          <w:sz w:val="20"/>
          <w:szCs w:val="20"/>
          <w:lang w:val="es-CO"/>
        </w:rPr>
        <w:t xml:space="preserve">Certificar la autenticidad de la firma de un servidor público en ejercicio de sus funciones y la calidad en que el signatario haya actuado, la cual deberá estar registrada ante el Ministerio de Relaciones </w:t>
      </w:r>
      <w:r w:rsidR="002E4985" w:rsidRPr="00860C05">
        <w:rPr>
          <w:rFonts w:asciiTheme="minorHAnsi" w:hAnsiTheme="minorHAnsi" w:cstheme="minorHAnsi"/>
          <w:color w:val="3A3939" w:themeColor="background2" w:themeShade="BF"/>
          <w:sz w:val="20"/>
          <w:szCs w:val="20"/>
          <w:lang w:val="es-CO"/>
        </w:rPr>
        <w:t xml:space="preserve">Exteriores, para que el documento surta plenos efectos legales en un país que hace parte de la Convención de Viena </w:t>
      </w:r>
      <w:r w:rsidR="00793226" w:rsidRPr="00860C05">
        <w:rPr>
          <w:rFonts w:asciiTheme="minorHAnsi" w:hAnsiTheme="minorHAnsi" w:cstheme="minorHAnsi"/>
          <w:color w:val="3A3939" w:themeColor="background2" w:themeShade="BF"/>
          <w:sz w:val="20"/>
          <w:szCs w:val="20"/>
          <w:lang w:val="es-CO"/>
        </w:rPr>
        <w:t>de 1963, sobre relaciones consulares</w:t>
      </w:r>
      <w:r w:rsidR="009342EC" w:rsidRPr="00860C05">
        <w:rPr>
          <w:rFonts w:asciiTheme="minorHAnsi" w:hAnsiTheme="minorHAnsi" w:cstheme="minorHAnsi"/>
          <w:color w:val="3A3939" w:themeColor="background2" w:themeShade="BF"/>
          <w:sz w:val="20"/>
          <w:szCs w:val="20"/>
          <w:lang w:val="es-CO"/>
        </w:rPr>
        <w:t xml:space="preserve">, artículo 5, literal f que reglamenta las actuaciones consulares en calidad de notario. </w:t>
      </w:r>
    </w:p>
    <w:p w14:paraId="244A63C4" w14:textId="27E1108C" w:rsidR="00AC3D51" w:rsidRPr="00860C05" w:rsidRDefault="00AC3D51"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bCs/>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Matriz: </w:t>
      </w:r>
      <w:r w:rsidR="00FC1469" w:rsidRPr="00860C05">
        <w:rPr>
          <w:rFonts w:asciiTheme="minorHAnsi" w:hAnsiTheme="minorHAnsi" w:cstheme="minorHAnsi"/>
          <w:color w:val="3A3939" w:themeColor="background2" w:themeShade="BF"/>
          <w:sz w:val="20"/>
          <w:szCs w:val="20"/>
          <w:lang w:val="es-CO"/>
        </w:rPr>
        <w:t xml:space="preserve">Es el documento que incorpora condiciones técnicas, de riesgos o económicas que debe tener en cuenta el </w:t>
      </w:r>
      <w:r w:rsidR="005125D4" w:rsidRPr="00860C05">
        <w:rPr>
          <w:rFonts w:asciiTheme="minorHAnsi" w:hAnsiTheme="minorHAnsi" w:cstheme="minorHAnsi"/>
          <w:color w:val="3A3939" w:themeColor="background2" w:themeShade="BF"/>
          <w:sz w:val="20"/>
          <w:szCs w:val="20"/>
          <w:lang w:val="es-CO"/>
        </w:rPr>
        <w:t>Proponente</w:t>
      </w:r>
      <w:r w:rsidR="00FC1469" w:rsidRPr="00860C05">
        <w:rPr>
          <w:rFonts w:asciiTheme="minorHAnsi" w:hAnsiTheme="minorHAnsi" w:cstheme="minorHAnsi"/>
          <w:color w:val="3A3939" w:themeColor="background2" w:themeShade="BF"/>
          <w:sz w:val="20"/>
          <w:szCs w:val="20"/>
          <w:lang w:val="es-CO"/>
        </w:rPr>
        <w:t xml:space="preserve"> al momento de estructurar su oferta y ejecutar el Contrato.</w:t>
      </w:r>
      <w:r w:rsidR="00FC1469" w:rsidRPr="00860C05">
        <w:rPr>
          <w:rFonts w:asciiTheme="minorHAnsi" w:hAnsiTheme="minorHAnsi" w:cstheme="minorHAnsi"/>
          <w:b/>
          <w:bCs/>
          <w:color w:val="3A3939" w:themeColor="background2" w:themeShade="BF"/>
          <w:sz w:val="20"/>
          <w:szCs w:val="20"/>
          <w:lang w:val="es-CO"/>
        </w:rPr>
        <w:t xml:space="preserve"> </w:t>
      </w:r>
    </w:p>
    <w:p w14:paraId="54E22A59" w14:textId="77777777" w:rsidR="00F70C8B" w:rsidRPr="00860C05"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bCs/>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Medio Magnético: </w:t>
      </w:r>
      <w:r w:rsidR="00BB4179" w:rsidRPr="00860C05">
        <w:rPr>
          <w:rFonts w:asciiTheme="minorHAnsi" w:hAnsiTheme="minorHAnsi" w:cstheme="minorHAnsi"/>
          <w:color w:val="3A3939" w:themeColor="background2" w:themeShade="BF"/>
          <w:sz w:val="20"/>
          <w:szCs w:val="20"/>
          <w:lang w:val="es-CO"/>
        </w:rPr>
        <w:t>Es el d</w:t>
      </w:r>
      <w:r w:rsidRPr="00860C05">
        <w:rPr>
          <w:rFonts w:asciiTheme="minorHAnsi" w:hAnsiTheme="minorHAnsi" w:cstheme="minorHAnsi"/>
          <w:color w:val="3A3939" w:themeColor="background2" w:themeShade="BF"/>
          <w:sz w:val="20"/>
          <w:szCs w:val="20"/>
          <w:lang w:val="es-CO"/>
        </w:rPr>
        <w:t>ispositivo que utiliza materiales magnéticos para archivar información digital, tales como las USB, discos duros o los CD que almacenan grandes volúmenes de datos en un espacio físico pequeño.</w:t>
      </w:r>
    </w:p>
    <w:p w14:paraId="037F7180" w14:textId="77777777" w:rsidR="00B6599D" w:rsidRPr="00860C05" w:rsidRDefault="00B6599D"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Pliego de Condiciones:</w:t>
      </w:r>
      <w:r w:rsidRPr="00860C05">
        <w:rPr>
          <w:rFonts w:asciiTheme="minorHAnsi" w:hAnsiTheme="minorHAnsi" w:cstheme="minorHAnsi"/>
          <w:color w:val="3A3939" w:themeColor="background2" w:themeShade="BF"/>
          <w:sz w:val="20"/>
          <w:szCs w:val="20"/>
          <w:lang w:val="es-CO"/>
        </w:rPr>
        <w:t xml:space="preserve"> </w:t>
      </w:r>
      <w:r w:rsidR="00EC4947" w:rsidRPr="00860C05">
        <w:rPr>
          <w:rFonts w:asciiTheme="minorHAnsi" w:hAnsiTheme="minorHAnsi" w:cstheme="minorHAnsi"/>
          <w:color w:val="3A3939" w:themeColor="background2" w:themeShade="BF"/>
          <w:sz w:val="20"/>
          <w:szCs w:val="20"/>
          <w:lang w:val="es-CO"/>
        </w:rPr>
        <w:t xml:space="preserve">Es el conjunto de normas que rigen el proceso de </w:t>
      </w:r>
      <w:r w:rsidR="00702E00" w:rsidRPr="00860C05">
        <w:rPr>
          <w:rFonts w:asciiTheme="minorHAnsi" w:hAnsiTheme="minorHAnsi" w:cstheme="minorHAnsi"/>
          <w:color w:val="3A3939" w:themeColor="background2" w:themeShade="BF"/>
          <w:sz w:val="20"/>
          <w:szCs w:val="20"/>
          <w:lang w:val="es-CO"/>
        </w:rPr>
        <w:t>selección</w:t>
      </w:r>
      <w:r w:rsidR="00EC4947" w:rsidRPr="00860C05">
        <w:rPr>
          <w:rFonts w:asciiTheme="minorHAnsi" w:hAnsiTheme="minorHAnsi" w:cstheme="minorHAnsi"/>
          <w:color w:val="3A3939" w:themeColor="background2" w:themeShade="BF"/>
          <w:sz w:val="20"/>
          <w:szCs w:val="20"/>
          <w:lang w:val="es-CO"/>
        </w:rPr>
        <w:t xml:space="preserve"> y el futuro Contrato, en los que se </w:t>
      </w:r>
      <w:r w:rsidR="00702E00" w:rsidRPr="00860C05">
        <w:rPr>
          <w:rFonts w:asciiTheme="minorHAnsi" w:hAnsiTheme="minorHAnsi" w:cstheme="minorHAnsi"/>
          <w:color w:val="3A3939" w:themeColor="background2" w:themeShade="BF"/>
          <w:sz w:val="20"/>
          <w:szCs w:val="20"/>
          <w:lang w:val="es-CO"/>
        </w:rPr>
        <w:t>señalan</w:t>
      </w:r>
      <w:r w:rsidR="00EC4947" w:rsidRPr="00860C05">
        <w:rPr>
          <w:rFonts w:asciiTheme="minorHAnsi" w:hAnsiTheme="minorHAnsi" w:cstheme="minorHAnsi"/>
          <w:color w:val="3A3939" w:themeColor="background2" w:themeShade="BF"/>
          <w:sz w:val="20"/>
          <w:szCs w:val="20"/>
          <w:lang w:val="es-CO"/>
        </w:rPr>
        <w:t xml:space="preserve"> las condiciones objetivas, plazos y procedimientos dentro de los cuales los Proponentes deben formular su </w:t>
      </w:r>
      <w:r w:rsidR="00886422" w:rsidRPr="00860C05">
        <w:rPr>
          <w:rFonts w:asciiTheme="minorHAnsi" w:hAnsiTheme="minorHAnsi" w:cstheme="minorHAnsi"/>
          <w:color w:val="3A3939" w:themeColor="background2" w:themeShade="BF"/>
          <w:sz w:val="20"/>
          <w:szCs w:val="20"/>
          <w:lang w:val="es-CO"/>
        </w:rPr>
        <w:t>o</w:t>
      </w:r>
      <w:r w:rsidR="00EC4947" w:rsidRPr="00860C05">
        <w:rPr>
          <w:rFonts w:asciiTheme="minorHAnsi" w:hAnsiTheme="minorHAnsi" w:cstheme="minorHAnsi"/>
          <w:color w:val="3A3939" w:themeColor="background2" w:themeShade="BF"/>
          <w:sz w:val="20"/>
          <w:szCs w:val="20"/>
          <w:lang w:val="es-CO"/>
        </w:rPr>
        <w:t xml:space="preserve">ferta para participar en el Proceso de </w:t>
      </w:r>
      <w:r w:rsidR="00702E00" w:rsidRPr="00860C05">
        <w:rPr>
          <w:rFonts w:asciiTheme="minorHAnsi" w:hAnsiTheme="minorHAnsi" w:cstheme="minorHAnsi"/>
          <w:color w:val="3A3939" w:themeColor="background2" w:themeShade="BF"/>
          <w:sz w:val="20"/>
          <w:szCs w:val="20"/>
          <w:lang w:val="es-CO"/>
        </w:rPr>
        <w:t>Contratación</w:t>
      </w:r>
      <w:r w:rsidR="00EC4947" w:rsidRPr="00860C05">
        <w:rPr>
          <w:rFonts w:asciiTheme="minorHAnsi" w:hAnsiTheme="minorHAnsi" w:cstheme="minorHAnsi"/>
          <w:color w:val="3A3939" w:themeColor="background2" w:themeShade="BF"/>
          <w:sz w:val="20"/>
          <w:szCs w:val="20"/>
          <w:lang w:val="es-CO"/>
        </w:rPr>
        <w:t xml:space="preserve"> del Contratista y tener la posibilidad de obtener la calidad de adjudicatario del Proceso de </w:t>
      </w:r>
      <w:r w:rsidR="00702E00" w:rsidRPr="00860C05">
        <w:rPr>
          <w:rFonts w:asciiTheme="minorHAnsi" w:hAnsiTheme="minorHAnsi" w:cstheme="minorHAnsi"/>
          <w:color w:val="3A3939" w:themeColor="background2" w:themeShade="BF"/>
          <w:sz w:val="20"/>
          <w:szCs w:val="20"/>
          <w:lang w:val="es-CO"/>
        </w:rPr>
        <w:t>Contratación</w:t>
      </w:r>
      <w:r w:rsidR="00EC4947" w:rsidRPr="00860C05">
        <w:rPr>
          <w:rFonts w:asciiTheme="minorHAnsi" w:hAnsiTheme="minorHAnsi" w:cstheme="minorHAnsi"/>
          <w:color w:val="3A3939" w:themeColor="background2" w:themeShade="BF"/>
          <w:sz w:val="20"/>
          <w:szCs w:val="20"/>
          <w:lang w:val="es-CO"/>
        </w:rPr>
        <w:t xml:space="preserve">. </w:t>
      </w:r>
    </w:p>
    <w:p w14:paraId="21CD66BF" w14:textId="216AFB32" w:rsidR="0027017E" w:rsidRPr="00860C05" w:rsidRDefault="0027017E"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Pliego de Condiciones Tipo</w:t>
      </w:r>
      <w:r w:rsidRPr="00860C05">
        <w:rPr>
          <w:rFonts w:asciiTheme="minorHAnsi" w:hAnsiTheme="minorHAnsi" w:cstheme="minorHAnsi"/>
          <w:color w:val="3A3939" w:themeColor="background2" w:themeShade="BF"/>
          <w:sz w:val="20"/>
          <w:szCs w:val="20"/>
          <w:lang w:val="es-CO"/>
        </w:rPr>
        <w:t xml:space="preserve">: Es el Pliego de Condiciones diseñado, actualizado y publicado por Colombia Compra Eficiente que incorpora las condiciones habilitantes, requisitos de puntaje y demás aspectos señalados en el artículo 4° de la Ley 1882 de 2018.  </w:t>
      </w:r>
    </w:p>
    <w:p w14:paraId="4B31F4D2" w14:textId="269AF59E" w:rsidR="00F70C8B" w:rsidRPr="00860C05"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Porcentaje de AIU: </w:t>
      </w:r>
      <w:r w:rsidR="00FB77FF" w:rsidRPr="00860C05">
        <w:rPr>
          <w:rFonts w:asciiTheme="minorHAnsi" w:hAnsiTheme="minorHAnsi" w:cstheme="minorHAnsi"/>
          <w:color w:val="3A3939" w:themeColor="background2" w:themeShade="BF"/>
          <w:sz w:val="20"/>
          <w:szCs w:val="20"/>
          <w:lang w:val="es-CO"/>
        </w:rPr>
        <w:t>Es el p</w:t>
      </w:r>
      <w:r w:rsidRPr="00860C05">
        <w:rPr>
          <w:rFonts w:asciiTheme="minorHAnsi" w:hAnsiTheme="minorHAnsi" w:cstheme="minorHAnsi"/>
          <w:color w:val="3A3939" w:themeColor="background2" w:themeShade="BF"/>
          <w:sz w:val="20"/>
          <w:szCs w:val="20"/>
          <w:lang w:val="es-CO"/>
        </w:rPr>
        <w:t>orcentaje de los costos directos destinados a cubrir: l</w:t>
      </w:r>
      <w:r w:rsidR="00A122D9" w:rsidRPr="00860C05">
        <w:rPr>
          <w:rFonts w:asciiTheme="minorHAnsi" w:hAnsiTheme="minorHAnsi" w:cstheme="minorHAnsi"/>
          <w:color w:val="3A3939" w:themeColor="background2" w:themeShade="BF"/>
          <w:sz w:val="20"/>
          <w:szCs w:val="20"/>
          <w:lang w:val="es-CO"/>
        </w:rPr>
        <w:t>os gastos de administración (A),</w:t>
      </w:r>
      <w:r w:rsidRPr="00860C05">
        <w:rPr>
          <w:rFonts w:asciiTheme="minorHAnsi" w:hAnsiTheme="minorHAnsi" w:cstheme="minorHAnsi"/>
          <w:color w:val="3A3939" w:themeColor="background2" w:themeShade="BF"/>
          <w:sz w:val="20"/>
          <w:szCs w:val="20"/>
          <w:lang w:val="es-CO"/>
        </w:rPr>
        <w:t xml:space="preserve"> que comprende los gastos de dirección de obra, gastos administrativos de oficina, etc.; </w:t>
      </w:r>
      <w:r w:rsidR="00071442" w:rsidRPr="00860C05">
        <w:rPr>
          <w:rFonts w:asciiTheme="minorHAnsi" w:hAnsiTheme="minorHAnsi" w:cstheme="minorHAnsi"/>
          <w:color w:val="3A3939" w:themeColor="background2" w:themeShade="BF"/>
          <w:sz w:val="20"/>
          <w:szCs w:val="20"/>
          <w:lang w:val="es-CO"/>
        </w:rPr>
        <w:t>los i</w:t>
      </w:r>
      <w:r w:rsidR="00A122D9" w:rsidRPr="00860C05">
        <w:rPr>
          <w:rFonts w:asciiTheme="minorHAnsi" w:hAnsiTheme="minorHAnsi" w:cstheme="minorHAnsi"/>
          <w:color w:val="3A3939" w:themeColor="background2" w:themeShade="BF"/>
          <w:sz w:val="20"/>
          <w:szCs w:val="20"/>
          <w:lang w:val="es-CO"/>
        </w:rPr>
        <w:t>mprevistos (I),</w:t>
      </w:r>
      <w:r w:rsidRPr="00860C05">
        <w:rPr>
          <w:rFonts w:asciiTheme="minorHAnsi" w:hAnsiTheme="minorHAnsi" w:cstheme="minorHAnsi"/>
          <w:color w:val="3A3939" w:themeColor="background2" w:themeShade="BF"/>
          <w:sz w:val="20"/>
          <w:szCs w:val="20"/>
          <w:lang w:val="es-CO"/>
        </w:rPr>
        <w:t xml:space="preserve"> que corresponde a un porcentaje destinado a cubrir los gastos que surjan y que no fueron previstos</w:t>
      </w:r>
      <w:r w:rsidR="00A122D9" w:rsidRPr="00860C05">
        <w:rPr>
          <w:rFonts w:asciiTheme="minorHAnsi" w:hAnsiTheme="minorHAnsi" w:cstheme="minorHAnsi"/>
          <w:color w:val="3A3939" w:themeColor="background2" w:themeShade="BF"/>
          <w:sz w:val="20"/>
          <w:szCs w:val="20"/>
          <w:lang w:val="es-CO"/>
        </w:rPr>
        <w:t>,</w:t>
      </w:r>
      <w:r w:rsidRPr="00860C05">
        <w:rPr>
          <w:rFonts w:asciiTheme="minorHAnsi" w:hAnsiTheme="minorHAnsi" w:cstheme="minorHAnsi"/>
          <w:color w:val="3A3939" w:themeColor="background2" w:themeShade="BF"/>
          <w:sz w:val="20"/>
          <w:szCs w:val="20"/>
          <w:lang w:val="es-CO"/>
        </w:rPr>
        <w:t xml:space="preserve"> y las utilidades (U) que corresponde a la remu</w:t>
      </w:r>
      <w:r w:rsidR="00A122D9" w:rsidRPr="00860C05">
        <w:rPr>
          <w:rFonts w:asciiTheme="minorHAnsi" w:hAnsiTheme="minorHAnsi" w:cstheme="minorHAnsi"/>
          <w:color w:val="3A3939" w:themeColor="background2" w:themeShade="BF"/>
          <w:sz w:val="20"/>
          <w:szCs w:val="20"/>
          <w:lang w:val="es-CO"/>
        </w:rPr>
        <w:t>neración propiamente dicha del C</w:t>
      </w:r>
      <w:r w:rsidRPr="00860C05">
        <w:rPr>
          <w:rFonts w:asciiTheme="minorHAnsi" w:hAnsiTheme="minorHAnsi" w:cstheme="minorHAnsi"/>
          <w:color w:val="3A3939" w:themeColor="background2" w:themeShade="BF"/>
          <w:sz w:val="20"/>
          <w:szCs w:val="20"/>
          <w:lang w:val="es-CO"/>
        </w:rPr>
        <w:t>ontratista por su trabajo.</w:t>
      </w:r>
    </w:p>
    <w:p w14:paraId="5689F467" w14:textId="77777777" w:rsidR="00F70C8B" w:rsidRPr="00860C05"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Precio Global: </w:t>
      </w:r>
      <w:r w:rsidR="0018433F" w:rsidRPr="00860C05">
        <w:rPr>
          <w:rFonts w:asciiTheme="minorHAnsi" w:hAnsiTheme="minorHAnsi" w:cstheme="minorHAnsi"/>
          <w:color w:val="3A3939" w:themeColor="background2" w:themeShade="BF"/>
          <w:sz w:val="20"/>
          <w:szCs w:val="20"/>
          <w:lang w:val="es-CO"/>
        </w:rPr>
        <w:t>Es el p</w:t>
      </w:r>
      <w:r w:rsidRPr="00860C05">
        <w:rPr>
          <w:rFonts w:asciiTheme="minorHAnsi" w:hAnsiTheme="minorHAnsi" w:cstheme="minorHAnsi"/>
          <w:color w:val="3A3939" w:themeColor="background2" w:themeShade="BF"/>
          <w:sz w:val="20"/>
          <w:szCs w:val="20"/>
          <w:lang w:val="es-CO"/>
        </w:rPr>
        <w:t>recio cerrado, cierto e inalterable como única remuneración por el objeto contratado.</w:t>
      </w:r>
    </w:p>
    <w:p w14:paraId="057204A3" w14:textId="77777777" w:rsidR="00177554" w:rsidRPr="00860C05"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Precios Unitarios: </w:t>
      </w:r>
      <w:r w:rsidR="00F30490" w:rsidRPr="00860C05">
        <w:rPr>
          <w:rFonts w:asciiTheme="minorHAnsi" w:hAnsiTheme="minorHAnsi" w:cstheme="minorHAnsi"/>
          <w:color w:val="3A3939" w:themeColor="background2" w:themeShade="BF"/>
          <w:sz w:val="20"/>
          <w:szCs w:val="20"/>
          <w:lang w:val="es-CO"/>
        </w:rPr>
        <w:t>Son</w:t>
      </w:r>
      <w:r w:rsidRPr="00860C05">
        <w:rPr>
          <w:rFonts w:asciiTheme="minorHAnsi" w:hAnsiTheme="minorHAnsi" w:cstheme="minorHAnsi"/>
          <w:color w:val="3A3939" w:themeColor="background2" w:themeShade="BF"/>
          <w:sz w:val="20"/>
          <w:szCs w:val="20"/>
          <w:lang w:val="es-CO"/>
        </w:rPr>
        <w:t xml:space="preserve"> aquellos contratos cuya forma</w:t>
      </w:r>
      <w:r w:rsidR="00460BD9" w:rsidRPr="00860C05">
        <w:rPr>
          <w:rFonts w:asciiTheme="minorHAnsi" w:hAnsiTheme="minorHAnsi" w:cstheme="minorHAnsi"/>
          <w:color w:val="3A3939" w:themeColor="background2" w:themeShade="BF"/>
          <w:sz w:val="20"/>
          <w:szCs w:val="20"/>
          <w:lang w:val="es-CO"/>
        </w:rPr>
        <w:t xml:space="preserve"> o sistema</w:t>
      </w:r>
      <w:r w:rsidRPr="00860C05">
        <w:rPr>
          <w:rFonts w:asciiTheme="minorHAnsi" w:hAnsiTheme="minorHAnsi" w:cstheme="minorHAnsi"/>
          <w:color w:val="3A3939" w:themeColor="background2" w:themeShade="BF"/>
          <w:sz w:val="20"/>
          <w:szCs w:val="20"/>
          <w:lang w:val="es-CO"/>
        </w:rPr>
        <w:t xml:space="preserve"> de pago es por unidades o cantidades de obra y el valor total corresponde al que resulta de multiplicar las cantidades de obras ejecutadas por el precio de cada un</w:t>
      </w:r>
      <w:r w:rsidR="00A122D9" w:rsidRPr="00860C05">
        <w:rPr>
          <w:rFonts w:asciiTheme="minorHAnsi" w:hAnsiTheme="minorHAnsi" w:cstheme="minorHAnsi"/>
          <w:color w:val="3A3939" w:themeColor="background2" w:themeShade="BF"/>
          <w:sz w:val="20"/>
          <w:szCs w:val="20"/>
          <w:lang w:val="es-CO"/>
        </w:rPr>
        <w:t>a de ellas comprometiéndose el C</w:t>
      </w:r>
      <w:r w:rsidRPr="00860C05">
        <w:rPr>
          <w:rFonts w:asciiTheme="minorHAnsi" w:hAnsiTheme="minorHAnsi" w:cstheme="minorHAnsi"/>
          <w:color w:val="3A3939" w:themeColor="background2" w:themeShade="BF"/>
          <w:sz w:val="20"/>
          <w:szCs w:val="20"/>
          <w:lang w:val="es-CO"/>
        </w:rPr>
        <w:t xml:space="preserve">ontratista a realizar las obras especificadas en el contrato. </w:t>
      </w:r>
    </w:p>
    <w:p w14:paraId="762CB9FD" w14:textId="77777777" w:rsidR="007F1693" w:rsidRPr="00860C05" w:rsidRDefault="00E43E17"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Presupuesto Oficial Estimado:</w:t>
      </w:r>
      <w:r w:rsidR="004A3A3B" w:rsidRPr="00860C05">
        <w:rPr>
          <w:rFonts w:asciiTheme="minorHAnsi" w:hAnsiTheme="minorHAnsi" w:cstheme="minorHAnsi"/>
          <w:b/>
          <w:bCs/>
          <w:color w:val="3A3939" w:themeColor="background2" w:themeShade="BF"/>
          <w:sz w:val="20"/>
          <w:szCs w:val="20"/>
          <w:lang w:val="es-CO"/>
        </w:rPr>
        <w:t xml:space="preserve"> </w:t>
      </w:r>
      <w:r w:rsidR="004A3A3B" w:rsidRPr="00860C05">
        <w:rPr>
          <w:rFonts w:asciiTheme="minorHAnsi" w:hAnsiTheme="minorHAnsi" w:cstheme="minorHAnsi"/>
          <w:color w:val="3A3939" w:themeColor="background2" w:themeShade="BF"/>
          <w:sz w:val="20"/>
          <w:szCs w:val="20"/>
          <w:lang w:val="es-CO"/>
        </w:rPr>
        <w:t xml:space="preserve">Es el valor total que </w:t>
      </w:r>
      <w:r w:rsidR="00D804E0" w:rsidRPr="00860C05">
        <w:rPr>
          <w:rFonts w:asciiTheme="minorHAnsi" w:hAnsiTheme="minorHAnsi" w:cstheme="minorHAnsi"/>
          <w:color w:val="3A3939" w:themeColor="background2" w:themeShade="BF"/>
          <w:sz w:val="20"/>
          <w:szCs w:val="20"/>
          <w:lang w:val="es-CO"/>
        </w:rPr>
        <w:t>la Entidad determina como necesario para ejecutar el objeto del contrato con base en el estudio previo y el análisis del sector.</w:t>
      </w:r>
    </w:p>
    <w:p w14:paraId="5EDA9263" w14:textId="69C99A2E" w:rsidR="006B653E" w:rsidRPr="00860C05" w:rsidRDefault="005125D4"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Proponente</w:t>
      </w:r>
      <w:r w:rsidR="66B984DD" w:rsidRPr="00860C05">
        <w:rPr>
          <w:rFonts w:asciiTheme="minorHAnsi" w:hAnsiTheme="minorHAnsi" w:cstheme="minorHAnsi"/>
          <w:b/>
          <w:bCs/>
          <w:color w:val="3A3939" w:themeColor="background2" w:themeShade="BF"/>
          <w:sz w:val="20"/>
          <w:szCs w:val="20"/>
          <w:lang w:val="es-CO"/>
        </w:rPr>
        <w:t xml:space="preserve"> Plural: </w:t>
      </w:r>
      <w:r w:rsidR="00383B25" w:rsidRPr="00860C05">
        <w:rPr>
          <w:rFonts w:asciiTheme="minorHAnsi" w:hAnsiTheme="minorHAnsi" w:cstheme="minorHAnsi"/>
          <w:color w:val="3A3939" w:themeColor="background2" w:themeShade="BF"/>
          <w:sz w:val="20"/>
          <w:szCs w:val="20"/>
          <w:lang w:val="es-CO"/>
        </w:rPr>
        <w:t xml:space="preserve">Es cuando dos o más personas en forma conjunta </w:t>
      </w:r>
      <w:r w:rsidR="00997D1D" w:rsidRPr="00860C05">
        <w:rPr>
          <w:rFonts w:asciiTheme="minorHAnsi" w:hAnsiTheme="minorHAnsi" w:cstheme="minorHAnsi"/>
          <w:color w:val="3A3939" w:themeColor="background2" w:themeShade="BF"/>
          <w:sz w:val="20"/>
          <w:szCs w:val="20"/>
          <w:lang w:val="es-CO"/>
        </w:rPr>
        <w:t xml:space="preserve">se unen para </w:t>
      </w:r>
      <w:r w:rsidR="006B653E" w:rsidRPr="00860C05">
        <w:rPr>
          <w:rFonts w:asciiTheme="minorHAnsi" w:hAnsiTheme="minorHAnsi" w:cstheme="minorHAnsi"/>
          <w:color w:val="3A3939" w:themeColor="background2" w:themeShade="BF"/>
          <w:sz w:val="20"/>
          <w:szCs w:val="20"/>
          <w:lang w:val="es-CO"/>
        </w:rPr>
        <w:t>la presentación de propuestas por parte de Consorcios y Uniones Temporales con el fin de aunar esfuerzos para presentar conjuntamente una misma propuesta y aunque no constituyen una persona jurídica, la ley les otorgó capacidad jurídica para celebrar contratos con las Entidades Estatales.</w:t>
      </w:r>
    </w:p>
    <w:p w14:paraId="761321C8" w14:textId="77777777" w:rsidR="0029671C" w:rsidRPr="00860C05" w:rsidRDefault="005125D4"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Proponente</w:t>
      </w:r>
      <w:r w:rsidR="66B984DD" w:rsidRPr="00860C05">
        <w:rPr>
          <w:rFonts w:asciiTheme="minorHAnsi" w:hAnsiTheme="minorHAnsi" w:cstheme="minorHAnsi"/>
          <w:b/>
          <w:bCs/>
          <w:color w:val="3A3939" w:themeColor="background2" w:themeShade="BF"/>
          <w:sz w:val="20"/>
          <w:szCs w:val="20"/>
          <w:lang w:val="es-CO"/>
        </w:rPr>
        <w:t xml:space="preserve">: </w:t>
      </w:r>
      <w:r w:rsidR="00F035CD" w:rsidRPr="00860C05">
        <w:rPr>
          <w:rFonts w:asciiTheme="minorHAnsi" w:hAnsiTheme="minorHAnsi" w:cstheme="minorHAnsi"/>
          <w:color w:val="3A3939" w:themeColor="background2" w:themeShade="BF"/>
          <w:sz w:val="20"/>
          <w:szCs w:val="20"/>
          <w:lang w:val="es-CO"/>
        </w:rPr>
        <w:t>Es la persona o el grupo de personas que presenta</w:t>
      </w:r>
      <w:r w:rsidR="00071442" w:rsidRPr="00860C05">
        <w:rPr>
          <w:rFonts w:asciiTheme="minorHAnsi" w:hAnsiTheme="minorHAnsi" w:cstheme="minorHAnsi"/>
          <w:color w:val="3A3939" w:themeColor="background2" w:themeShade="BF"/>
          <w:sz w:val="20"/>
          <w:szCs w:val="20"/>
          <w:lang w:val="es-CO"/>
        </w:rPr>
        <w:t>n una o</w:t>
      </w:r>
      <w:r w:rsidR="00F035CD" w:rsidRPr="00860C05">
        <w:rPr>
          <w:rFonts w:asciiTheme="minorHAnsi" w:hAnsiTheme="minorHAnsi" w:cstheme="minorHAnsi"/>
          <w:color w:val="3A3939" w:themeColor="background2" w:themeShade="BF"/>
          <w:sz w:val="20"/>
          <w:szCs w:val="20"/>
          <w:lang w:val="es-CO"/>
        </w:rPr>
        <w:t xml:space="preserve">ferta para participar en el Proceso de </w:t>
      </w:r>
      <w:r w:rsidR="00071442" w:rsidRPr="00860C05">
        <w:rPr>
          <w:rFonts w:asciiTheme="minorHAnsi" w:hAnsiTheme="minorHAnsi" w:cstheme="minorHAnsi"/>
          <w:color w:val="3A3939" w:themeColor="background2" w:themeShade="BF"/>
          <w:sz w:val="20"/>
          <w:szCs w:val="20"/>
          <w:lang w:val="es-CO"/>
        </w:rPr>
        <w:t>Contratación</w:t>
      </w:r>
      <w:r w:rsidR="00F035CD" w:rsidRPr="00860C05">
        <w:rPr>
          <w:rFonts w:asciiTheme="minorHAnsi" w:hAnsiTheme="minorHAnsi" w:cstheme="minorHAnsi"/>
          <w:color w:val="3A3939" w:themeColor="background2" w:themeShade="BF"/>
          <w:sz w:val="20"/>
          <w:szCs w:val="20"/>
          <w:lang w:val="es-CO"/>
        </w:rPr>
        <w:t xml:space="preserve">. </w:t>
      </w:r>
    </w:p>
    <w:p w14:paraId="152A50C9" w14:textId="66BD3AD5" w:rsidR="001647A9" w:rsidRPr="00860C05" w:rsidRDefault="001647A9"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Reembolso de Gastos: </w:t>
      </w:r>
      <w:r w:rsidRPr="00860C05">
        <w:rPr>
          <w:rFonts w:asciiTheme="minorHAnsi" w:hAnsiTheme="minorHAnsi" w:cstheme="minorHAnsi"/>
          <w:color w:val="3A3939" w:themeColor="background2" w:themeShade="BF"/>
          <w:sz w:val="20"/>
          <w:szCs w:val="20"/>
          <w:lang w:val="es-CO"/>
        </w:rPr>
        <w:t>En esta modalidad el contratista asume los gastos de ejecución del contrato y la Entidad Estatal en forma periódica rembolsa dichos gastos y además reconoce al contratista los honorarios que se pactan por su gestión</w:t>
      </w:r>
    </w:p>
    <w:p w14:paraId="4E046A5B" w14:textId="77777777" w:rsidR="00270637" w:rsidRPr="00860C05"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lastRenderedPageBreak/>
        <w:t xml:space="preserve">Selección Objetiva: </w:t>
      </w:r>
      <w:r w:rsidR="00000C3E" w:rsidRPr="00860C05">
        <w:rPr>
          <w:rFonts w:asciiTheme="minorHAnsi" w:hAnsiTheme="minorHAnsi" w:cstheme="minorHAnsi"/>
          <w:color w:val="3A3939" w:themeColor="background2" w:themeShade="BF"/>
          <w:sz w:val="20"/>
          <w:szCs w:val="20"/>
          <w:lang w:val="es-CO"/>
        </w:rPr>
        <w:t xml:space="preserve">Es el </w:t>
      </w:r>
      <w:r w:rsidRPr="00860C05">
        <w:rPr>
          <w:rFonts w:asciiTheme="minorHAnsi" w:hAnsiTheme="minorHAnsi" w:cstheme="minorHAnsi"/>
          <w:color w:val="3A3939" w:themeColor="background2" w:themeShade="BF"/>
          <w:sz w:val="20"/>
          <w:szCs w:val="20"/>
          <w:lang w:val="es-CO"/>
        </w:rPr>
        <w:t xml:space="preserve">principio </w:t>
      </w:r>
      <w:r w:rsidR="00000C3E" w:rsidRPr="00860C05">
        <w:rPr>
          <w:rFonts w:asciiTheme="minorHAnsi" w:hAnsiTheme="minorHAnsi" w:cstheme="minorHAnsi"/>
          <w:color w:val="3A3939" w:themeColor="background2" w:themeShade="BF"/>
          <w:sz w:val="20"/>
          <w:szCs w:val="20"/>
          <w:lang w:val="es-CO"/>
        </w:rPr>
        <w:t>que</w:t>
      </w:r>
      <w:r w:rsidRPr="00860C05">
        <w:rPr>
          <w:rFonts w:asciiTheme="minorHAnsi" w:hAnsiTheme="minorHAnsi" w:cstheme="minorHAnsi"/>
          <w:color w:val="3A3939" w:themeColor="background2" w:themeShade="BF"/>
          <w:sz w:val="20"/>
          <w:szCs w:val="20"/>
          <w:lang w:val="es-CO"/>
        </w:rPr>
        <w:t xml:space="preserve"> busca que la selección de los colaboradores de la administración responda a criterios objetivos, en concordancia con los principios que rigen la función administrativa.</w:t>
      </w:r>
      <w:r w:rsidRPr="00860C05">
        <w:rPr>
          <w:rFonts w:asciiTheme="minorHAnsi" w:hAnsiTheme="minorHAnsi" w:cstheme="minorHAnsi"/>
          <w:b/>
          <w:bCs/>
          <w:color w:val="3A3939" w:themeColor="background2" w:themeShade="BF"/>
          <w:sz w:val="20"/>
          <w:szCs w:val="20"/>
          <w:lang w:val="es-CO"/>
        </w:rPr>
        <w:t xml:space="preserve"> </w:t>
      </w:r>
    </w:p>
    <w:p w14:paraId="00EC5D0F" w14:textId="38F4185E" w:rsidR="00DB0B82" w:rsidRPr="00860C05" w:rsidRDefault="00DB0B82"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Subcontratista</w:t>
      </w:r>
      <w:r w:rsidRPr="00860C05">
        <w:rPr>
          <w:rFonts w:asciiTheme="minorHAnsi" w:hAnsiTheme="minorHAnsi" w:cstheme="minorHAnsi"/>
          <w:color w:val="3A3939" w:themeColor="background2" w:themeShade="BF"/>
          <w:sz w:val="20"/>
          <w:szCs w:val="20"/>
          <w:lang w:val="es-CO"/>
        </w:rPr>
        <w:t xml:space="preserve">: Es la persona natural o jurídica que contrata el contratista principal para ejecutar una actividad previamente contratada por una entidad estatal u otra persona natural o jurídica. </w:t>
      </w:r>
    </w:p>
    <w:p w14:paraId="1A710006" w14:textId="1CB25826" w:rsidR="00CE6B2E" w:rsidRPr="00860C05" w:rsidRDefault="008C0C41"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Sobre No. 1: </w:t>
      </w:r>
      <w:r w:rsidRPr="00860C05">
        <w:rPr>
          <w:rFonts w:asciiTheme="minorHAnsi" w:hAnsiTheme="minorHAnsi" w:cstheme="minorHAnsi"/>
          <w:color w:val="3A3939" w:themeColor="background2" w:themeShade="BF"/>
          <w:sz w:val="20"/>
          <w:szCs w:val="20"/>
          <w:lang w:val="es-CO"/>
        </w:rPr>
        <w:t xml:space="preserve">Es el sobre que incluye los documentos relacionados con el cumplimiento de los requisitos habilitantes, así como los </w:t>
      </w:r>
      <w:r w:rsidR="00886422" w:rsidRPr="00860C05">
        <w:rPr>
          <w:rFonts w:asciiTheme="minorHAnsi" w:hAnsiTheme="minorHAnsi" w:cstheme="minorHAnsi"/>
          <w:color w:val="3A3939" w:themeColor="background2" w:themeShade="BF"/>
          <w:sz w:val="20"/>
          <w:szCs w:val="20"/>
          <w:lang w:val="es-CO"/>
        </w:rPr>
        <w:t>requisitos</w:t>
      </w:r>
      <w:r w:rsidRPr="00860C05">
        <w:rPr>
          <w:rFonts w:asciiTheme="minorHAnsi" w:hAnsiTheme="minorHAnsi" w:cstheme="minorHAnsi"/>
          <w:color w:val="3A3939" w:themeColor="background2" w:themeShade="BF"/>
          <w:sz w:val="20"/>
          <w:szCs w:val="20"/>
          <w:lang w:val="es-CO"/>
        </w:rPr>
        <w:t xml:space="preserve"> y documentos </w:t>
      </w:r>
      <w:r w:rsidR="00886422" w:rsidRPr="00860C05">
        <w:rPr>
          <w:rFonts w:asciiTheme="minorHAnsi" w:hAnsiTheme="minorHAnsi" w:cstheme="minorHAnsi"/>
          <w:color w:val="3A3939" w:themeColor="background2" w:themeShade="BF"/>
          <w:sz w:val="20"/>
          <w:szCs w:val="20"/>
          <w:lang w:val="es-CO"/>
        </w:rPr>
        <w:t>a</w:t>
      </w:r>
      <w:r w:rsidRPr="00860C05">
        <w:rPr>
          <w:rFonts w:asciiTheme="minorHAnsi" w:hAnsiTheme="minorHAnsi" w:cstheme="minorHAnsi"/>
          <w:color w:val="3A3939" w:themeColor="background2" w:themeShade="BF"/>
          <w:sz w:val="20"/>
          <w:szCs w:val="20"/>
          <w:lang w:val="es-CO"/>
        </w:rPr>
        <w:t xml:space="preserve"> los que se les </w:t>
      </w:r>
      <w:r w:rsidR="00886422" w:rsidRPr="00860C05">
        <w:rPr>
          <w:rFonts w:asciiTheme="minorHAnsi" w:hAnsiTheme="minorHAnsi" w:cstheme="minorHAnsi"/>
          <w:color w:val="3A3939" w:themeColor="background2" w:themeShade="BF"/>
          <w:sz w:val="20"/>
          <w:szCs w:val="20"/>
          <w:lang w:val="es-CO"/>
        </w:rPr>
        <w:t>asigna</w:t>
      </w:r>
      <w:r w:rsidRPr="00860C05">
        <w:rPr>
          <w:rFonts w:asciiTheme="minorHAnsi" w:hAnsiTheme="minorHAnsi" w:cstheme="minorHAnsi"/>
          <w:color w:val="3A3939" w:themeColor="background2" w:themeShade="BF"/>
          <w:sz w:val="20"/>
          <w:szCs w:val="20"/>
          <w:lang w:val="es-CO"/>
        </w:rPr>
        <w:t xml:space="preserve"> puntaje </w:t>
      </w:r>
      <w:r w:rsidR="00886422" w:rsidRPr="00860C05">
        <w:rPr>
          <w:rFonts w:asciiTheme="minorHAnsi" w:hAnsiTheme="minorHAnsi" w:cstheme="minorHAnsi"/>
          <w:color w:val="3A3939" w:themeColor="background2" w:themeShade="BF"/>
          <w:sz w:val="20"/>
          <w:szCs w:val="20"/>
          <w:lang w:val="es-CO"/>
        </w:rPr>
        <w:t>que son</w:t>
      </w:r>
      <w:r w:rsidRPr="00860C05">
        <w:rPr>
          <w:rFonts w:asciiTheme="minorHAnsi" w:hAnsiTheme="minorHAnsi" w:cstheme="minorHAnsi"/>
          <w:color w:val="3A3939" w:themeColor="background2" w:themeShade="BF"/>
          <w:sz w:val="20"/>
          <w:szCs w:val="20"/>
          <w:lang w:val="es-CO"/>
        </w:rPr>
        <w:t xml:space="preserve"> diferentes a la oferta económica</w:t>
      </w:r>
      <w:r w:rsidR="00CE6B2E" w:rsidRPr="00860C05">
        <w:rPr>
          <w:rFonts w:asciiTheme="minorHAnsi" w:hAnsiTheme="minorHAnsi" w:cstheme="minorHAnsi"/>
          <w:color w:val="3A3939" w:themeColor="background2" w:themeShade="BF"/>
          <w:sz w:val="20"/>
          <w:szCs w:val="20"/>
          <w:lang w:val="es-CO"/>
        </w:rPr>
        <w:t xml:space="preserve"> </w:t>
      </w:r>
    </w:p>
    <w:p w14:paraId="7C1AAD49" w14:textId="77777777" w:rsidR="00CE6B2E" w:rsidRPr="00860C05" w:rsidRDefault="00CE6B2E"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Sobre No. </w:t>
      </w:r>
      <w:r w:rsidR="00CC74CF" w:rsidRPr="00860C05">
        <w:rPr>
          <w:rFonts w:asciiTheme="minorHAnsi" w:hAnsiTheme="minorHAnsi" w:cstheme="minorHAnsi"/>
          <w:b/>
          <w:bCs/>
          <w:color w:val="3A3939" w:themeColor="background2" w:themeShade="BF"/>
          <w:sz w:val="20"/>
          <w:szCs w:val="20"/>
          <w:lang w:val="es-CO"/>
        </w:rPr>
        <w:t xml:space="preserve">2: </w:t>
      </w:r>
      <w:r w:rsidR="00CC74CF" w:rsidRPr="00860C05">
        <w:rPr>
          <w:rFonts w:asciiTheme="minorHAnsi" w:hAnsiTheme="minorHAnsi" w:cstheme="minorHAnsi"/>
          <w:color w:val="3A3939" w:themeColor="background2" w:themeShade="BF"/>
          <w:sz w:val="20"/>
          <w:szCs w:val="20"/>
          <w:lang w:val="es-CO"/>
        </w:rPr>
        <w:t>Es el sobre que contiene la oferta económica.</w:t>
      </w:r>
    </w:p>
    <w:p w14:paraId="2676B1D2" w14:textId="77777777" w:rsidR="00F70C8B" w:rsidRPr="00860C05"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Sucursal: </w:t>
      </w:r>
      <w:r w:rsidR="00000C3E" w:rsidRPr="00860C05">
        <w:rPr>
          <w:rFonts w:asciiTheme="minorHAnsi" w:hAnsiTheme="minorHAnsi" w:cstheme="minorHAnsi"/>
          <w:color w:val="3A3939" w:themeColor="background2" w:themeShade="BF"/>
          <w:sz w:val="20"/>
          <w:szCs w:val="20"/>
          <w:lang w:val="es-CO"/>
        </w:rPr>
        <w:t>Son los e</w:t>
      </w:r>
      <w:r w:rsidRPr="00860C05">
        <w:rPr>
          <w:rFonts w:asciiTheme="minorHAnsi" w:hAnsiTheme="minorHAnsi" w:cstheme="minorHAnsi"/>
          <w:color w:val="3A3939" w:themeColor="background2" w:themeShade="BF"/>
          <w:sz w:val="20"/>
          <w:szCs w:val="20"/>
          <w:lang w:val="es-CO"/>
        </w:rPr>
        <w:t>stablecimientos de comercio abiertos por una sociedad, dentro o fuera de su domicilio, para el desarrollo de los negocios sociales o de parte de ellos, administrados por mandatarios con facultades para representar a la sociedad</w:t>
      </w:r>
    </w:p>
    <w:p w14:paraId="32909923" w14:textId="7ED5096C" w:rsidR="00F70C8B" w:rsidRPr="00860C05"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bookmarkStart w:id="0" w:name="_Hlk511321952"/>
      <w:r w:rsidRPr="00860C05">
        <w:rPr>
          <w:rFonts w:asciiTheme="minorHAnsi" w:hAnsiTheme="minorHAnsi" w:cstheme="minorHAnsi"/>
          <w:b/>
          <w:bCs/>
          <w:color w:val="3A3939" w:themeColor="background2" w:themeShade="BF"/>
          <w:sz w:val="20"/>
          <w:szCs w:val="20"/>
          <w:lang w:val="es-CO"/>
        </w:rPr>
        <w:t xml:space="preserve">Trato Nacional: </w:t>
      </w:r>
      <w:r w:rsidR="00217D07" w:rsidRPr="00860C05">
        <w:rPr>
          <w:rFonts w:asciiTheme="minorHAnsi" w:hAnsiTheme="minorHAnsi" w:cstheme="minorHAnsi"/>
          <w:color w:val="3A3939" w:themeColor="background2" w:themeShade="BF"/>
          <w:sz w:val="20"/>
          <w:szCs w:val="20"/>
          <w:lang w:val="es-CO"/>
        </w:rPr>
        <w:t>Es el p</w:t>
      </w:r>
      <w:r w:rsidRPr="00860C05">
        <w:rPr>
          <w:rFonts w:asciiTheme="minorHAnsi" w:hAnsiTheme="minorHAnsi" w:cstheme="minorHAnsi"/>
          <w:color w:val="3A3939" w:themeColor="background2" w:themeShade="BF"/>
          <w:sz w:val="20"/>
          <w:szCs w:val="20"/>
          <w:lang w:val="es-CO"/>
        </w:rPr>
        <w:t xml:space="preserve">rincipio según el cual un Estado concede a los nacionales de otro </w:t>
      </w:r>
      <w:r w:rsidR="002A3024" w:rsidRPr="00860C05">
        <w:rPr>
          <w:rFonts w:asciiTheme="minorHAnsi" w:hAnsiTheme="minorHAnsi" w:cstheme="minorHAnsi"/>
          <w:color w:val="3A3939" w:themeColor="background2" w:themeShade="BF"/>
          <w:sz w:val="20"/>
          <w:szCs w:val="20"/>
          <w:lang w:val="es-CO"/>
        </w:rPr>
        <w:t xml:space="preserve">Estado </w:t>
      </w:r>
      <w:r w:rsidRPr="00860C05">
        <w:rPr>
          <w:rFonts w:asciiTheme="minorHAnsi" w:hAnsiTheme="minorHAnsi" w:cstheme="minorHAnsi"/>
          <w:color w:val="3A3939" w:themeColor="background2" w:themeShade="BF"/>
          <w:sz w:val="20"/>
          <w:szCs w:val="20"/>
          <w:lang w:val="es-CO"/>
        </w:rPr>
        <w:t>el mismo trato que otorga a sus nacionales.</w:t>
      </w:r>
      <w:r w:rsidRPr="00860C05">
        <w:rPr>
          <w:rFonts w:asciiTheme="minorHAnsi" w:hAnsiTheme="minorHAnsi" w:cstheme="minorHAnsi"/>
          <w:b/>
          <w:bCs/>
          <w:color w:val="3A3939" w:themeColor="background2" w:themeShade="BF"/>
          <w:sz w:val="20"/>
          <w:szCs w:val="20"/>
          <w:lang w:val="es-CO"/>
        </w:rPr>
        <w:t xml:space="preserve"> </w:t>
      </w:r>
    </w:p>
    <w:bookmarkEnd w:id="0"/>
    <w:p w14:paraId="704F9101" w14:textId="77777777" w:rsidR="00F70C8B" w:rsidRPr="00860C05"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Unión Temporal: </w:t>
      </w:r>
      <w:r w:rsidR="00217D07" w:rsidRPr="00860C05">
        <w:rPr>
          <w:rFonts w:asciiTheme="minorHAnsi" w:hAnsiTheme="minorHAnsi" w:cstheme="minorHAnsi"/>
          <w:color w:val="3A3939" w:themeColor="background2" w:themeShade="BF"/>
          <w:sz w:val="20"/>
          <w:szCs w:val="20"/>
          <w:lang w:val="es-CO"/>
        </w:rPr>
        <w:t xml:space="preserve">Es la </w:t>
      </w:r>
      <w:r w:rsidR="002A3024" w:rsidRPr="00860C05">
        <w:rPr>
          <w:rFonts w:asciiTheme="minorHAnsi" w:hAnsiTheme="minorHAnsi" w:cstheme="minorHAnsi"/>
          <w:color w:val="3A3939" w:themeColor="background2" w:themeShade="BF"/>
          <w:sz w:val="20"/>
          <w:szCs w:val="20"/>
          <w:lang w:val="es-CO"/>
        </w:rPr>
        <w:t>unión</w:t>
      </w:r>
      <w:r w:rsidR="00217D07" w:rsidRPr="00860C05">
        <w:rPr>
          <w:rFonts w:asciiTheme="minorHAnsi" w:hAnsiTheme="minorHAnsi" w:cstheme="minorHAnsi"/>
          <w:color w:val="3A3939" w:themeColor="background2" w:themeShade="BF"/>
          <w:sz w:val="20"/>
          <w:szCs w:val="20"/>
          <w:lang w:val="es-CO"/>
        </w:rPr>
        <w:t xml:space="preserve"> de</w:t>
      </w:r>
      <w:r w:rsidRPr="00860C05">
        <w:rPr>
          <w:rFonts w:asciiTheme="minorHAnsi" w:hAnsiTheme="minorHAnsi" w:cstheme="minorHAnsi"/>
          <w:color w:val="3A3939" w:themeColor="background2" w:themeShade="BF"/>
          <w:sz w:val="20"/>
          <w:szCs w:val="20"/>
          <w:lang w:val="es-CO"/>
        </w:rPr>
        <w:t xml:space="preserve"> dos o más personas </w:t>
      </w:r>
      <w:r w:rsidR="00217D07" w:rsidRPr="00860C05">
        <w:rPr>
          <w:rFonts w:asciiTheme="minorHAnsi" w:hAnsiTheme="minorHAnsi" w:cstheme="minorHAnsi"/>
          <w:color w:val="3A3939" w:themeColor="background2" w:themeShade="BF"/>
          <w:sz w:val="20"/>
          <w:szCs w:val="20"/>
          <w:lang w:val="es-CO"/>
        </w:rPr>
        <w:t>que</w:t>
      </w:r>
      <w:r w:rsidRPr="00860C05">
        <w:rPr>
          <w:rFonts w:asciiTheme="minorHAnsi" w:hAnsiTheme="minorHAnsi" w:cstheme="minorHAnsi"/>
          <w:color w:val="3A3939" w:themeColor="background2" w:themeShade="BF"/>
          <w:sz w:val="20"/>
          <w:szCs w:val="20"/>
          <w:lang w:val="es-CO"/>
        </w:rPr>
        <w:t xml:space="preserve"> en forma conjunta presentan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impondrán de acuerdo con la participación en la ejecución de cada uno de los miembros de la unión temporal.</w:t>
      </w:r>
      <w:r w:rsidRPr="00860C05">
        <w:rPr>
          <w:rFonts w:asciiTheme="minorHAnsi" w:hAnsiTheme="minorHAnsi" w:cstheme="minorHAnsi"/>
          <w:b/>
          <w:bCs/>
          <w:color w:val="3A3939" w:themeColor="background2" w:themeShade="BF"/>
          <w:sz w:val="20"/>
          <w:szCs w:val="20"/>
          <w:lang w:val="es-CO"/>
        </w:rPr>
        <w:t xml:space="preserve"> </w:t>
      </w:r>
    </w:p>
    <w:p w14:paraId="377AC388" w14:textId="77777777" w:rsidR="00270637" w:rsidRPr="00860C05"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Utilidad Operacional: </w:t>
      </w:r>
      <w:r w:rsidR="006A6053" w:rsidRPr="00860C05">
        <w:rPr>
          <w:rFonts w:asciiTheme="minorHAnsi" w:hAnsiTheme="minorHAnsi" w:cstheme="minorHAnsi"/>
          <w:color w:val="3A3939" w:themeColor="background2" w:themeShade="BF"/>
          <w:sz w:val="20"/>
          <w:szCs w:val="20"/>
          <w:lang w:val="es-CO"/>
        </w:rPr>
        <w:t>Son</w:t>
      </w:r>
      <w:r w:rsidRPr="00860C05">
        <w:rPr>
          <w:rFonts w:asciiTheme="minorHAnsi" w:hAnsiTheme="minorHAnsi" w:cstheme="minorHAnsi"/>
          <w:color w:val="3A3939" w:themeColor="background2" w:themeShade="BF"/>
          <w:sz w:val="20"/>
          <w:szCs w:val="20"/>
          <w:lang w:val="es-CO"/>
        </w:rPr>
        <w:t xml:space="preserve"> los ingresos, costos y gastos operacionales relacionados directamente con el objeto social de la empresa, con su actividad principal, dejando de lado los gastos e ingresos no operacionales, es decir, aquellos ingresos diferentes a los obtenidos en el desarrollo de la actividad principal de la empresa, ingresos que por lo general son ocasionales o que son accesorios a la actividad principal.</w:t>
      </w:r>
    </w:p>
    <w:p w14:paraId="7BAC0F18" w14:textId="77777777" w:rsidR="00F70C8B" w:rsidRPr="00860C05"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Vigencia Fiscal: </w:t>
      </w:r>
      <w:r w:rsidR="00133BCA" w:rsidRPr="00860C05">
        <w:rPr>
          <w:rFonts w:asciiTheme="minorHAnsi" w:hAnsiTheme="minorHAnsi" w:cstheme="minorHAnsi"/>
          <w:color w:val="3A3939" w:themeColor="background2" w:themeShade="BF"/>
          <w:sz w:val="20"/>
          <w:szCs w:val="20"/>
          <w:lang w:val="es-CO"/>
        </w:rPr>
        <w:t xml:space="preserve">Es el </w:t>
      </w:r>
      <w:r w:rsidRPr="00860C05">
        <w:rPr>
          <w:rFonts w:asciiTheme="minorHAnsi" w:hAnsiTheme="minorHAnsi" w:cstheme="minorHAnsi"/>
          <w:color w:val="3A3939" w:themeColor="background2" w:themeShade="BF"/>
          <w:sz w:val="20"/>
          <w:szCs w:val="20"/>
          <w:lang w:val="es-CO"/>
        </w:rPr>
        <w:t>periodo de tiempo que comprende desde el primero de enero hasta el 31 de diciembre de cada año.</w:t>
      </w:r>
    </w:p>
    <w:p w14:paraId="39DB03EE" w14:textId="41408A93" w:rsidR="00541F7D" w:rsidRPr="00860C05" w:rsidRDefault="00541F7D" w:rsidP="007163E7">
      <w:pPr>
        <w:pStyle w:val="Prrafodelista"/>
        <w:numPr>
          <w:ilvl w:val="0"/>
          <w:numId w:val="15"/>
        </w:numPr>
        <w:rPr>
          <w:rFonts w:cstheme="minorHAnsi"/>
          <w:b/>
          <w:color w:val="3A3939" w:themeColor="background2" w:themeShade="BF"/>
          <w:szCs w:val="20"/>
          <w:lang w:val="es-CO"/>
        </w:rPr>
      </w:pPr>
      <w:r w:rsidRPr="00860C05">
        <w:rPr>
          <w:rFonts w:cstheme="minorHAnsi"/>
          <w:b/>
          <w:color w:val="3A3939" w:themeColor="background2" w:themeShade="BF"/>
          <w:szCs w:val="20"/>
          <w:lang w:val="es-CO"/>
        </w:rPr>
        <w:t xml:space="preserve">GLOSARIO </w:t>
      </w:r>
      <w:r w:rsidR="00A360D7" w:rsidRPr="00860C05">
        <w:rPr>
          <w:rFonts w:cstheme="minorHAnsi"/>
          <w:b/>
          <w:color w:val="3A3939" w:themeColor="background2" w:themeShade="BF"/>
          <w:szCs w:val="20"/>
          <w:lang w:val="es-CO"/>
        </w:rPr>
        <w:t>ESPECÍFICO</w:t>
      </w:r>
      <w:r w:rsidR="00B907B0" w:rsidRPr="00860C05">
        <w:rPr>
          <w:rFonts w:cstheme="minorHAnsi"/>
          <w:b/>
          <w:color w:val="3A3939" w:themeColor="background2" w:themeShade="BF"/>
          <w:szCs w:val="20"/>
          <w:lang w:val="es-CO"/>
        </w:rPr>
        <w:t xml:space="preserve"> TÉCNICO</w:t>
      </w:r>
      <w:r w:rsidR="00B41F11" w:rsidRPr="00860C05">
        <w:rPr>
          <w:rFonts w:cstheme="minorHAnsi"/>
          <w:b/>
          <w:color w:val="3A3939" w:themeColor="background2" w:themeShade="BF"/>
          <w:szCs w:val="20"/>
          <w:lang w:val="es-CO"/>
        </w:rPr>
        <w:t xml:space="preserve"> </w:t>
      </w:r>
    </w:p>
    <w:p w14:paraId="2232A651" w14:textId="77777777" w:rsidR="007163E7" w:rsidRPr="00860C05" w:rsidRDefault="007163E7" w:rsidP="007163E7">
      <w:pPr>
        <w:rPr>
          <w:rFonts w:cstheme="minorHAnsi"/>
          <w:b/>
          <w:color w:val="3A3939" w:themeColor="background2" w:themeShade="BF"/>
          <w:szCs w:val="20"/>
          <w:lang w:val="es-CO"/>
        </w:rPr>
      </w:pPr>
    </w:p>
    <w:p w14:paraId="0C2337A3" w14:textId="1EA43E20" w:rsidR="00071442" w:rsidRPr="00860C05" w:rsidRDefault="007072E4" w:rsidP="007163E7">
      <w:pPr>
        <w:rPr>
          <w:rFonts w:cstheme="minorHAnsi"/>
          <w:b/>
          <w:color w:val="3A3939" w:themeColor="background2" w:themeShade="BF"/>
          <w:szCs w:val="20"/>
          <w:lang w:val="es-CO"/>
        </w:rPr>
      </w:pPr>
      <w:r w:rsidRPr="00860C05">
        <w:rPr>
          <w:rFonts w:eastAsia="Arial" w:cstheme="minorHAnsi"/>
          <w:color w:val="3A3939" w:themeColor="background2" w:themeShade="BF"/>
          <w:szCs w:val="20"/>
          <w:lang w:val="es-CO"/>
        </w:rPr>
        <w:t>[</w:t>
      </w:r>
      <w:r w:rsidR="00071442" w:rsidRPr="00860C05">
        <w:rPr>
          <w:rFonts w:eastAsia="Arial" w:cstheme="minorHAnsi"/>
          <w:color w:val="3A3939" w:themeColor="background2" w:themeShade="BF"/>
          <w:szCs w:val="20"/>
          <w:highlight w:val="lightGray"/>
          <w:lang w:val="es-CO"/>
        </w:rPr>
        <w:t>La Entidad deberá incluir en orden alfabético los conceptos adicionales que aplican al proceso de selección que no estén incluidos en el presente anexo</w:t>
      </w:r>
      <w:r w:rsidR="00071442" w:rsidRPr="00860C05">
        <w:rPr>
          <w:rFonts w:eastAsia="Arial" w:cstheme="minorHAnsi"/>
          <w:color w:val="3A3939" w:themeColor="background2" w:themeShade="BF"/>
          <w:szCs w:val="20"/>
          <w:lang w:val="es-CO"/>
        </w:rPr>
        <w:t xml:space="preserve">] </w:t>
      </w:r>
    </w:p>
    <w:p w14:paraId="3E1A2342" w14:textId="77777777" w:rsidR="00071442" w:rsidRPr="00860C05" w:rsidRDefault="00071442" w:rsidP="007163E7">
      <w:pPr>
        <w:rPr>
          <w:rFonts w:cstheme="minorHAnsi"/>
          <w:b/>
          <w:color w:val="3A3939" w:themeColor="background2" w:themeShade="BF"/>
          <w:szCs w:val="20"/>
          <w:lang w:val="es-CO"/>
        </w:rPr>
      </w:pPr>
    </w:p>
    <w:p w14:paraId="21DE3BB1" w14:textId="1EB26E5D" w:rsidR="00E425C0" w:rsidRPr="00860C05" w:rsidRDefault="000254CB" w:rsidP="00551919">
      <w:pPr>
        <w:pStyle w:val="Prrafodelista"/>
        <w:numPr>
          <w:ilvl w:val="1"/>
          <w:numId w:val="22"/>
        </w:numPr>
        <w:ind w:left="720" w:hanging="436"/>
        <w:jc w:val="both"/>
        <w:rPr>
          <w:rFonts w:cstheme="minorHAnsi"/>
          <w:color w:val="3A3939" w:themeColor="background2" w:themeShade="BF"/>
          <w:szCs w:val="20"/>
          <w:lang w:val="es-CO"/>
        </w:rPr>
      </w:pPr>
      <w:r w:rsidRPr="00860C05">
        <w:rPr>
          <w:rFonts w:cstheme="minorHAnsi"/>
          <w:b/>
          <w:color w:val="3A3939" w:themeColor="background2" w:themeShade="BF"/>
          <w:szCs w:val="20"/>
          <w:lang w:val="es-CO"/>
        </w:rPr>
        <w:t>Accesibilidad:</w:t>
      </w:r>
      <w:r w:rsidRPr="00860C05">
        <w:rPr>
          <w:rFonts w:cstheme="minorHAnsi"/>
          <w:color w:val="3A3939" w:themeColor="background2" w:themeShade="BF"/>
          <w:szCs w:val="20"/>
          <w:lang w:val="es-CO"/>
        </w:rPr>
        <w:t xml:space="preserve"> Condición que permite, en cualquier espacio o ambiente ya sea interior o exterior, el fácil y seguro desplazamiento de la población en general y el uso en forma confiable, eficiente y autónoma de los servicios instalados en esos ambientes.</w:t>
      </w:r>
    </w:p>
    <w:p w14:paraId="3E40A374" w14:textId="77777777" w:rsidR="000254CB" w:rsidRPr="00860C05" w:rsidRDefault="000254CB" w:rsidP="00B87E2B">
      <w:pPr>
        <w:pStyle w:val="Prrafodelista"/>
        <w:jc w:val="both"/>
        <w:rPr>
          <w:rFonts w:cstheme="minorHAnsi"/>
          <w:color w:val="3A3939" w:themeColor="background2" w:themeShade="BF"/>
          <w:szCs w:val="20"/>
          <w:lang w:val="es-CO"/>
        </w:rPr>
      </w:pPr>
    </w:p>
    <w:p w14:paraId="66F46ADA" w14:textId="4549235B" w:rsidR="007072E4" w:rsidRPr="00860C05" w:rsidRDefault="007072E4" w:rsidP="00551919">
      <w:pPr>
        <w:pStyle w:val="Prrafodelista"/>
        <w:numPr>
          <w:ilvl w:val="1"/>
          <w:numId w:val="22"/>
        </w:numPr>
        <w:ind w:left="720" w:hanging="436"/>
        <w:jc w:val="both"/>
        <w:rPr>
          <w:rFonts w:cstheme="minorHAnsi"/>
          <w:color w:val="3A3939" w:themeColor="background2" w:themeShade="BF"/>
          <w:szCs w:val="20"/>
          <w:lang w:val="es-CO"/>
        </w:rPr>
      </w:pPr>
      <w:r w:rsidRPr="00860C05">
        <w:rPr>
          <w:rFonts w:cstheme="minorHAnsi"/>
          <w:b/>
          <w:color w:val="3A3939" w:themeColor="background2" w:themeShade="BF"/>
          <w:szCs w:val="20"/>
          <w:lang w:val="es-CO"/>
        </w:rPr>
        <w:t xml:space="preserve">Actualización Sísmica: </w:t>
      </w:r>
      <w:r w:rsidRPr="00860C05">
        <w:rPr>
          <w:rFonts w:cstheme="minorHAnsi"/>
          <w:color w:val="3A3939" w:themeColor="background2" w:themeShade="BF"/>
          <w:szCs w:val="20"/>
          <w:lang w:val="es-CO"/>
        </w:rPr>
        <w:t xml:space="preserve">Es el análisis total de la estructura desde las fundaciones, pasando por la subestructura y su conexión con la superestructura para que al realizar el análisis de vulnerabilidad sísmica se dé la actualización y cumplimiento a lo establecido en la sección A. 3.5 CARGAS POR SISMO del Código Colombiano de diseño sísmico de puentes y el cumplimiento de las Normas Colombianas de diseño y Construcción Sismo – Resistente. Los procesos constructivos involucran el estudio del espectro sísmico desde el componente geotécnico hasta la forma de implementar los conectores entre la superestructura y la </w:t>
      </w:r>
      <w:r w:rsidRPr="00860C05">
        <w:rPr>
          <w:rFonts w:cstheme="minorHAnsi"/>
          <w:color w:val="3A3939" w:themeColor="background2" w:themeShade="BF"/>
          <w:szCs w:val="20"/>
          <w:lang w:val="es-CO"/>
        </w:rPr>
        <w:lastRenderedPageBreak/>
        <w:t>subestructura. Estas actividades requieren del mantenimiento y reforzamiento previo de los elementos estructurales.</w:t>
      </w:r>
    </w:p>
    <w:p w14:paraId="684E4B1B" w14:textId="77777777" w:rsidR="007072E4" w:rsidRPr="00860C05" w:rsidRDefault="007072E4" w:rsidP="007072E4">
      <w:pPr>
        <w:pStyle w:val="Prrafodelista"/>
        <w:jc w:val="both"/>
        <w:rPr>
          <w:rFonts w:cstheme="minorHAnsi"/>
          <w:b/>
          <w:color w:val="3A3939" w:themeColor="background2" w:themeShade="BF"/>
          <w:szCs w:val="20"/>
          <w:lang w:val="es-CO"/>
        </w:rPr>
      </w:pPr>
    </w:p>
    <w:p w14:paraId="3210EFEB" w14:textId="77777777" w:rsidR="00B41F11" w:rsidRPr="00860C05" w:rsidRDefault="00B41F11" w:rsidP="00B41F11">
      <w:pPr>
        <w:pStyle w:val="Prrafodelista"/>
        <w:numPr>
          <w:ilvl w:val="1"/>
          <w:numId w:val="22"/>
        </w:numPr>
        <w:jc w:val="both"/>
        <w:rPr>
          <w:rFonts w:cstheme="minorHAnsi"/>
          <w:color w:val="3A3939" w:themeColor="background2" w:themeShade="BF"/>
          <w:szCs w:val="20"/>
          <w:lang w:val="es-CO"/>
        </w:rPr>
      </w:pPr>
      <w:r w:rsidRPr="00860C05">
        <w:rPr>
          <w:rFonts w:cstheme="minorHAnsi"/>
          <w:b/>
          <w:color w:val="3A3939" w:themeColor="background2" w:themeShade="BF"/>
          <w:szCs w:val="20"/>
          <w:lang w:val="es-CO"/>
        </w:rPr>
        <w:t xml:space="preserve">Áreas del aeródromo: </w:t>
      </w:r>
      <w:r w:rsidRPr="00860C05">
        <w:rPr>
          <w:rFonts w:cstheme="minorHAnsi"/>
          <w:color w:val="3A3939" w:themeColor="background2" w:themeShade="BF"/>
          <w:szCs w:val="20"/>
          <w:lang w:val="es-CO"/>
        </w:rPr>
        <w:t xml:space="preserve">Un aeródromo está integrado por el lado aire y lado tierra. </w:t>
      </w:r>
    </w:p>
    <w:p w14:paraId="3E6E01B0" w14:textId="30AB4AB9" w:rsidR="00B41F11" w:rsidRPr="00860C05" w:rsidRDefault="00B41F11" w:rsidP="00B41F11">
      <w:pPr>
        <w:pStyle w:val="Prrafodelista"/>
        <w:numPr>
          <w:ilvl w:val="0"/>
          <w:numId w:val="27"/>
        </w:numPr>
        <w:jc w:val="both"/>
        <w:rPr>
          <w:rFonts w:cstheme="minorHAnsi"/>
          <w:color w:val="3A3939" w:themeColor="background2" w:themeShade="BF"/>
          <w:szCs w:val="20"/>
          <w:lang w:val="es-CO"/>
        </w:rPr>
      </w:pPr>
      <w:r w:rsidRPr="00860C05">
        <w:rPr>
          <w:rFonts w:cstheme="minorHAnsi"/>
          <w:b/>
          <w:color w:val="3A3939" w:themeColor="background2" w:themeShade="BF"/>
          <w:szCs w:val="20"/>
          <w:lang w:val="es-CO"/>
        </w:rPr>
        <w:t>Lado Aire</w:t>
      </w:r>
      <w:r w:rsidRPr="00860C05">
        <w:rPr>
          <w:rFonts w:cstheme="minorHAnsi"/>
          <w:color w:val="3A3939" w:themeColor="background2" w:themeShade="BF"/>
          <w:szCs w:val="20"/>
          <w:lang w:val="es-CO"/>
        </w:rPr>
        <w:t xml:space="preserve">: Está compuesto por el área de movimiento de aeronaves, pistas, calles de rodaje, </w:t>
      </w:r>
      <w:proofErr w:type="spellStart"/>
      <w:r w:rsidRPr="00860C05">
        <w:rPr>
          <w:rFonts w:cstheme="minorHAnsi"/>
          <w:color w:val="3A3939" w:themeColor="background2" w:themeShade="BF"/>
          <w:szCs w:val="20"/>
          <w:lang w:val="es-CO"/>
        </w:rPr>
        <w:t>taxeos</w:t>
      </w:r>
      <w:proofErr w:type="spellEnd"/>
      <w:r w:rsidRPr="00860C05">
        <w:rPr>
          <w:rFonts w:cstheme="minorHAnsi"/>
          <w:color w:val="3A3939" w:themeColor="background2" w:themeShade="BF"/>
          <w:szCs w:val="20"/>
          <w:lang w:val="es-CO"/>
        </w:rPr>
        <w:t>, hangares y plataformas, cuyo objeto es facilitar la operación de aeronaves y que por su naturaleza el ingreso a esas áreas está sujeto a restricción y/o control del explotador del aeródromo.</w:t>
      </w:r>
    </w:p>
    <w:p w14:paraId="658B2178" w14:textId="77777777" w:rsidR="006D17DA" w:rsidRPr="00860C05" w:rsidRDefault="00B41F11" w:rsidP="006D17DA">
      <w:pPr>
        <w:pStyle w:val="Prrafodelista"/>
        <w:numPr>
          <w:ilvl w:val="0"/>
          <w:numId w:val="27"/>
        </w:numPr>
        <w:jc w:val="both"/>
        <w:rPr>
          <w:rFonts w:cstheme="minorHAnsi"/>
          <w:color w:val="3A3939" w:themeColor="background2" w:themeShade="BF"/>
          <w:szCs w:val="20"/>
          <w:lang w:val="es-CO"/>
        </w:rPr>
      </w:pPr>
      <w:r w:rsidRPr="00860C05">
        <w:rPr>
          <w:rFonts w:cstheme="minorHAnsi"/>
          <w:b/>
          <w:color w:val="3A3939" w:themeColor="background2" w:themeShade="BF"/>
          <w:szCs w:val="20"/>
          <w:lang w:val="es-CO"/>
        </w:rPr>
        <w:t>Lado Tierra</w:t>
      </w:r>
      <w:r w:rsidRPr="00860C05">
        <w:rPr>
          <w:rFonts w:cstheme="minorHAnsi"/>
          <w:color w:val="3A3939" w:themeColor="background2" w:themeShade="BF"/>
          <w:szCs w:val="20"/>
          <w:lang w:val="es-CO"/>
        </w:rPr>
        <w:t>: Está compuesta por los edificios, parqueaderos, instalaciones, dispuestos para los usuarios internos o externos del aeropuerto.</w:t>
      </w:r>
      <w:r w:rsidR="006D17DA" w:rsidRPr="00860C05">
        <w:rPr>
          <w:rFonts w:cstheme="minorHAnsi"/>
          <w:color w:val="3A3939" w:themeColor="background2" w:themeShade="BF"/>
          <w:szCs w:val="20"/>
          <w:lang w:val="es-CO"/>
        </w:rPr>
        <w:t xml:space="preserve"> se dividen en: </w:t>
      </w:r>
    </w:p>
    <w:p w14:paraId="258FD462" w14:textId="77777777" w:rsidR="006D17DA" w:rsidRPr="00860C05" w:rsidRDefault="006D17DA" w:rsidP="006D17DA">
      <w:pPr>
        <w:pStyle w:val="Prrafodelista"/>
        <w:ind w:left="1146"/>
        <w:jc w:val="both"/>
        <w:rPr>
          <w:rFonts w:cstheme="minorHAnsi"/>
          <w:color w:val="3A3939" w:themeColor="background2" w:themeShade="BF"/>
          <w:szCs w:val="20"/>
          <w:lang w:val="es-CO"/>
        </w:rPr>
      </w:pPr>
    </w:p>
    <w:p w14:paraId="19D3861A" w14:textId="77777777" w:rsidR="006D17DA" w:rsidRPr="00860C05" w:rsidRDefault="006D17DA" w:rsidP="006D17DA">
      <w:pPr>
        <w:pStyle w:val="Prrafodelista"/>
        <w:ind w:left="1146"/>
        <w:jc w:val="both"/>
        <w:rPr>
          <w:rFonts w:cstheme="minorHAnsi"/>
          <w:color w:val="3A3939" w:themeColor="background2" w:themeShade="BF"/>
          <w:szCs w:val="20"/>
          <w:lang w:val="es-CO"/>
        </w:rPr>
      </w:pPr>
      <w:r w:rsidRPr="00860C05">
        <w:rPr>
          <w:rFonts w:cstheme="minorHAnsi"/>
          <w:color w:val="3A3939" w:themeColor="background2" w:themeShade="BF"/>
          <w:szCs w:val="20"/>
          <w:lang w:val="es-CO"/>
        </w:rPr>
        <w:t xml:space="preserve">1. Áreas públicas: Son edificios, instalaciones y servicios dispuestos para el uso del público en general sin restricción en su ingreso. </w:t>
      </w:r>
    </w:p>
    <w:p w14:paraId="62CC4665" w14:textId="77777777" w:rsidR="006D17DA" w:rsidRPr="00860C05" w:rsidRDefault="006D17DA" w:rsidP="006D17DA">
      <w:pPr>
        <w:pStyle w:val="Prrafodelista"/>
        <w:ind w:left="1146"/>
        <w:jc w:val="both"/>
        <w:rPr>
          <w:rFonts w:cstheme="minorHAnsi"/>
          <w:color w:val="3A3939" w:themeColor="background2" w:themeShade="BF"/>
          <w:szCs w:val="20"/>
          <w:lang w:val="es-CO"/>
        </w:rPr>
      </w:pPr>
    </w:p>
    <w:p w14:paraId="7176002D" w14:textId="51B57E50" w:rsidR="00B41F11" w:rsidRPr="00860C05" w:rsidRDefault="006D17DA" w:rsidP="006D17DA">
      <w:pPr>
        <w:pStyle w:val="Prrafodelista"/>
        <w:ind w:left="1146"/>
        <w:jc w:val="both"/>
        <w:rPr>
          <w:rFonts w:cstheme="minorHAnsi"/>
          <w:color w:val="3A3939" w:themeColor="background2" w:themeShade="BF"/>
          <w:szCs w:val="20"/>
          <w:lang w:val="es-CO"/>
        </w:rPr>
      </w:pPr>
      <w:r w:rsidRPr="00860C05">
        <w:rPr>
          <w:rFonts w:cstheme="minorHAnsi"/>
          <w:color w:val="3A3939" w:themeColor="background2" w:themeShade="BF"/>
          <w:szCs w:val="20"/>
          <w:lang w:val="es-CO"/>
        </w:rPr>
        <w:t>2. Área restringida: Son edificios, instalaciones y servicios exclusivas a aquellas personas, mercancías y/o vehículos que dispongan de autorización otorgada por el explotador del aeropuerto que habilite su ingreso.</w:t>
      </w:r>
    </w:p>
    <w:p w14:paraId="6CA904F8" w14:textId="77777777" w:rsidR="00B41F11" w:rsidRPr="00860C05" w:rsidRDefault="00B41F11" w:rsidP="00B41F11">
      <w:pPr>
        <w:pStyle w:val="Prrafodelista"/>
        <w:rPr>
          <w:rFonts w:cstheme="minorHAnsi"/>
          <w:b/>
          <w:color w:val="3A3939" w:themeColor="background2" w:themeShade="BF"/>
          <w:szCs w:val="20"/>
          <w:lang w:val="es-CO"/>
        </w:rPr>
      </w:pPr>
    </w:p>
    <w:p w14:paraId="0BC779EA" w14:textId="06A35F2F" w:rsidR="001E2692" w:rsidRPr="00860C05" w:rsidRDefault="001E2692" w:rsidP="009E7C8C">
      <w:pPr>
        <w:pStyle w:val="Prrafodelista"/>
        <w:numPr>
          <w:ilvl w:val="1"/>
          <w:numId w:val="22"/>
        </w:numPr>
        <w:ind w:left="720" w:hanging="436"/>
        <w:jc w:val="both"/>
        <w:rPr>
          <w:rFonts w:cstheme="minorHAnsi"/>
          <w:b/>
          <w:color w:val="3A3939" w:themeColor="background2" w:themeShade="BF"/>
          <w:szCs w:val="20"/>
          <w:lang w:val="es-CO"/>
        </w:rPr>
      </w:pPr>
      <w:r w:rsidRPr="00860C05">
        <w:rPr>
          <w:rFonts w:cstheme="minorHAnsi"/>
          <w:b/>
          <w:color w:val="3A3939" w:themeColor="background2" w:themeShade="BF"/>
          <w:szCs w:val="20"/>
          <w:lang w:val="es-CO"/>
        </w:rPr>
        <w:t>Alameda:</w:t>
      </w:r>
      <w:r w:rsidRPr="00860C05">
        <w:rPr>
          <w:rFonts w:cstheme="minorHAnsi"/>
          <w:color w:val="3A3939" w:themeColor="background2" w:themeShade="BF"/>
          <w:szCs w:val="20"/>
          <w:lang w:val="es-CO"/>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7E9CBECD" w14:textId="77777777" w:rsidR="001E2692" w:rsidRPr="00860C05" w:rsidRDefault="001E2692" w:rsidP="001E2692">
      <w:pPr>
        <w:ind w:left="360"/>
        <w:jc w:val="both"/>
        <w:rPr>
          <w:rFonts w:cstheme="minorHAnsi"/>
          <w:b/>
          <w:color w:val="3A3939" w:themeColor="background2" w:themeShade="BF"/>
          <w:szCs w:val="20"/>
          <w:lang w:val="es-CO"/>
        </w:rPr>
      </w:pPr>
    </w:p>
    <w:p w14:paraId="501D8FBA" w14:textId="4006B2BE" w:rsidR="00B907B0" w:rsidRPr="00860C05" w:rsidRDefault="00B907B0" w:rsidP="00B907B0">
      <w:pPr>
        <w:pStyle w:val="Prrafodelista"/>
        <w:numPr>
          <w:ilvl w:val="1"/>
          <w:numId w:val="22"/>
        </w:numPr>
        <w:ind w:left="720" w:hanging="436"/>
        <w:jc w:val="both"/>
        <w:rPr>
          <w:rFonts w:cstheme="minorHAnsi"/>
          <w:b/>
          <w:color w:val="3A3939" w:themeColor="background2" w:themeShade="BF"/>
          <w:szCs w:val="20"/>
          <w:lang w:val="es-CO"/>
        </w:rPr>
      </w:pPr>
      <w:r w:rsidRPr="00860C05">
        <w:rPr>
          <w:rFonts w:cstheme="minorHAnsi"/>
          <w:b/>
          <w:color w:val="3A3939" w:themeColor="background2" w:themeShade="BF"/>
          <w:szCs w:val="20"/>
          <w:lang w:val="es-CO"/>
        </w:rPr>
        <w:t xml:space="preserve">Ancho de vía: </w:t>
      </w:r>
      <w:r w:rsidRPr="00860C05">
        <w:rPr>
          <w:rFonts w:cstheme="minorHAnsi"/>
          <w:color w:val="3A3939" w:themeColor="background2" w:themeShade="BF"/>
          <w:szCs w:val="20"/>
          <w:lang w:val="es-CO"/>
        </w:rPr>
        <w:t xml:space="preserve">Medida transversal de una zona de uso público, compuesta por andenes, calzadas, </w:t>
      </w:r>
      <w:proofErr w:type="spellStart"/>
      <w:r w:rsidRPr="00860C05">
        <w:rPr>
          <w:rFonts w:cstheme="minorHAnsi"/>
          <w:color w:val="3A3939" w:themeColor="background2" w:themeShade="BF"/>
          <w:szCs w:val="20"/>
          <w:lang w:val="es-CO"/>
        </w:rPr>
        <w:t>ciclorutas</w:t>
      </w:r>
      <w:proofErr w:type="spellEnd"/>
      <w:r w:rsidRPr="00860C05">
        <w:rPr>
          <w:rFonts w:cstheme="minorHAnsi"/>
          <w:color w:val="3A3939" w:themeColor="background2" w:themeShade="BF"/>
          <w:szCs w:val="20"/>
          <w:lang w:val="es-CO"/>
        </w:rPr>
        <w:t xml:space="preserve"> y separadores, para el tránsito de peatones y vehículos.</w:t>
      </w:r>
    </w:p>
    <w:p w14:paraId="219809FC" w14:textId="77777777" w:rsidR="00B907B0" w:rsidRPr="00860C05" w:rsidRDefault="00B907B0" w:rsidP="00B907B0">
      <w:pPr>
        <w:pStyle w:val="Prrafodelista"/>
        <w:rPr>
          <w:rFonts w:cstheme="minorHAnsi"/>
          <w:b/>
          <w:color w:val="3A3939" w:themeColor="background2" w:themeShade="BF"/>
          <w:szCs w:val="20"/>
          <w:lang w:val="es-CO"/>
        </w:rPr>
      </w:pPr>
    </w:p>
    <w:p w14:paraId="5C040747" w14:textId="7EE8D53B" w:rsidR="00B907B0" w:rsidRPr="00860C05" w:rsidRDefault="00B907B0" w:rsidP="00B907B0">
      <w:pPr>
        <w:pStyle w:val="Prrafodelista"/>
        <w:numPr>
          <w:ilvl w:val="1"/>
          <w:numId w:val="22"/>
        </w:numPr>
        <w:ind w:left="720" w:hanging="436"/>
        <w:jc w:val="both"/>
        <w:rPr>
          <w:rFonts w:cstheme="minorHAnsi"/>
          <w:b/>
          <w:color w:val="3A3939" w:themeColor="background2" w:themeShade="BF"/>
          <w:szCs w:val="20"/>
          <w:lang w:val="es-CO"/>
        </w:rPr>
      </w:pPr>
      <w:r w:rsidRPr="00860C05">
        <w:rPr>
          <w:rFonts w:cstheme="minorHAnsi"/>
          <w:b/>
          <w:color w:val="3A3939" w:themeColor="background2" w:themeShade="BF"/>
          <w:szCs w:val="20"/>
          <w:lang w:val="es-CO"/>
        </w:rPr>
        <w:t>Andén</w:t>
      </w:r>
      <w:r w:rsidR="00E425C0" w:rsidRPr="00860C05">
        <w:rPr>
          <w:rFonts w:cstheme="minorHAnsi"/>
          <w:b/>
          <w:color w:val="3A3939" w:themeColor="background2" w:themeShade="BF"/>
          <w:szCs w:val="20"/>
          <w:lang w:val="es-CO"/>
        </w:rPr>
        <w:t xml:space="preserve"> o Acera</w:t>
      </w:r>
      <w:r w:rsidRPr="00860C05">
        <w:rPr>
          <w:rFonts w:cstheme="minorHAnsi"/>
          <w:b/>
          <w:color w:val="3A3939" w:themeColor="background2" w:themeShade="BF"/>
          <w:szCs w:val="20"/>
          <w:lang w:val="es-CO"/>
        </w:rPr>
        <w:t xml:space="preserve">: </w:t>
      </w:r>
      <w:r w:rsidRPr="00860C05">
        <w:rPr>
          <w:rFonts w:cstheme="minorHAnsi"/>
          <w:color w:val="3A3939" w:themeColor="background2" w:themeShade="BF"/>
          <w:szCs w:val="20"/>
          <w:lang w:val="es-CO"/>
        </w:rPr>
        <w:t>Franjas de espacio público construido, paralelas a las calzadas vehiculares de las vías públicas, destinadas al tránsito de peatones y personas con movilidad reducida.</w:t>
      </w:r>
    </w:p>
    <w:p w14:paraId="191FA25F" w14:textId="77777777" w:rsidR="00B907B0" w:rsidRPr="00860C05" w:rsidRDefault="00B907B0" w:rsidP="00B907B0">
      <w:pPr>
        <w:pStyle w:val="Prrafodelista"/>
        <w:rPr>
          <w:rFonts w:cstheme="minorHAnsi"/>
          <w:b/>
          <w:color w:val="3A3939" w:themeColor="background2" w:themeShade="BF"/>
          <w:szCs w:val="20"/>
          <w:lang w:val="es-CO"/>
        </w:rPr>
      </w:pPr>
    </w:p>
    <w:p w14:paraId="25D87BE0" w14:textId="5B1759EB" w:rsidR="00B907B0" w:rsidRPr="00860C05" w:rsidRDefault="00B907B0" w:rsidP="00B907B0">
      <w:pPr>
        <w:pStyle w:val="Prrafodelista"/>
        <w:numPr>
          <w:ilvl w:val="1"/>
          <w:numId w:val="22"/>
        </w:numPr>
        <w:ind w:left="720" w:hanging="436"/>
        <w:jc w:val="both"/>
        <w:rPr>
          <w:rFonts w:cstheme="minorHAnsi"/>
          <w:b/>
          <w:color w:val="3A3939" w:themeColor="background2" w:themeShade="BF"/>
          <w:szCs w:val="20"/>
          <w:lang w:val="es-CO"/>
        </w:rPr>
      </w:pPr>
      <w:r w:rsidRPr="00860C05">
        <w:rPr>
          <w:rFonts w:cstheme="minorHAnsi"/>
          <w:b/>
          <w:color w:val="3A3939" w:themeColor="background2" w:themeShade="BF"/>
          <w:szCs w:val="20"/>
          <w:lang w:val="es-CO"/>
        </w:rPr>
        <w:t xml:space="preserve">Calzada: </w:t>
      </w:r>
      <w:r w:rsidRPr="00860C05">
        <w:rPr>
          <w:rFonts w:cstheme="minorHAnsi"/>
          <w:color w:val="3A3939" w:themeColor="background2" w:themeShade="BF"/>
          <w:szCs w:val="20"/>
          <w:lang w:val="es-CO"/>
        </w:rPr>
        <w:t>Zona de la vía, destinada a la circulación de vehículos.</w:t>
      </w:r>
      <w:r w:rsidR="006D17DA" w:rsidRPr="00860C05">
        <w:rPr>
          <w:rFonts w:eastAsia="Times New Roman" w:cstheme="minorHAnsi"/>
          <w:color w:val="3A3939" w:themeColor="background2" w:themeShade="BF"/>
          <w:szCs w:val="20"/>
          <w:lang w:eastAsia="es-ES"/>
        </w:rPr>
        <w:t xml:space="preserve"> Las calzadas pueden ser pavimentadas o no. Si son pavimentadas, queda comprendida entre los bordes internos de las bermas. Para la verificación del ancho de calzada requerido en vías co</w:t>
      </w:r>
      <w:r w:rsidR="00681A73" w:rsidRPr="00860C05">
        <w:rPr>
          <w:rFonts w:eastAsia="Times New Roman" w:cstheme="minorHAnsi"/>
          <w:color w:val="3A3939" w:themeColor="background2" w:themeShade="BF"/>
          <w:szCs w:val="20"/>
          <w:lang w:eastAsia="es-ES"/>
        </w:rPr>
        <w:t>nstruidas fuera del territorio n</w:t>
      </w:r>
      <w:r w:rsidR="006D17DA" w:rsidRPr="00860C05">
        <w:rPr>
          <w:rFonts w:eastAsia="Times New Roman" w:cstheme="minorHAnsi"/>
          <w:color w:val="3A3939" w:themeColor="background2" w:themeShade="BF"/>
          <w:szCs w:val="20"/>
          <w:lang w:eastAsia="es-ES"/>
        </w:rPr>
        <w:t>acional se tendrá en cuenta el ancho comprendido entre el borde interior de las bermas, es decir la suma simple del ancho de carriles consecutivos.</w:t>
      </w:r>
    </w:p>
    <w:p w14:paraId="2B1AEC6D" w14:textId="77777777" w:rsidR="00B907B0" w:rsidRPr="00860C05" w:rsidRDefault="00B907B0" w:rsidP="00B907B0">
      <w:pPr>
        <w:pStyle w:val="Prrafodelista"/>
        <w:rPr>
          <w:rFonts w:cstheme="minorHAnsi"/>
          <w:b/>
          <w:color w:val="3A3939" w:themeColor="background2" w:themeShade="BF"/>
          <w:szCs w:val="20"/>
          <w:lang w:val="es-CO"/>
        </w:rPr>
      </w:pPr>
    </w:p>
    <w:p w14:paraId="3F0E8541" w14:textId="7212AA2E" w:rsidR="00B907B0" w:rsidRPr="00860C05" w:rsidRDefault="00B907B0" w:rsidP="00B907B0">
      <w:pPr>
        <w:pStyle w:val="Prrafodelista"/>
        <w:numPr>
          <w:ilvl w:val="1"/>
          <w:numId w:val="22"/>
        </w:numPr>
        <w:ind w:left="720" w:hanging="436"/>
        <w:jc w:val="both"/>
        <w:rPr>
          <w:rFonts w:cstheme="minorHAnsi"/>
          <w:b/>
          <w:color w:val="3A3939" w:themeColor="background2" w:themeShade="BF"/>
          <w:szCs w:val="20"/>
          <w:lang w:val="es-CO"/>
        </w:rPr>
      </w:pPr>
      <w:r w:rsidRPr="00860C05">
        <w:rPr>
          <w:rFonts w:cstheme="minorHAnsi"/>
          <w:b/>
          <w:color w:val="3A3939" w:themeColor="background2" w:themeShade="BF"/>
          <w:szCs w:val="20"/>
          <w:lang w:val="es-CO"/>
        </w:rPr>
        <w:t>Calzada de servicio:</w:t>
      </w:r>
      <w:r w:rsidRPr="00860C05">
        <w:rPr>
          <w:rFonts w:eastAsia="Times New Roman" w:cstheme="minorHAnsi"/>
          <w:b/>
          <w:color w:val="3A3939" w:themeColor="background2" w:themeShade="BF"/>
          <w:szCs w:val="20"/>
          <w:lang w:val="es-CO" w:eastAsia="es-CO"/>
        </w:rPr>
        <w:t xml:space="preserve"> </w:t>
      </w:r>
      <w:r w:rsidRPr="00860C05">
        <w:rPr>
          <w:rFonts w:cstheme="minorHAnsi"/>
          <w:color w:val="3A3939" w:themeColor="background2" w:themeShade="BF"/>
          <w:szCs w:val="20"/>
          <w:lang w:val="es-CO"/>
        </w:rPr>
        <w:t>Calzada adyacente a una vía arteria, que cumple una función de accesibilidad a predios y soporta un tráfico de carácter local.</w:t>
      </w:r>
    </w:p>
    <w:p w14:paraId="7D151378" w14:textId="77777777" w:rsidR="00B907B0" w:rsidRPr="00860C05" w:rsidRDefault="00B907B0" w:rsidP="00B907B0">
      <w:pPr>
        <w:pStyle w:val="Prrafodelista"/>
        <w:rPr>
          <w:rFonts w:cstheme="minorHAnsi"/>
          <w:b/>
          <w:color w:val="3A3939" w:themeColor="background2" w:themeShade="BF"/>
          <w:szCs w:val="20"/>
          <w:lang w:val="es-CO"/>
        </w:rPr>
      </w:pPr>
    </w:p>
    <w:p w14:paraId="5E50B289" w14:textId="6E11B3A5" w:rsidR="007163E7" w:rsidRPr="00860C05" w:rsidRDefault="007163E7" w:rsidP="00B907B0">
      <w:pPr>
        <w:pStyle w:val="Prrafodelista"/>
        <w:numPr>
          <w:ilvl w:val="1"/>
          <w:numId w:val="22"/>
        </w:numPr>
        <w:ind w:left="720" w:hanging="436"/>
        <w:jc w:val="both"/>
        <w:rPr>
          <w:rFonts w:cstheme="minorHAnsi"/>
          <w:b/>
          <w:color w:val="3A3939" w:themeColor="background2" w:themeShade="BF"/>
          <w:szCs w:val="20"/>
          <w:lang w:val="es-CO"/>
        </w:rPr>
      </w:pPr>
      <w:r w:rsidRPr="00860C05">
        <w:rPr>
          <w:rFonts w:cstheme="minorHAnsi"/>
          <w:b/>
          <w:color w:val="3A3939" w:themeColor="background2" w:themeShade="BF"/>
          <w:szCs w:val="20"/>
          <w:lang w:val="es-CO"/>
        </w:rPr>
        <w:t xml:space="preserve">Carretera: </w:t>
      </w:r>
      <w:r w:rsidRPr="00860C05">
        <w:rPr>
          <w:rFonts w:cstheme="minorHAnsi"/>
          <w:color w:val="3A3939" w:themeColor="background2" w:themeShade="BF"/>
          <w:szCs w:val="20"/>
          <w:lang w:val="es-CO"/>
        </w:rPr>
        <w:t xml:space="preserve">Es la infraestructura del transporte, cuya finalidad es permitir la circulación de </w:t>
      </w:r>
      <w:r w:rsidR="00B907B0" w:rsidRPr="00860C05">
        <w:rPr>
          <w:rFonts w:cstheme="minorHAnsi"/>
          <w:color w:val="3A3939" w:themeColor="background2" w:themeShade="BF"/>
          <w:szCs w:val="20"/>
          <w:lang w:val="es-CO"/>
        </w:rPr>
        <w:t>vehículos terrestres automotores</w:t>
      </w:r>
      <w:r w:rsidRPr="00860C05">
        <w:rPr>
          <w:rFonts w:cstheme="minorHAnsi"/>
          <w:color w:val="3A3939" w:themeColor="background2" w:themeShade="BF"/>
          <w:szCs w:val="20"/>
          <w:lang w:val="es-CO"/>
        </w:rPr>
        <w:t xml:space="preserve"> (carros, buses, camiones, motos, bicicletas, autobuses) en condiciones de continuidad en el espacio y 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Pr="00860C05">
        <w:rPr>
          <w:rFonts w:cstheme="minorHAnsi"/>
          <w:b/>
          <w:color w:val="3A3939" w:themeColor="background2" w:themeShade="BF"/>
          <w:szCs w:val="20"/>
          <w:lang w:val="es-CO"/>
        </w:rPr>
        <w:t xml:space="preserve"> </w:t>
      </w:r>
    </w:p>
    <w:p w14:paraId="58DE198B" w14:textId="77777777" w:rsidR="007163E7" w:rsidRPr="00860C05" w:rsidRDefault="007163E7" w:rsidP="0008484B">
      <w:pPr>
        <w:pStyle w:val="Prrafodelista"/>
        <w:rPr>
          <w:rFonts w:cstheme="minorHAnsi"/>
          <w:b/>
          <w:color w:val="3A3939" w:themeColor="background2" w:themeShade="BF"/>
          <w:szCs w:val="20"/>
          <w:lang w:val="es-CO"/>
        </w:rPr>
      </w:pPr>
    </w:p>
    <w:p w14:paraId="7E422727" w14:textId="77777777" w:rsidR="00DF6770" w:rsidRPr="00860C05" w:rsidRDefault="00DF6770" w:rsidP="00DF6770">
      <w:pPr>
        <w:pStyle w:val="Prrafodelista"/>
        <w:numPr>
          <w:ilvl w:val="1"/>
          <w:numId w:val="22"/>
        </w:numPr>
        <w:ind w:left="709" w:hanging="436"/>
        <w:jc w:val="both"/>
        <w:rPr>
          <w:rFonts w:cstheme="minorHAnsi"/>
          <w:b/>
          <w:color w:val="3A3939" w:themeColor="background2" w:themeShade="BF"/>
          <w:szCs w:val="20"/>
          <w:lang w:val="es-CO"/>
        </w:rPr>
      </w:pPr>
      <w:r w:rsidRPr="00860C05">
        <w:rPr>
          <w:rFonts w:cstheme="minorHAnsi"/>
          <w:b/>
          <w:color w:val="3A3939" w:themeColor="background2" w:themeShade="BF"/>
          <w:szCs w:val="20"/>
          <w:lang w:val="es-CO"/>
        </w:rPr>
        <w:t xml:space="preserve">Carreteras o Vías Primarias: </w:t>
      </w:r>
      <w:r w:rsidRPr="00860C05">
        <w:rPr>
          <w:rFonts w:cstheme="minorHAnsi"/>
          <w:color w:val="3A3939" w:themeColor="background2" w:themeShade="BF"/>
          <w:szCs w:val="20"/>
          <w:lang w:val="es-CO"/>
        </w:rPr>
        <w:t xml:space="preserve">Son aquellas troncales, transversales y accesos a capitales de Departamento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4AE50AF0" w14:textId="77777777" w:rsidR="00DF6770" w:rsidRPr="00860C05" w:rsidRDefault="00DF6770" w:rsidP="00DF6770">
      <w:pPr>
        <w:pStyle w:val="Prrafodelista"/>
        <w:ind w:left="1080"/>
        <w:rPr>
          <w:rFonts w:cstheme="minorHAnsi"/>
          <w:b/>
          <w:color w:val="3A3939" w:themeColor="background2" w:themeShade="BF"/>
          <w:szCs w:val="20"/>
          <w:lang w:val="es-CO"/>
        </w:rPr>
      </w:pPr>
    </w:p>
    <w:p w14:paraId="4FE1781F" w14:textId="77777777" w:rsidR="00DF6770" w:rsidRPr="00860C05" w:rsidRDefault="00DF6770" w:rsidP="00DF6770">
      <w:pPr>
        <w:pStyle w:val="Prrafodelista"/>
        <w:jc w:val="both"/>
        <w:rPr>
          <w:rFonts w:cstheme="minorHAnsi"/>
          <w:b/>
          <w:color w:val="3A3939" w:themeColor="background2" w:themeShade="BF"/>
          <w:szCs w:val="20"/>
          <w:lang w:val="es-CO"/>
        </w:rPr>
      </w:pPr>
      <w:r w:rsidRPr="00860C05">
        <w:rPr>
          <w:rFonts w:cstheme="minorHAnsi"/>
          <w:b/>
          <w:color w:val="3A3939" w:themeColor="background2" w:themeShade="BF"/>
          <w:szCs w:val="20"/>
          <w:lang w:val="es-CO"/>
        </w:rPr>
        <w:t xml:space="preserve">Nota: </w:t>
      </w:r>
      <w:r w:rsidRPr="00860C05">
        <w:rPr>
          <w:rFonts w:cstheme="minorHAnsi"/>
          <w:color w:val="3A3939" w:themeColor="background2" w:themeShade="BF"/>
          <w:szCs w:val="20"/>
          <w:lang w:val="es-CO"/>
        </w:rPr>
        <w:t xml:space="preserve">Para proyectos de infraestructura vial que se hayan construido fuera del Territorio Nacional, se consideran CARRETERAS PRIMARIAS aquellas que sean certificadas por la entidad contratante mediante alguno de los documentos válidos establecidos en el presente pliego de condiciones para la acreditación de la experiencia, donde se indique que el ancho </w:t>
      </w:r>
      <w:r w:rsidRPr="00860C05">
        <w:rPr>
          <w:rFonts w:cstheme="minorHAnsi"/>
          <w:color w:val="3A3939" w:themeColor="background2" w:themeShade="BF"/>
          <w:szCs w:val="20"/>
          <w:lang w:val="es-CO"/>
        </w:rPr>
        <w:lastRenderedPageBreak/>
        <w:t>de calzada es mayor o igual a siete (7.0) metros, o que se acrediten tres o más carriles vehiculares por calzada.</w:t>
      </w:r>
    </w:p>
    <w:p w14:paraId="36A407B1" w14:textId="1688CDD8" w:rsidR="007163E7" w:rsidRPr="00860C05"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Carreteras</w:t>
      </w:r>
      <w:r w:rsidR="00DB0B82" w:rsidRPr="00860C05">
        <w:rPr>
          <w:rFonts w:asciiTheme="minorHAnsi" w:hAnsiTheme="minorHAnsi" w:cstheme="minorHAnsi"/>
          <w:b/>
          <w:color w:val="3A3939" w:themeColor="background2" w:themeShade="BF"/>
          <w:sz w:val="20"/>
          <w:szCs w:val="20"/>
          <w:lang w:val="es-CO"/>
        </w:rPr>
        <w:t xml:space="preserve"> o Vías</w:t>
      </w:r>
      <w:r w:rsidRPr="00860C05">
        <w:rPr>
          <w:rFonts w:asciiTheme="minorHAnsi" w:hAnsiTheme="minorHAnsi" w:cstheme="minorHAnsi"/>
          <w:b/>
          <w:color w:val="3A3939" w:themeColor="background2" w:themeShade="BF"/>
          <w:sz w:val="20"/>
          <w:szCs w:val="20"/>
          <w:lang w:val="es-CO"/>
        </w:rPr>
        <w:t xml:space="preserve"> Secundarias: </w:t>
      </w:r>
      <w:r w:rsidRPr="00860C05">
        <w:rPr>
          <w:rFonts w:asciiTheme="minorHAnsi" w:hAnsiTheme="minorHAnsi" w:cstheme="minorHAnsi"/>
          <w:color w:val="3A3939" w:themeColor="background2" w:themeShade="BF"/>
          <w:sz w:val="20"/>
          <w:szCs w:val="20"/>
          <w:lang w:val="es-CO"/>
        </w:rPr>
        <w:t xml:space="preserve">Son </w:t>
      </w:r>
      <w:r w:rsidR="00D12349" w:rsidRPr="00860C05">
        <w:rPr>
          <w:rFonts w:asciiTheme="minorHAnsi" w:hAnsiTheme="minorHAnsi" w:cstheme="minorHAnsi"/>
          <w:color w:val="3A3939" w:themeColor="background2" w:themeShade="BF"/>
          <w:sz w:val="20"/>
          <w:szCs w:val="20"/>
          <w:lang w:val="es-CO"/>
        </w:rPr>
        <w:t>aquellas vías que unen las cabeceras municipales entre sí y/o que provienen de una cabecera municipal y conectan con una carretera Primaria. Las carreteras consideradas como Secundarias pueden funcionar pavimentadas o en afirmado.</w:t>
      </w:r>
    </w:p>
    <w:p w14:paraId="08108736" w14:textId="02988B6A" w:rsidR="00126AAF" w:rsidRPr="00860C05" w:rsidRDefault="00126AA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Carreteras </w:t>
      </w:r>
      <w:r w:rsidR="00DB0B82" w:rsidRPr="00860C05">
        <w:rPr>
          <w:rFonts w:asciiTheme="minorHAnsi" w:hAnsiTheme="minorHAnsi" w:cstheme="minorHAnsi"/>
          <w:b/>
          <w:color w:val="3A3939" w:themeColor="background2" w:themeShade="BF"/>
          <w:sz w:val="20"/>
          <w:szCs w:val="20"/>
          <w:lang w:val="es-CO"/>
        </w:rPr>
        <w:t xml:space="preserve">o Vías </w:t>
      </w:r>
      <w:r w:rsidRPr="00860C05">
        <w:rPr>
          <w:rFonts w:asciiTheme="minorHAnsi" w:hAnsiTheme="minorHAnsi" w:cstheme="minorHAnsi"/>
          <w:b/>
          <w:color w:val="3A3939" w:themeColor="background2" w:themeShade="BF"/>
          <w:sz w:val="20"/>
          <w:szCs w:val="20"/>
          <w:lang w:val="es-CO"/>
        </w:rPr>
        <w:t xml:space="preserve">Terciarias: </w:t>
      </w:r>
      <w:r w:rsidRPr="00860C05">
        <w:rPr>
          <w:rFonts w:asciiTheme="minorHAnsi" w:hAnsiTheme="minorHAnsi" w:cstheme="minorHAnsi"/>
          <w:color w:val="3A3939" w:themeColor="background2" w:themeShade="BF"/>
          <w:sz w:val="20"/>
          <w:szCs w:val="20"/>
          <w:lang w:val="es-CO"/>
        </w:rPr>
        <w:t>Son aquellas vías de acceso que unen las cabeceras municipales con sus veredas o unen veredas entre sí. Las carreteras consideradas como Terciarias</w:t>
      </w:r>
      <w:r w:rsidR="0054340B" w:rsidRPr="00860C05">
        <w:rPr>
          <w:rFonts w:asciiTheme="minorHAnsi" w:hAnsiTheme="minorHAnsi" w:cstheme="minorHAnsi"/>
          <w:color w:val="3A3939" w:themeColor="background2" w:themeShade="BF"/>
          <w:sz w:val="20"/>
          <w:szCs w:val="20"/>
          <w:lang w:val="es-CO"/>
        </w:rPr>
        <w:t xml:space="preserve"> funcionan en general en afirmado</w:t>
      </w:r>
      <w:r w:rsidRPr="00860C05">
        <w:rPr>
          <w:rFonts w:asciiTheme="minorHAnsi" w:hAnsiTheme="minorHAnsi" w:cstheme="minorHAnsi"/>
          <w:color w:val="3A3939" w:themeColor="background2" w:themeShade="BF"/>
          <w:sz w:val="20"/>
          <w:szCs w:val="20"/>
          <w:lang w:val="es-CO"/>
        </w:rPr>
        <w:t>.</w:t>
      </w:r>
      <w:r w:rsidRPr="00860C05">
        <w:rPr>
          <w:rFonts w:asciiTheme="minorHAnsi" w:hAnsiTheme="minorHAnsi" w:cstheme="minorHAnsi"/>
          <w:b/>
          <w:color w:val="3A3939" w:themeColor="background2" w:themeShade="BF"/>
          <w:sz w:val="20"/>
          <w:szCs w:val="20"/>
          <w:lang w:val="es-CO"/>
        </w:rPr>
        <w:t xml:space="preserve"> </w:t>
      </w:r>
    </w:p>
    <w:p w14:paraId="7D1FE8E6" w14:textId="5817D294" w:rsidR="001E2692" w:rsidRPr="00860C05"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Carril: </w:t>
      </w:r>
      <w:r w:rsidR="00B907B0" w:rsidRPr="00860C05">
        <w:rPr>
          <w:rFonts w:asciiTheme="minorHAnsi" w:hAnsiTheme="minorHAnsi" w:cstheme="minorHAnsi"/>
          <w:color w:val="3A3939" w:themeColor="background2" w:themeShade="BF"/>
          <w:sz w:val="20"/>
          <w:szCs w:val="20"/>
          <w:lang w:val="es-CO"/>
        </w:rPr>
        <w:t>Es la franja longitudinal de una calzada, con ancho suficiente para la circulación segura y confortable de una sola fila de vehículos terrestres automotores</w:t>
      </w:r>
      <w:r w:rsidR="00681A73" w:rsidRPr="00860C05">
        <w:rPr>
          <w:rFonts w:asciiTheme="minorHAnsi" w:hAnsiTheme="minorHAnsi" w:cstheme="minorHAnsi"/>
          <w:color w:val="3A3939" w:themeColor="background2" w:themeShade="BF"/>
          <w:sz w:val="20"/>
          <w:szCs w:val="20"/>
          <w:lang w:val="es-CO"/>
        </w:rPr>
        <w:t>.</w:t>
      </w:r>
    </w:p>
    <w:p w14:paraId="5D92B348" w14:textId="2B148DC3" w:rsidR="00F338B4" w:rsidRPr="00860C05" w:rsidRDefault="00F338B4"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Ciclovía: </w:t>
      </w:r>
      <w:r w:rsidRPr="00860C05">
        <w:rPr>
          <w:rFonts w:asciiTheme="minorHAnsi" w:hAnsiTheme="minorHAnsi" w:cstheme="minorHAnsi"/>
          <w:color w:val="3A3939" w:themeColor="background2" w:themeShade="BF"/>
          <w:sz w:val="20"/>
          <w:szCs w:val="20"/>
          <w:lang w:val="es-CO"/>
        </w:rPr>
        <w:t>Vía o sección de calzada destinada ocasionalmente para el tránsito de bicicletas, triciclos y peatones.</w:t>
      </w:r>
    </w:p>
    <w:p w14:paraId="4C36A7EE" w14:textId="7CA19309" w:rsidR="001E2692" w:rsidRPr="00860C05"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Ciclorruta: </w:t>
      </w:r>
      <w:r w:rsidR="00D407B7" w:rsidRPr="00860C05">
        <w:rPr>
          <w:rFonts w:asciiTheme="minorHAnsi" w:hAnsiTheme="minorHAnsi" w:cstheme="minorHAnsi"/>
          <w:color w:val="3A3939" w:themeColor="background2" w:themeShade="BF"/>
          <w:sz w:val="20"/>
          <w:szCs w:val="20"/>
          <w:lang w:val="es-CO"/>
        </w:rPr>
        <w:t>Es la c</w:t>
      </w:r>
      <w:r w:rsidRPr="00860C05">
        <w:rPr>
          <w:rFonts w:asciiTheme="minorHAnsi" w:hAnsiTheme="minorHAnsi" w:cstheme="minorHAnsi"/>
          <w:color w:val="3A3939" w:themeColor="background2" w:themeShade="BF"/>
          <w:sz w:val="20"/>
          <w:szCs w:val="20"/>
          <w:lang w:val="es-CO"/>
        </w:rPr>
        <w:t>alzada destinada de manera permanente a la circulación de bicicletas, ubicada en el andén, el separador o segregada de la calzada vehicular o en otros lugares autorizados, debidamente señalizada y delimitada.</w:t>
      </w:r>
    </w:p>
    <w:p w14:paraId="67D53059" w14:textId="3B071144" w:rsidR="007163E7" w:rsidRPr="00860C05"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Concreto Asfáltico: </w:t>
      </w:r>
      <w:r w:rsidRPr="00860C05">
        <w:rPr>
          <w:rFonts w:asciiTheme="minorHAnsi" w:hAnsiTheme="minorHAnsi" w:cstheme="minorHAnsi"/>
          <w:color w:val="3A3939" w:themeColor="background2" w:themeShade="BF"/>
          <w:sz w:val="20"/>
          <w:szCs w:val="20"/>
          <w:lang w:val="es-CO"/>
        </w:rPr>
        <w:t xml:space="preserve">Es el material resultante de la mezcla de cemento asfaltico </w:t>
      </w:r>
      <w:r w:rsidR="00B907B0" w:rsidRPr="00860C05">
        <w:rPr>
          <w:rFonts w:asciiTheme="minorHAnsi" w:hAnsiTheme="minorHAnsi" w:cstheme="minorHAnsi"/>
          <w:color w:val="3A3939" w:themeColor="background2" w:themeShade="BF"/>
          <w:sz w:val="20"/>
          <w:szCs w:val="20"/>
          <w:lang w:val="es-CO"/>
        </w:rPr>
        <w:t xml:space="preserve">convencional y/o modificado </w:t>
      </w:r>
      <w:r w:rsidRPr="00860C05">
        <w:rPr>
          <w:rFonts w:asciiTheme="minorHAnsi" w:hAnsiTheme="minorHAnsi" w:cstheme="minorHAnsi"/>
          <w:color w:val="3A3939" w:themeColor="background2" w:themeShade="BF"/>
          <w:sz w:val="20"/>
          <w:szCs w:val="20"/>
          <w:lang w:val="es-CO"/>
        </w:rPr>
        <w:t>y agregados pétreos.</w:t>
      </w:r>
    </w:p>
    <w:p w14:paraId="78ACACD5" w14:textId="004E3E3B" w:rsidR="00367884" w:rsidRPr="00860C05"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Concreto Hidráulico: </w:t>
      </w:r>
      <w:r w:rsidRPr="00860C05">
        <w:rPr>
          <w:rFonts w:asciiTheme="minorHAnsi" w:hAnsiTheme="minorHAnsi" w:cstheme="minorHAnsi"/>
          <w:color w:val="3A3939" w:themeColor="background2" w:themeShade="BF"/>
          <w:sz w:val="20"/>
          <w:szCs w:val="20"/>
          <w:lang w:val="es-CO"/>
        </w:rPr>
        <w:t>Es el material resultante de la mezcla de cemento portland, agua y agregados pétreos.</w:t>
      </w:r>
    </w:p>
    <w:p w14:paraId="56303079" w14:textId="292D83E0" w:rsidR="00C32C2D" w:rsidRPr="00860C05" w:rsidRDefault="00C32C2D"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Concreto Hidráulico Reforzado: </w:t>
      </w:r>
      <w:r w:rsidRPr="00860C05">
        <w:rPr>
          <w:rFonts w:asciiTheme="minorHAnsi" w:hAnsiTheme="minorHAnsi" w:cstheme="minorHAnsi"/>
          <w:color w:val="3A3939" w:themeColor="background2" w:themeShade="BF"/>
          <w:sz w:val="20"/>
          <w:szCs w:val="20"/>
          <w:lang w:val="es-CO"/>
        </w:rPr>
        <w:t>Es el material resultante de la mezcla de cemento portland, agua, agregados pétreos y/o aditivos y acero de refuerzo.</w:t>
      </w:r>
      <w:r w:rsidRPr="00860C05">
        <w:rPr>
          <w:rFonts w:asciiTheme="minorHAnsi" w:hAnsiTheme="minorHAnsi" w:cstheme="minorHAnsi"/>
          <w:b/>
          <w:color w:val="3A3939" w:themeColor="background2" w:themeShade="BF"/>
          <w:sz w:val="20"/>
          <w:szCs w:val="20"/>
          <w:lang w:val="es-CO"/>
        </w:rPr>
        <w:t xml:space="preserve"> </w:t>
      </w:r>
    </w:p>
    <w:p w14:paraId="75940088" w14:textId="696B5887" w:rsidR="00181199" w:rsidRPr="00860C05"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Deprimido: </w:t>
      </w:r>
      <w:r w:rsidRPr="00860C05">
        <w:rPr>
          <w:rFonts w:asciiTheme="minorHAnsi" w:hAnsiTheme="minorHAnsi" w:cstheme="minorHAnsi"/>
          <w:color w:val="3A3939" w:themeColor="background2" w:themeShade="BF"/>
          <w:sz w:val="20"/>
          <w:szCs w:val="20"/>
          <w:lang w:val="es-CO"/>
        </w:rPr>
        <w:t>Es la 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14:paraId="7C1948D8" w14:textId="21CAF6FB" w:rsidR="00181199" w:rsidRPr="00860C05" w:rsidRDefault="00181199"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Dragado: </w:t>
      </w:r>
      <w:r w:rsidR="00C32C2D" w:rsidRPr="00860C05">
        <w:rPr>
          <w:rFonts w:asciiTheme="minorHAnsi" w:hAnsiTheme="minorHAnsi" w:cstheme="minorHAnsi"/>
          <w:color w:val="3A3939" w:themeColor="background2" w:themeShade="BF"/>
          <w:sz w:val="20"/>
          <w:szCs w:val="20"/>
          <w:lang w:val="es-CO"/>
        </w:rPr>
        <w:t xml:space="preserve">Es la </w:t>
      </w:r>
      <w:r w:rsidR="003F3B4E" w:rsidRPr="00860C05">
        <w:rPr>
          <w:rFonts w:asciiTheme="minorHAnsi" w:hAnsiTheme="minorHAnsi" w:cstheme="minorHAnsi"/>
          <w:color w:val="3A3939" w:themeColor="background2" w:themeShade="BF"/>
          <w:sz w:val="20"/>
          <w:szCs w:val="20"/>
          <w:lang w:val="es-CO"/>
        </w:rPr>
        <w:t>Acción de remover sedimentos o roca, bajo agua, de un lecho marino o fluvial.</w:t>
      </w:r>
      <w:r w:rsidR="00C32C2D" w:rsidRPr="00860C05">
        <w:rPr>
          <w:rFonts w:asciiTheme="minorHAnsi" w:hAnsiTheme="minorHAnsi" w:cstheme="minorHAnsi"/>
          <w:color w:val="3A3939" w:themeColor="background2" w:themeShade="BF"/>
          <w:sz w:val="20"/>
          <w:szCs w:val="20"/>
          <w:lang w:val="es-CO"/>
        </w:rPr>
        <w:t xml:space="preserve"> Obra de ingeniería hidráulica. Procedimiento mecánico mediante el cual se remueve material del fondo o de la bancada de un sistema fluvial, en general de cualquier cuerpo de agua para disponerlo en un sitio donde presumiblemente el sedimento no volverá a su sitio de origen.</w:t>
      </w:r>
    </w:p>
    <w:p w14:paraId="1248EE15" w14:textId="1A70D4EC" w:rsidR="003F3B4E" w:rsidRPr="00860C05" w:rsidRDefault="00FB1B3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Dragado Marítimo y/o Fluvial</w:t>
      </w:r>
      <w:r w:rsidR="00181199" w:rsidRPr="00860C05">
        <w:rPr>
          <w:rFonts w:asciiTheme="minorHAnsi" w:hAnsiTheme="minorHAnsi" w:cstheme="minorHAnsi"/>
          <w:b/>
          <w:color w:val="3A3939" w:themeColor="background2" w:themeShade="BF"/>
          <w:sz w:val="20"/>
          <w:szCs w:val="20"/>
          <w:lang w:val="es-CO"/>
        </w:rPr>
        <w:t>:</w:t>
      </w:r>
      <w:r w:rsidR="00181199" w:rsidRPr="00860C05">
        <w:rPr>
          <w:rFonts w:asciiTheme="minorHAnsi" w:hAnsiTheme="minorHAnsi" w:cstheme="minorHAnsi"/>
          <w:color w:val="3A3939" w:themeColor="background2" w:themeShade="BF"/>
          <w:sz w:val="20"/>
          <w:szCs w:val="20"/>
          <w:lang w:val="es-CO"/>
        </w:rPr>
        <w:t xml:space="preserve"> Acción de remover sedimentos o roca, bajo agua, de un lecho marino o fluvial.</w:t>
      </w:r>
    </w:p>
    <w:p w14:paraId="4EB0541D" w14:textId="0EB2AD19" w:rsidR="003F3B4E" w:rsidRPr="00860C05" w:rsidRDefault="003F3B4E" w:rsidP="003F3B4E">
      <w:pPr>
        <w:pStyle w:val="Invias-VietaNumerada"/>
        <w:numPr>
          <w:ilvl w:val="1"/>
          <w:numId w:val="22"/>
        </w:numPr>
        <w:autoSpaceDE w:val="0"/>
        <w:autoSpaceDN w:val="0"/>
        <w:adjustRightInd w:val="0"/>
        <w:spacing w:before="120" w:after="240"/>
        <w:ind w:left="851"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Draga de Corte de succión (</w:t>
      </w:r>
      <w:proofErr w:type="spellStart"/>
      <w:r w:rsidRPr="00860C05">
        <w:rPr>
          <w:rFonts w:asciiTheme="minorHAnsi" w:hAnsiTheme="minorHAnsi" w:cstheme="minorHAnsi"/>
          <w:b/>
          <w:color w:val="3A3939" w:themeColor="background2" w:themeShade="BF"/>
          <w:sz w:val="20"/>
          <w:szCs w:val="20"/>
          <w:lang w:val="es-CO"/>
        </w:rPr>
        <w:t>Cutter</w:t>
      </w:r>
      <w:proofErr w:type="spellEnd"/>
      <w:r w:rsidRPr="00860C05">
        <w:rPr>
          <w:rFonts w:asciiTheme="minorHAnsi" w:hAnsiTheme="minorHAnsi" w:cstheme="minorHAnsi"/>
          <w:b/>
          <w:color w:val="3A3939" w:themeColor="background2" w:themeShade="BF"/>
          <w:sz w:val="20"/>
          <w:szCs w:val="20"/>
          <w:lang w:val="es-CO"/>
        </w:rPr>
        <w:t xml:space="preserve"> </w:t>
      </w:r>
      <w:proofErr w:type="spellStart"/>
      <w:r w:rsidRPr="00860C05">
        <w:rPr>
          <w:rFonts w:asciiTheme="minorHAnsi" w:hAnsiTheme="minorHAnsi" w:cstheme="minorHAnsi"/>
          <w:b/>
          <w:color w:val="3A3939" w:themeColor="background2" w:themeShade="BF"/>
          <w:sz w:val="20"/>
          <w:szCs w:val="20"/>
          <w:lang w:val="es-CO"/>
        </w:rPr>
        <w:t>Suction</w:t>
      </w:r>
      <w:proofErr w:type="spellEnd"/>
      <w:r w:rsidRPr="00860C05">
        <w:rPr>
          <w:rFonts w:asciiTheme="minorHAnsi" w:hAnsiTheme="minorHAnsi" w:cstheme="minorHAnsi"/>
          <w:b/>
          <w:color w:val="3A3939" w:themeColor="background2" w:themeShade="BF"/>
          <w:sz w:val="20"/>
          <w:szCs w:val="20"/>
          <w:lang w:val="es-CO"/>
        </w:rPr>
        <w:t xml:space="preserve"> </w:t>
      </w:r>
      <w:proofErr w:type="spellStart"/>
      <w:r w:rsidRPr="00860C05">
        <w:rPr>
          <w:rFonts w:asciiTheme="minorHAnsi" w:hAnsiTheme="minorHAnsi" w:cstheme="minorHAnsi"/>
          <w:b/>
          <w:color w:val="3A3939" w:themeColor="background2" w:themeShade="BF"/>
          <w:sz w:val="20"/>
          <w:szCs w:val="20"/>
          <w:lang w:val="es-CO"/>
        </w:rPr>
        <w:t>Dredger</w:t>
      </w:r>
      <w:proofErr w:type="spellEnd"/>
      <w:r w:rsidRPr="00860C05">
        <w:rPr>
          <w:rFonts w:asciiTheme="minorHAnsi" w:hAnsiTheme="minorHAnsi" w:cstheme="minorHAnsi"/>
          <w:b/>
          <w:color w:val="3A3939" w:themeColor="background2" w:themeShade="BF"/>
          <w:sz w:val="20"/>
          <w:szCs w:val="20"/>
          <w:lang w:val="es-CO"/>
        </w:rPr>
        <w:t xml:space="preserve"> - CSD</w:t>
      </w:r>
      <w:r w:rsidRPr="00860C05">
        <w:rPr>
          <w:rFonts w:asciiTheme="minorHAnsi" w:hAnsiTheme="minorHAnsi" w:cstheme="minorHAnsi"/>
          <w:color w:val="3A3939" w:themeColor="background2" w:themeShade="BF"/>
          <w:sz w:val="20"/>
          <w:szCs w:val="20"/>
          <w:lang w:val="es-CO"/>
        </w:rPr>
        <w:t>):  Es una embarcación o artefacto naval, que draga mediante la acción de una cabeza de corte que rompe o disgrega el suelo o lecho, que succiona los sedimentos o el suelo mediante la acción de una bomba y lo transporta a la zona de disposición por tubería.</w:t>
      </w:r>
    </w:p>
    <w:p w14:paraId="4504870D" w14:textId="77777777" w:rsidR="00C9758A" w:rsidRPr="00860C05" w:rsidRDefault="003F3B4E"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eastAsia="es-CO"/>
        </w:rPr>
        <w:t xml:space="preserve">Draga de Arrastre de succión con Tolva (TSHD – </w:t>
      </w:r>
      <w:proofErr w:type="spellStart"/>
      <w:r w:rsidRPr="00860C05">
        <w:rPr>
          <w:rFonts w:asciiTheme="minorHAnsi" w:hAnsiTheme="minorHAnsi" w:cstheme="minorHAnsi"/>
          <w:b/>
          <w:color w:val="3A3939" w:themeColor="background2" w:themeShade="BF"/>
          <w:sz w:val="20"/>
          <w:szCs w:val="20"/>
          <w:lang w:val="es-CO" w:eastAsia="es-CO"/>
        </w:rPr>
        <w:t>Trailing</w:t>
      </w:r>
      <w:proofErr w:type="spellEnd"/>
      <w:r w:rsidRPr="00860C05">
        <w:rPr>
          <w:rFonts w:asciiTheme="minorHAnsi" w:hAnsiTheme="minorHAnsi" w:cstheme="minorHAnsi"/>
          <w:b/>
          <w:color w:val="3A3939" w:themeColor="background2" w:themeShade="BF"/>
          <w:sz w:val="20"/>
          <w:szCs w:val="20"/>
          <w:lang w:val="es-CO" w:eastAsia="es-CO"/>
        </w:rPr>
        <w:t xml:space="preserve"> </w:t>
      </w:r>
      <w:proofErr w:type="spellStart"/>
      <w:r w:rsidRPr="00860C05">
        <w:rPr>
          <w:rFonts w:asciiTheme="minorHAnsi" w:hAnsiTheme="minorHAnsi" w:cstheme="minorHAnsi"/>
          <w:b/>
          <w:color w:val="3A3939" w:themeColor="background2" w:themeShade="BF"/>
          <w:sz w:val="20"/>
          <w:szCs w:val="20"/>
          <w:lang w:val="es-CO" w:eastAsia="es-CO"/>
        </w:rPr>
        <w:t>Suction</w:t>
      </w:r>
      <w:proofErr w:type="spellEnd"/>
      <w:r w:rsidRPr="00860C05">
        <w:rPr>
          <w:rFonts w:asciiTheme="minorHAnsi" w:hAnsiTheme="minorHAnsi" w:cstheme="minorHAnsi"/>
          <w:b/>
          <w:color w:val="3A3939" w:themeColor="background2" w:themeShade="BF"/>
          <w:sz w:val="20"/>
          <w:szCs w:val="20"/>
          <w:lang w:val="es-CO" w:eastAsia="es-CO"/>
        </w:rPr>
        <w:t xml:space="preserve"> Hopper </w:t>
      </w:r>
      <w:proofErr w:type="spellStart"/>
      <w:r w:rsidRPr="00860C05">
        <w:rPr>
          <w:rFonts w:asciiTheme="minorHAnsi" w:hAnsiTheme="minorHAnsi" w:cstheme="minorHAnsi"/>
          <w:b/>
          <w:color w:val="3A3939" w:themeColor="background2" w:themeShade="BF"/>
          <w:sz w:val="20"/>
          <w:szCs w:val="20"/>
          <w:lang w:val="es-CO" w:eastAsia="es-CO"/>
        </w:rPr>
        <w:t>dredger</w:t>
      </w:r>
      <w:proofErr w:type="spellEnd"/>
      <w:r w:rsidRPr="00860C05">
        <w:rPr>
          <w:rFonts w:asciiTheme="minorHAnsi" w:hAnsiTheme="minorHAnsi" w:cstheme="minorHAnsi"/>
          <w:b/>
          <w:color w:val="3A3939" w:themeColor="background2" w:themeShade="BF"/>
          <w:sz w:val="20"/>
          <w:szCs w:val="20"/>
          <w:lang w:val="es-CO" w:eastAsia="es-CO"/>
        </w:rPr>
        <w:t>):</w:t>
      </w:r>
      <w:r w:rsidRPr="00860C05">
        <w:rPr>
          <w:rFonts w:asciiTheme="minorHAnsi" w:hAnsiTheme="minorHAnsi" w:cstheme="minorHAnsi"/>
          <w:color w:val="3A3939" w:themeColor="background2" w:themeShade="BF"/>
          <w:sz w:val="20"/>
          <w:szCs w:val="20"/>
          <w:lang w:val="es-CO" w:eastAsia="es-CO"/>
        </w:rPr>
        <w:t xml:space="preserve"> Es una embarcación autopropulsada, y capaz de transportar cierta cantidad de sólidos en una tolva, los cuales son aspirados del fondo por un tubo dotado con un cabezal de succión.</w:t>
      </w:r>
    </w:p>
    <w:p w14:paraId="6238CEC7" w14:textId="71AAFB0C" w:rsidR="00C9758A" w:rsidRPr="00860C05" w:rsidRDefault="00C9758A"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lastRenderedPageBreak/>
        <w:t xml:space="preserve">Draga Mecánica: </w:t>
      </w:r>
      <w:r w:rsidRPr="00860C05">
        <w:rPr>
          <w:rFonts w:asciiTheme="minorHAnsi" w:hAnsiTheme="minorHAnsi" w:cstheme="minorHAnsi"/>
          <w:color w:val="3A3939" w:themeColor="background2" w:themeShade="BF"/>
          <w:sz w:val="20"/>
          <w:szCs w:val="20"/>
          <w:lang w:val="es-CO" w:eastAsia="es-CO"/>
        </w:rPr>
        <w:t>Es una embarcación o artefacto naval</w:t>
      </w:r>
      <w:r w:rsidRPr="00860C05">
        <w:rPr>
          <w:rFonts w:asciiTheme="minorHAnsi" w:hAnsiTheme="minorHAnsi" w:cstheme="minorHAnsi"/>
          <w:color w:val="3A3939" w:themeColor="background2" w:themeShade="BF"/>
          <w:sz w:val="20"/>
          <w:szCs w:val="20"/>
          <w:lang w:val="es-CO"/>
        </w:rPr>
        <w:t xml:space="preserve"> que </w:t>
      </w:r>
      <w:r w:rsidR="00FD5B42" w:rsidRPr="00860C05">
        <w:rPr>
          <w:rFonts w:asciiTheme="minorHAnsi" w:hAnsiTheme="minorHAnsi" w:cstheme="minorHAnsi"/>
          <w:color w:val="3A3939" w:themeColor="background2" w:themeShade="BF"/>
          <w:sz w:val="20"/>
          <w:szCs w:val="20"/>
          <w:lang w:val="es-CO"/>
        </w:rPr>
        <w:t>utiliza exclusivamente</w:t>
      </w:r>
      <w:r w:rsidRPr="00860C05">
        <w:rPr>
          <w:rFonts w:asciiTheme="minorHAnsi" w:hAnsiTheme="minorHAnsi" w:cstheme="minorHAnsi"/>
          <w:color w:val="3A3939" w:themeColor="background2" w:themeShade="BF"/>
          <w:sz w:val="20"/>
          <w:szCs w:val="20"/>
          <w:lang w:val="es-CO"/>
        </w:rPr>
        <w:t xml:space="preserve"> medios mecánicos para la excavación y extracción del material. Se pueden clasificar en: </w:t>
      </w:r>
      <w:proofErr w:type="spellStart"/>
      <w:r w:rsidRPr="00860C05">
        <w:rPr>
          <w:rFonts w:asciiTheme="minorHAnsi" w:hAnsiTheme="minorHAnsi" w:cstheme="minorHAnsi"/>
          <w:color w:val="3A3939" w:themeColor="background2" w:themeShade="BF"/>
          <w:sz w:val="20"/>
          <w:szCs w:val="20"/>
          <w:lang w:val="es-CO"/>
        </w:rPr>
        <w:t>Dragalinas</w:t>
      </w:r>
      <w:proofErr w:type="spellEnd"/>
      <w:r w:rsidRPr="00860C05">
        <w:rPr>
          <w:rFonts w:asciiTheme="minorHAnsi" w:hAnsiTheme="minorHAnsi" w:cstheme="minorHAnsi"/>
          <w:color w:val="3A3939" w:themeColor="background2" w:themeShade="BF"/>
          <w:sz w:val="20"/>
          <w:szCs w:val="20"/>
          <w:lang w:val="es-CO"/>
        </w:rPr>
        <w:t>, Dragas de Cuchara Almeja, Dragas de Pala (</w:t>
      </w:r>
      <w:proofErr w:type="spellStart"/>
      <w:r w:rsidRPr="00860C05">
        <w:rPr>
          <w:rFonts w:asciiTheme="minorHAnsi" w:hAnsiTheme="minorHAnsi" w:cstheme="minorHAnsi"/>
          <w:color w:val="3A3939" w:themeColor="background2" w:themeShade="BF"/>
          <w:sz w:val="20"/>
          <w:szCs w:val="20"/>
          <w:lang w:val="es-CO"/>
        </w:rPr>
        <w:t>Dipper</w:t>
      </w:r>
      <w:proofErr w:type="spellEnd"/>
      <w:r w:rsidRPr="00860C05">
        <w:rPr>
          <w:rFonts w:asciiTheme="minorHAnsi" w:hAnsiTheme="minorHAnsi" w:cstheme="minorHAnsi"/>
          <w:color w:val="3A3939" w:themeColor="background2" w:themeShade="BF"/>
          <w:sz w:val="20"/>
          <w:szCs w:val="20"/>
          <w:lang w:val="es-CO"/>
        </w:rPr>
        <w:t>) y Dragas de Rosario de Cangilones.</w:t>
      </w:r>
    </w:p>
    <w:p w14:paraId="45021E04" w14:textId="1772F5AC" w:rsidR="00E76E1A" w:rsidRPr="00860C05" w:rsidRDefault="00E76E1A"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Edificio Institucional</w:t>
      </w:r>
      <w:r w:rsidR="00B654D0" w:rsidRPr="00860C05">
        <w:rPr>
          <w:rFonts w:asciiTheme="minorHAnsi" w:hAnsiTheme="minorHAnsi" w:cstheme="minorHAnsi"/>
          <w:b/>
          <w:color w:val="3A3939" w:themeColor="background2" w:themeShade="BF"/>
          <w:sz w:val="20"/>
          <w:szCs w:val="20"/>
          <w:lang w:val="es-CO"/>
        </w:rPr>
        <w:t xml:space="preserve">: </w:t>
      </w:r>
      <w:r w:rsidR="00B654D0" w:rsidRPr="00860C05">
        <w:rPr>
          <w:rFonts w:asciiTheme="minorHAnsi" w:hAnsiTheme="minorHAnsi" w:cstheme="minorHAnsi"/>
          <w:color w:val="3A3939" w:themeColor="background2" w:themeShade="BF"/>
          <w:sz w:val="20"/>
          <w:szCs w:val="20"/>
          <w:lang w:val="es-CO" w:eastAsia="es-CO"/>
        </w:rPr>
        <w:t>Edificación que ha sido construida</w:t>
      </w:r>
      <w:r w:rsidR="00B654D0" w:rsidRPr="00860C05">
        <w:rPr>
          <w:rFonts w:asciiTheme="minorHAnsi" w:hAnsiTheme="minorHAnsi" w:cstheme="minorHAnsi"/>
          <w:b/>
          <w:color w:val="3A3939" w:themeColor="background2" w:themeShade="BF"/>
          <w:sz w:val="20"/>
          <w:szCs w:val="20"/>
          <w:lang w:val="es-CO" w:eastAsia="es-CO"/>
        </w:rPr>
        <w:t xml:space="preserve"> </w:t>
      </w:r>
      <w:r w:rsidR="00B654D0" w:rsidRPr="00860C05">
        <w:rPr>
          <w:rFonts w:asciiTheme="minorHAnsi" w:hAnsiTheme="minorHAnsi" w:cstheme="minorHAnsi"/>
          <w:color w:val="3A3939" w:themeColor="background2" w:themeShade="BF"/>
          <w:sz w:val="20"/>
          <w:szCs w:val="20"/>
          <w:lang w:val="es-CO" w:eastAsia="es-CO"/>
        </w:rPr>
        <w:t xml:space="preserve">para funciones específicas (administrativas, educación, salud, cultura, etc.) principalmente para el beneficio e interés público, </w:t>
      </w:r>
      <w:r w:rsidR="00FE11AC" w:rsidRPr="00860C05">
        <w:rPr>
          <w:rFonts w:asciiTheme="minorHAnsi" w:hAnsiTheme="minorHAnsi" w:cstheme="minorHAnsi"/>
          <w:color w:val="3A3939" w:themeColor="background2" w:themeShade="BF"/>
          <w:sz w:val="20"/>
          <w:szCs w:val="20"/>
          <w:lang w:val="es-CO" w:eastAsia="es-CO"/>
        </w:rPr>
        <w:t>como,</w:t>
      </w:r>
      <w:r w:rsidR="00B654D0" w:rsidRPr="00860C05">
        <w:rPr>
          <w:rFonts w:asciiTheme="minorHAnsi" w:hAnsiTheme="minorHAnsi" w:cstheme="minorHAnsi"/>
          <w:color w:val="3A3939" w:themeColor="background2" w:themeShade="BF"/>
          <w:sz w:val="20"/>
          <w:szCs w:val="20"/>
          <w:lang w:val="es-CO" w:eastAsia="es-CO"/>
        </w:rPr>
        <w:t xml:space="preserve"> por ejemplo; escuelas, universidades, hospitales, estadios, teatros, archivos, biblioteca, edificios de la policía, cárceles, etc.</w:t>
      </w:r>
    </w:p>
    <w:p w14:paraId="125AAFCB" w14:textId="77777777" w:rsidR="00B654D0" w:rsidRPr="00860C05" w:rsidRDefault="00E76E1A" w:rsidP="00E76E1A">
      <w:pPr>
        <w:pStyle w:val="Invias-VietaNumerada"/>
        <w:numPr>
          <w:ilvl w:val="1"/>
          <w:numId w:val="22"/>
        </w:numPr>
        <w:autoSpaceDE w:val="0"/>
        <w:autoSpaceDN w:val="0"/>
        <w:adjustRightInd w:val="0"/>
        <w:spacing w:before="120" w:after="240"/>
        <w:ind w:left="851" w:hanging="567"/>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Edificio Comercial</w:t>
      </w:r>
      <w:r w:rsidR="00B654D0" w:rsidRPr="00860C05">
        <w:rPr>
          <w:rFonts w:asciiTheme="minorHAnsi" w:hAnsiTheme="minorHAnsi" w:cstheme="minorHAnsi"/>
          <w:b/>
          <w:color w:val="3A3939" w:themeColor="background2" w:themeShade="BF"/>
          <w:sz w:val="20"/>
          <w:szCs w:val="20"/>
          <w:lang w:val="es-CO"/>
        </w:rPr>
        <w:t xml:space="preserve">: </w:t>
      </w:r>
      <w:r w:rsidR="00B654D0" w:rsidRPr="00860C05">
        <w:rPr>
          <w:rFonts w:asciiTheme="minorHAnsi" w:hAnsiTheme="minorHAnsi" w:cstheme="minorHAnsi"/>
          <w:color w:val="3A3939" w:themeColor="background2" w:themeShade="BF"/>
          <w:sz w:val="20"/>
          <w:szCs w:val="20"/>
          <w:lang w:val="es-CO" w:eastAsia="es-CO"/>
        </w:rPr>
        <w:t>Edificio cuya actividad principal es la venta de productos directamente al público o la prestación de servicios relacionados con los mismos, incluyendo, tanto las tiendas y a los grandes almacenes, los cuales suelen constituir un único establecimiento con un único titular, como los centros comerciales, los mercados, las galerías comerciales, etc.</w:t>
      </w:r>
    </w:p>
    <w:p w14:paraId="7D464FEC" w14:textId="3C16B1C6" w:rsidR="00E76E1A" w:rsidRPr="00860C05" w:rsidRDefault="00B654D0" w:rsidP="00B654D0">
      <w:pPr>
        <w:pStyle w:val="Invias-VietaNumerada"/>
        <w:autoSpaceDE w:val="0"/>
        <w:autoSpaceDN w:val="0"/>
        <w:adjustRightInd w:val="0"/>
        <w:spacing w:before="120" w:after="240"/>
        <w:ind w:left="851"/>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color w:val="3A3939" w:themeColor="background2" w:themeShade="BF"/>
          <w:sz w:val="20"/>
          <w:szCs w:val="20"/>
          <w:lang w:val="es-CO" w:eastAsia="es-CO"/>
        </w:rPr>
        <w:t>También se consideran de uso comercial aquellos edificios en los que se prestan directamente al público determinados servicios no necesariamente relacionados con la venta de productos, pero cuyas características constructivas y funcionales, cuya actividad y las de los ocupantes se puedan asimilar más a las propias de este uso que a las de cualquier otro. Como ejemplos de dicha condición están las lavanderías, los salones de peluquería, etc.</w:t>
      </w:r>
    </w:p>
    <w:p w14:paraId="0D751416" w14:textId="60A65D13" w:rsidR="00E76E1A" w:rsidRPr="00860C05" w:rsidRDefault="00E76E1A" w:rsidP="00E76E1A">
      <w:pPr>
        <w:pStyle w:val="Invias-VietaNumerada"/>
        <w:numPr>
          <w:ilvl w:val="1"/>
          <w:numId w:val="22"/>
        </w:numPr>
        <w:autoSpaceDE w:val="0"/>
        <w:autoSpaceDN w:val="0"/>
        <w:adjustRightInd w:val="0"/>
        <w:spacing w:before="120" w:after="240"/>
        <w:ind w:left="851" w:hanging="567"/>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Edificio Multifamiliar</w:t>
      </w:r>
      <w:r w:rsidR="00B654D0" w:rsidRPr="00860C05">
        <w:rPr>
          <w:rFonts w:asciiTheme="minorHAnsi" w:hAnsiTheme="minorHAnsi" w:cstheme="minorHAnsi"/>
          <w:b/>
          <w:color w:val="3A3939" w:themeColor="background2" w:themeShade="BF"/>
          <w:sz w:val="20"/>
          <w:szCs w:val="20"/>
          <w:lang w:val="es-CO"/>
        </w:rPr>
        <w:t xml:space="preserve">: </w:t>
      </w:r>
      <w:r w:rsidR="00B654D0" w:rsidRPr="00860C05">
        <w:rPr>
          <w:rFonts w:asciiTheme="minorHAnsi" w:hAnsiTheme="minorHAnsi" w:cstheme="minorHAnsi"/>
          <w:color w:val="3A3939" w:themeColor="background2" w:themeShade="BF"/>
          <w:sz w:val="20"/>
          <w:szCs w:val="20"/>
          <w:lang w:val="es-CO" w:eastAsia="es-CO"/>
        </w:rPr>
        <w:t xml:space="preserve">Inmueble que agrupa tres o más unidades de vivienda independientes, donde el terreno es una propiedad </w:t>
      </w:r>
      <w:r w:rsidR="00FD5B42" w:rsidRPr="00860C05">
        <w:rPr>
          <w:rFonts w:asciiTheme="minorHAnsi" w:hAnsiTheme="minorHAnsi" w:cstheme="minorHAnsi"/>
          <w:color w:val="3A3939" w:themeColor="background2" w:themeShade="BF"/>
          <w:sz w:val="20"/>
          <w:szCs w:val="20"/>
          <w:lang w:val="es-CO" w:eastAsia="es-CO"/>
        </w:rPr>
        <w:t>común, y</w:t>
      </w:r>
      <w:r w:rsidR="00B654D0" w:rsidRPr="00860C05">
        <w:rPr>
          <w:rFonts w:asciiTheme="minorHAnsi" w:hAnsiTheme="minorHAnsi" w:cstheme="minorHAnsi"/>
          <w:color w:val="3A3939" w:themeColor="background2" w:themeShade="BF"/>
          <w:sz w:val="20"/>
          <w:szCs w:val="20"/>
          <w:lang w:val="es-CO" w:eastAsia="es-CO"/>
        </w:rPr>
        <w:t xml:space="preserve"> que cuenta con servicios y bienes compartidos como circulaciones, escaleras (ascensores), estacionamientos, áreas verdes y sociales etc. Este tipo de edificio puede desarrollarse tanto en vertical como en horizontal.</w:t>
      </w:r>
    </w:p>
    <w:p w14:paraId="3E4B7C79" w14:textId="145B0C9E" w:rsidR="00B34329" w:rsidRPr="00860C05" w:rsidRDefault="00C9758A" w:rsidP="00B34329">
      <w:pPr>
        <w:pStyle w:val="Invias-VietaNumerada"/>
        <w:numPr>
          <w:ilvl w:val="1"/>
          <w:numId w:val="22"/>
        </w:numPr>
        <w:autoSpaceDE w:val="0"/>
        <w:autoSpaceDN w:val="0"/>
        <w:adjustRightInd w:val="0"/>
        <w:spacing w:before="120" w:after="240"/>
        <w:ind w:left="851"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Enrocados o Escolleras</w:t>
      </w:r>
      <w:r w:rsidR="00551919" w:rsidRPr="00860C05">
        <w:rPr>
          <w:rFonts w:asciiTheme="minorHAnsi" w:hAnsiTheme="minorHAnsi" w:cstheme="minorHAnsi"/>
          <w:b/>
          <w:color w:val="3A3939" w:themeColor="background2" w:themeShade="BF"/>
          <w:sz w:val="20"/>
          <w:szCs w:val="20"/>
          <w:lang w:val="es-CO"/>
        </w:rPr>
        <w:t xml:space="preserve"> m</w:t>
      </w:r>
      <w:r w:rsidRPr="00860C05">
        <w:rPr>
          <w:rFonts w:asciiTheme="minorHAnsi" w:hAnsiTheme="minorHAnsi" w:cstheme="minorHAnsi"/>
          <w:b/>
          <w:color w:val="3A3939" w:themeColor="background2" w:themeShade="BF"/>
          <w:sz w:val="20"/>
          <w:szCs w:val="20"/>
          <w:lang w:val="es-CO"/>
        </w:rPr>
        <w:t xml:space="preserve">arítimos: </w:t>
      </w:r>
      <w:r w:rsidR="00D06F0C" w:rsidRPr="00860C05">
        <w:rPr>
          <w:rFonts w:asciiTheme="minorHAnsi" w:hAnsiTheme="minorHAnsi" w:cstheme="minorHAnsi"/>
          <w:color w:val="3A3939" w:themeColor="background2" w:themeShade="BF"/>
          <w:sz w:val="20"/>
          <w:szCs w:val="20"/>
          <w:lang w:val="es-CO"/>
        </w:rPr>
        <w:t>O</w:t>
      </w:r>
      <w:r w:rsidRPr="00860C05">
        <w:rPr>
          <w:rFonts w:asciiTheme="minorHAnsi" w:hAnsiTheme="minorHAnsi" w:cstheme="minorHAnsi"/>
          <w:color w:val="3A3939" w:themeColor="background2" w:themeShade="BF"/>
          <w:sz w:val="20"/>
          <w:szCs w:val="20"/>
          <w:lang w:val="es-CO"/>
        </w:rPr>
        <w:t>bra civil hidráulica marítima constituida por rocas o piedras para conformar una protección contra el oleaje o corrientes marinas, tales como diques, espolones recubrimiento de orillas.</w:t>
      </w:r>
    </w:p>
    <w:p w14:paraId="21AFB109" w14:textId="72140838" w:rsidR="00CB39CC" w:rsidRPr="00860C05" w:rsidRDefault="00B34329" w:rsidP="0079296D">
      <w:pPr>
        <w:pStyle w:val="Invias-VietaNumerada"/>
        <w:numPr>
          <w:ilvl w:val="1"/>
          <w:numId w:val="22"/>
        </w:numPr>
        <w:autoSpaceDE w:val="0"/>
        <w:autoSpaceDN w:val="0"/>
        <w:adjustRightInd w:val="0"/>
        <w:spacing w:before="0" w:after="0"/>
        <w:ind w:left="851" w:hanging="567"/>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Escollera:</w:t>
      </w:r>
      <w:r w:rsidR="000B20BC" w:rsidRPr="00860C05">
        <w:rPr>
          <w:rFonts w:asciiTheme="minorHAnsi" w:hAnsiTheme="minorHAnsi" w:cstheme="minorHAnsi"/>
          <w:b/>
          <w:color w:val="3A3939" w:themeColor="background2" w:themeShade="BF"/>
          <w:sz w:val="20"/>
          <w:szCs w:val="20"/>
          <w:lang w:val="es-CO"/>
        </w:rPr>
        <w:t xml:space="preserve"> </w:t>
      </w:r>
      <w:r w:rsidR="00CB39CC" w:rsidRPr="00860C05">
        <w:rPr>
          <w:rFonts w:asciiTheme="minorHAnsi" w:hAnsiTheme="minorHAnsi" w:cstheme="minorHAnsi"/>
          <w:bCs/>
          <w:color w:val="3A3939" w:themeColor="background2" w:themeShade="BF"/>
          <w:sz w:val="20"/>
          <w:szCs w:val="20"/>
          <w:lang w:val="es-CO" w:eastAsia="es-CO"/>
        </w:rPr>
        <w:t>Dique de defensa que se construye con piedras o elementos prefabricados dispuestos en ríos (Fluvial) o costa marítima (</w:t>
      </w:r>
      <w:r w:rsidR="0050192B" w:rsidRPr="00860C05">
        <w:rPr>
          <w:rFonts w:asciiTheme="minorHAnsi" w:hAnsiTheme="minorHAnsi" w:cstheme="minorHAnsi"/>
          <w:bCs/>
          <w:color w:val="3A3939" w:themeColor="background2" w:themeShade="BF"/>
          <w:sz w:val="20"/>
          <w:szCs w:val="20"/>
          <w:lang w:val="es-CO" w:eastAsia="es-CO"/>
        </w:rPr>
        <w:t>Marítima</w:t>
      </w:r>
      <w:r w:rsidR="00CB39CC" w:rsidRPr="00860C05">
        <w:rPr>
          <w:rFonts w:asciiTheme="minorHAnsi" w:hAnsiTheme="minorHAnsi" w:cstheme="minorHAnsi"/>
          <w:bCs/>
          <w:color w:val="3A3939" w:themeColor="background2" w:themeShade="BF"/>
          <w:sz w:val="20"/>
          <w:szCs w:val="20"/>
          <w:lang w:val="es-CO" w:eastAsia="es-CO"/>
        </w:rPr>
        <w:t>) para resguardo contra marejada y las corrientes</w:t>
      </w:r>
      <w:r w:rsidR="0050192B" w:rsidRPr="00860C05">
        <w:rPr>
          <w:rFonts w:asciiTheme="minorHAnsi" w:hAnsiTheme="minorHAnsi" w:cstheme="minorHAnsi"/>
          <w:bCs/>
          <w:color w:val="3A3939" w:themeColor="background2" w:themeShade="BF"/>
          <w:sz w:val="20"/>
          <w:szCs w:val="20"/>
          <w:lang w:val="es-CO" w:eastAsia="es-CO"/>
        </w:rPr>
        <w:t>.</w:t>
      </w:r>
    </w:p>
    <w:p w14:paraId="59AB52B3" w14:textId="1E2989D7" w:rsidR="00B34329" w:rsidRPr="00860C05" w:rsidRDefault="004C29C0" w:rsidP="0079296D">
      <w:pPr>
        <w:pStyle w:val="Invias-VietaNumerada"/>
        <w:autoSpaceDE w:val="0"/>
        <w:autoSpaceDN w:val="0"/>
        <w:adjustRightInd w:val="0"/>
        <w:spacing w:before="0" w:after="0"/>
        <w:ind w:left="284"/>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Cs/>
          <w:color w:val="3A3939" w:themeColor="background2" w:themeShade="BF"/>
          <w:sz w:val="20"/>
          <w:szCs w:val="20"/>
          <w:lang w:val="es-CO" w:eastAsia="es-CO"/>
        </w:rPr>
        <w:t xml:space="preserve">  </w:t>
      </w:r>
    </w:p>
    <w:p w14:paraId="3EE04897" w14:textId="5F745075" w:rsidR="00603B92" w:rsidRPr="00860C05" w:rsidRDefault="0000314E"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Estabilización de Talu</w:t>
      </w:r>
      <w:r w:rsidR="00603B92" w:rsidRPr="00860C05">
        <w:rPr>
          <w:rFonts w:asciiTheme="minorHAnsi" w:hAnsiTheme="minorHAnsi" w:cstheme="minorHAnsi"/>
          <w:b/>
          <w:color w:val="3A3939" w:themeColor="background2" w:themeShade="BF"/>
          <w:sz w:val="20"/>
          <w:szCs w:val="20"/>
          <w:lang w:val="es-CO"/>
        </w:rPr>
        <w:t>des</w:t>
      </w:r>
      <w:r w:rsidR="007926EE" w:rsidRPr="00860C05">
        <w:rPr>
          <w:rFonts w:asciiTheme="minorHAnsi" w:hAnsiTheme="minorHAnsi" w:cstheme="minorHAnsi"/>
          <w:b/>
          <w:color w:val="3A3939" w:themeColor="background2" w:themeShade="BF"/>
          <w:sz w:val="20"/>
          <w:szCs w:val="20"/>
          <w:lang w:val="es-CO"/>
        </w:rPr>
        <w:t xml:space="preserve">: </w:t>
      </w:r>
      <w:r w:rsidR="007926EE" w:rsidRPr="00860C05">
        <w:rPr>
          <w:rFonts w:asciiTheme="minorHAnsi" w:hAnsiTheme="minorHAnsi" w:cstheme="minorHAnsi"/>
          <w:color w:val="3A3939" w:themeColor="background2" w:themeShade="BF"/>
          <w:sz w:val="20"/>
          <w:szCs w:val="20"/>
          <w:lang w:val="es-CO" w:eastAsia="es-CO"/>
        </w:rPr>
        <w:t>Se refiere al diseño y/o construcción del conjunto de obras de contención, movimiento de tierras, obras de drenaje superficiales y subsuperficiales y obras de protección requeridas para garantizar la estabilidad de taludes de corte, terraplén y laderas naturales.</w:t>
      </w:r>
    </w:p>
    <w:p w14:paraId="3D4DA2B2" w14:textId="39E949D2" w:rsidR="00010486" w:rsidRPr="00860C05" w:rsidRDefault="00010486" w:rsidP="00010486">
      <w:pPr>
        <w:pStyle w:val="Invias-VietaNumerada"/>
        <w:numPr>
          <w:ilvl w:val="1"/>
          <w:numId w:val="22"/>
        </w:numPr>
        <w:autoSpaceDE w:val="0"/>
        <w:autoSpaceDN w:val="0"/>
        <w:adjustRightInd w:val="0"/>
        <w:spacing w:before="120" w:after="240"/>
        <w:ind w:left="851" w:hanging="567"/>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Estación Férrea</w:t>
      </w:r>
      <w:r w:rsidR="00B654D0" w:rsidRPr="00860C05">
        <w:rPr>
          <w:rFonts w:asciiTheme="minorHAnsi" w:hAnsiTheme="minorHAnsi" w:cstheme="minorHAnsi"/>
          <w:b/>
          <w:color w:val="3A3939" w:themeColor="background2" w:themeShade="BF"/>
          <w:sz w:val="20"/>
          <w:szCs w:val="20"/>
          <w:lang w:val="es-CO"/>
        </w:rPr>
        <w:t xml:space="preserve">: </w:t>
      </w:r>
      <w:r w:rsidR="00B654D0" w:rsidRPr="00860C05">
        <w:rPr>
          <w:rFonts w:asciiTheme="minorHAnsi" w:hAnsiTheme="minorHAnsi" w:cstheme="minorHAnsi"/>
          <w:color w:val="3A3939" w:themeColor="background2" w:themeShade="BF"/>
          <w:sz w:val="20"/>
          <w:szCs w:val="20"/>
          <w:lang w:val="es-CO" w:eastAsia="es-CO"/>
        </w:rPr>
        <w:t xml:space="preserve">Edificio diseñado para la llegada y salida de trenes, el que permite y </w:t>
      </w:r>
      <w:r w:rsidR="00FD5B42" w:rsidRPr="00860C05">
        <w:rPr>
          <w:rFonts w:asciiTheme="minorHAnsi" w:hAnsiTheme="minorHAnsi" w:cstheme="minorHAnsi"/>
          <w:color w:val="3A3939" w:themeColor="background2" w:themeShade="BF"/>
          <w:sz w:val="20"/>
          <w:szCs w:val="20"/>
          <w:lang w:val="es-CO" w:eastAsia="es-CO"/>
        </w:rPr>
        <w:t xml:space="preserve">regula </w:t>
      </w:r>
      <w:r w:rsidR="002A4459" w:rsidRPr="00860C05">
        <w:rPr>
          <w:rFonts w:asciiTheme="minorHAnsi" w:hAnsiTheme="minorHAnsi" w:cstheme="minorHAnsi"/>
          <w:color w:val="3A3939" w:themeColor="background2" w:themeShade="BF"/>
          <w:sz w:val="20"/>
          <w:szCs w:val="20"/>
          <w:lang w:val="es-CO" w:eastAsia="es-CO"/>
        </w:rPr>
        <w:t>el acceso</w:t>
      </w:r>
      <w:r w:rsidR="00B654D0" w:rsidRPr="00860C05">
        <w:rPr>
          <w:rFonts w:asciiTheme="minorHAnsi" w:hAnsiTheme="minorHAnsi" w:cstheme="minorHAnsi"/>
          <w:color w:val="3A3939" w:themeColor="background2" w:themeShade="BF"/>
          <w:sz w:val="20"/>
          <w:szCs w:val="20"/>
          <w:lang w:val="es-CO" w:eastAsia="es-CO"/>
        </w:rPr>
        <w:t xml:space="preserve"> de pasajeros y mercancías.</w:t>
      </w:r>
    </w:p>
    <w:p w14:paraId="39B51B67" w14:textId="2A9713EE" w:rsidR="00611478" w:rsidRPr="00860C05" w:rsidRDefault="00611478" w:rsidP="001E2692">
      <w:pPr>
        <w:pStyle w:val="Invias-VietaNumerada"/>
        <w:numPr>
          <w:ilvl w:val="1"/>
          <w:numId w:val="22"/>
        </w:numPr>
        <w:autoSpaceDE w:val="0"/>
        <w:autoSpaceDN w:val="0"/>
        <w:adjustRightInd w:val="0"/>
        <w:spacing w:before="120" w:after="240"/>
        <w:ind w:left="851"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Estructura:</w:t>
      </w:r>
      <w:r w:rsidRPr="00860C05">
        <w:rPr>
          <w:rFonts w:asciiTheme="minorHAnsi" w:hAnsiTheme="minorHAnsi" w:cstheme="minorHAnsi"/>
          <w:color w:val="3A3939" w:themeColor="background2" w:themeShade="BF"/>
          <w:sz w:val="20"/>
          <w:szCs w:val="20"/>
          <w:lang w:val="es-CO"/>
        </w:rPr>
        <w:t xml:space="preserve"> </w:t>
      </w:r>
      <w:r w:rsidR="00F315A0" w:rsidRPr="00860C05">
        <w:rPr>
          <w:rFonts w:asciiTheme="minorHAnsi" w:hAnsiTheme="minorHAnsi" w:cstheme="minorHAnsi"/>
          <w:iCs/>
          <w:color w:val="3A3939" w:themeColor="background2" w:themeShade="BF"/>
          <w:sz w:val="20"/>
          <w:szCs w:val="20"/>
          <w:lang w:val="es-419"/>
        </w:rPr>
        <w:t>Es un ensamblaje de elementos, diseñados para soportar las cargas gravitacionales y resistir las fuerzas horizontales. Las estructuras pueden ser catalogadas como estructuras de edificaciones o estructuras diferentes a las de las edificaciones</w:t>
      </w:r>
      <w:r w:rsidR="002F4E5D" w:rsidRPr="00860C05">
        <w:rPr>
          <w:rStyle w:val="Refdenotaalpie"/>
          <w:rFonts w:asciiTheme="minorHAnsi" w:hAnsiTheme="minorHAnsi" w:cstheme="minorHAnsi"/>
          <w:iCs/>
          <w:color w:val="3A3939" w:themeColor="background2" w:themeShade="BF"/>
          <w:sz w:val="20"/>
          <w:szCs w:val="20"/>
          <w:lang w:val="es-419"/>
        </w:rPr>
        <w:footnoteReference w:id="2"/>
      </w:r>
      <w:r w:rsidR="002F4E5D" w:rsidRPr="00860C05">
        <w:rPr>
          <w:rFonts w:asciiTheme="minorHAnsi" w:hAnsiTheme="minorHAnsi" w:cstheme="minorHAnsi"/>
          <w:iCs/>
          <w:color w:val="3A3939" w:themeColor="background2" w:themeShade="BF"/>
          <w:sz w:val="20"/>
          <w:szCs w:val="20"/>
          <w:lang w:val="es-419"/>
        </w:rPr>
        <w:t>.</w:t>
      </w:r>
    </w:p>
    <w:p w14:paraId="66675855" w14:textId="79BD0E85" w:rsidR="001E2692" w:rsidRPr="00860C05" w:rsidRDefault="001E2692" w:rsidP="001E2692">
      <w:pPr>
        <w:pStyle w:val="Invias-VietaNumerada"/>
        <w:numPr>
          <w:ilvl w:val="1"/>
          <w:numId w:val="22"/>
        </w:numPr>
        <w:autoSpaceDE w:val="0"/>
        <w:autoSpaceDN w:val="0"/>
        <w:adjustRightInd w:val="0"/>
        <w:spacing w:before="120" w:after="240"/>
        <w:ind w:left="851" w:hanging="567"/>
        <w:rPr>
          <w:rFonts w:asciiTheme="minorHAnsi" w:hAnsiTheme="minorHAnsi" w:cstheme="minorHAnsi"/>
          <w:color w:val="3A3939" w:themeColor="background2" w:themeShade="BF"/>
          <w:sz w:val="20"/>
          <w:szCs w:val="20"/>
          <w:lang w:val="es-419"/>
        </w:rPr>
      </w:pPr>
      <w:r w:rsidRPr="00860C05">
        <w:rPr>
          <w:rFonts w:asciiTheme="minorHAnsi" w:hAnsiTheme="minorHAnsi" w:cstheme="minorHAnsi"/>
          <w:b/>
          <w:color w:val="3A3939" w:themeColor="background2" w:themeShade="BF"/>
          <w:sz w:val="20"/>
          <w:szCs w:val="20"/>
          <w:lang w:val="es-CO"/>
        </w:rPr>
        <w:t>Espacio Público</w:t>
      </w:r>
      <w:r w:rsidRPr="00860C05">
        <w:rPr>
          <w:rFonts w:asciiTheme="minorHAnsi" w:hAnsiTheme="minorHAnsi" w:cstheme="minorHAnsi"/>
          <w:color w:val="3A3939" w:themeColor="background2" w:themeShade="BF"/>
          <w:sz w:val="20"/>
          <w:szCs w:val="20"/>
          <w:lang w:val="es-CO"/>
        </w:rPr>
        <w:t xml:space="preserve">: </w:t>
      </w:r>
      <w:r w:rsidR="00B503D3" w:rsidRPr="00860C05">
        <w:rPr>
          <w:rFonts w:asciiTheme="minorHAnsi" w:hAnsiTheme="minorHAnsi" w:cstheme="minorHAnsi"/>
          <w:color w:val="3A3939" w:themeColor="background2" w:themeShade="BF"/>
          <w:sz w:val="20"/>
          <w:szCs w:val="20"/>
          <w:lang w:val="es-419"/>
        </w:rPr>
        <w:t xml:space="preserve">Es el conjunto de inmuebles públicos y los elementos arquitectónicos y naturales de los inmuebles privados destinados por naturaleza, usos o afectación a la </w:t>
      </w:r>
      <w:r w:rsidR="00B503D3" w:rsidRPr="00860C05">
        <w:rPr>
          <w:rFonts w:asciiTheme="minorHAnsi" w:hAnsiTheme="minorHAnsi" w:cstheme="minorHAnsi"/>
          <w:color w:val="3A3939" w:themeColor="background2" w:themeShade="BF"/>
          <w:sz w:val="20"/>
          <w:szCs w:val="20"/>
          <w:lang w:val="es-419"/>
        </w:rPr>
        <w:lastRenderedPageBreak/>
        <w:t xml:space="preserve">satisfacción de necesidades urbanas colectivas que transcienden los límites de los intereses individuales de los habitantes. </w:t>
      </w:r>
    </w:p>
    <w:p w14:paraId="2CA3FAC3" w14:textId="77777777" w:rsidR="00BE7D7A" w:rsidRPr="00860C05" w:rsidRDefault="00BE7D7A" w:rsidP="00BE7D7A">
      <w:pPr>
        <w:ind w:left="851"/>
        <w:jc w:val="both"/>
        <w:rPr>
          <w:rFonts w:cstheme="minorHAnsi"/>
          <w:color w:val="3A3939" w:themeColor="background2" w:themeShade="BF"/>
          <w:szCs w:val="20"/>
          <w:lang w:eastAsia="es-ES"/>
        </w:rPr>
      </w:pPr>
      <w:r w:rsidRPr="00860C05">
        <w:rPr>
          <w:rFonts w:cstheme="minorHAnsi"/>
          <w:color w:val="3A3939" w:themeColor="background2" w:themeShade="BF"/>
          <w:szCs w:val="20"/>
          <w:lang w:eastAsia="es-ES"/>
        </w:rPr>
        <w:t xml:space="preserve">El espacio público comprende, entre otros, los siguientes aspectos: </w:t>
      </w:r>
    </w:p>
    <w:p w14:paraId="5567D2B1" w14:textId="77777777" w:rsidR="00BE7D7A" w:rsidRPr="00860C05" w:rsidRDefault="00BE7D7A" w:rsidP="00BE7D7A">
      <w:pPr>
        <w:ind w:left="851"/>
        <w:jc w:val="both"/>
        <w:rPr>
          <w:rFonts w:cstheme="minorHAnsi"/>
          <w:color w:val="3A3939" w:themeColor="background2" w:themeShade="BF"/>
          <w:szCs w:val="20"/>
          <w:lang w:eastAsia="es-ES"/>
        </w:rPr>
      </w:pPr>
      <w:r w:rsidRPr="00860C05">
        <w:rPr>
          <w:rFonts w:cstheme="minorHAnsi"/>
          <w:color w:val="3A3939" w:themeColor="background2" w:themeShade="BF"/>
          <w:szCs w:val="20"/>
          <w:lang w:eastAsia="es-ES"/>
        </w:rPr>
        <w:t xml:space="preserve">a. Los bienes de uso público, es decir aquellos inmuebles de dominio público cuyo uso pertenece a todos los habitantes del territorio nacional, destinados al uso o disfrute colectivo; </w:t>
      </w:r>
    </w:p>
    <w:p w14:paraId="3336985D" w14:textId="77777777" w:rsidR="00BE7D7A" w:rsidRPr="00860C05" w:rsidRDefault="00BE7D7A" w:rsidP="00BE7D7A">
      <w:pPr>
        <w:ind w:left="851"/>
        <w:jc w:val="both"/>
        <w:rPr>
          <w:rFonts w:cstheme="minorHAnsi"/>
          <w:color w:val="3A3939" w:themeColor="background2" w:themeShade="BF"/>
          <w:szCs w:val="20"/>
          <w:lang w:eastAsia="es-ES"/>
        </w:rPr>
      </w:pPr>
      <w:r w:rsidRPr="00860C05">
        <w:rPr>
          <w:rFonts w:cstheme="minorHAnsi"/>
          <w:color w:val="3A3939" w:themeColor="background2" w:themeShade="BF"/>
          <w:szCs w:val="20"/>
          <w:lang w:eastAsia="es-ES"/>
        </w:rPr>
        <w:t xml:space="preserve">b. Los elementos arquitectónicos, espaciales y naturales de los inmuebles de propiedad privada que por su naturaleza, uso o afectación satisfacen necesidades de uso público; </w:t>
      </w:r>
    </w:p>
    <w:p w14:paraId="5B697926" w14:textId="02B57635" w:rsidR="00BE7D7A" w:rsidRPr="00860C05" w:rsidRDefault="00BE7D7A">
      <w:pPr>
        <w:ind w:left="851"/>
        <w:jc w:val="both"/>
        <w:rPr>
          <w:rFonts w:cstheme="minorHAnsi"/>
          <w:color w:val="3A3939" w:themeColor="background2" w:themeShade="BF"/>
          <w:szCs w:val="20"/>
          <w:lang w:eastAsia="es-ES"/>
        </w:rPr>
      </w:pPr>
      <w:r w:rsidRPr="00860C05">
        <w:rPr>
          <w:rFonts w:cstheme="minorHAnsi"/>
          <w:color w:val="3A3939" w:themeColor="background2" w:themeShade="BF"/>
          <w:szCs w:val="20"/>
          <w:lang w:eastAsia="es-ES"/>
        </w:rPr>
        <w:t>c. Las áreas requeridas par</w:t>
      </w:r>
      <w:r w:rsidR="00787B5E" w:rsidRPr="00860C05">
        <w:rPr>
          <w:rFonts w:cstheme="minorHAnsi"/>
          <w:color w:val="3A3939" w:themeColor="background2" w:themeShade="BF"/>
          <w:szCs w:val="20"/>
          <w:lang w:eastAsia="es-ES"/>
        </w:rPr>
        <w:t>a</w:t>
      </w:r>
      <w:r w:rsidRPr="00860C05">
        <w:rPr>
          <w:rFonts w:cstheme="minorHAnsi"/>
          <w:color w:val="3A3939" w:themeColor="background2" w:themeShade="BF"/>
          <w:szCs w:val="20"/>
          <w:lang w:eastAsia="es-ES"/>
        </w:rPr>
        <w:t xml:space="preserve"> la conformación del sistema de espacio público en los términos establecidos en </w:t>
      </w:r>
      <w:r w:rsidR="000006F8" w:rsidRPr="00860C05">
        <w:rPr>
          <w:rFonts w:cstheme="minorHAnsi"/>
          <w:color w:val="3A3939" w:themeColor="background2" w:themeShade="BF"/>
          <w:szCs w:val="20"/>
          <w:lang w:eastAsia="es-ES"/>
        </w:rPr>
        <w:t xml:space="preserve">el Decreto 1504 de 1998 compilado en el Decreto </w:t>
      </w:r>
      <w:r w:rsidR="00E82518" w:rsidRPr="00860C05">
        <w:rPr>
          <w:rFonts w:cstheme="minorHAnsi"/>
          <w:color w:val="3A3939" w:themeColor="background2" w:themeShade="BF"/>
          <w:szCs w:val="20"/>
          <w:lang w:eastAsia="es-ES"/>
        </w:rPr>
        <w:t>1077 de 2015</w:t>
      </w:r>
      <w:r w:rsidRPr="00860C05">
        <w:rPr>
          <w:rFonts w:cstheme="minorHAnsi"/>
          <w:color w:val="3A3939" w:themeColor="background2" w:themeShade="BF"/>
          <w:szCs w:val="20"/>
          <w:lang w:eastAsia="es-ES"/>
        </w:rPr>
        <w:t>.</w:t>
      </w:r>
    </w:p>
    <w:p w14:paraId="06848BE0" w14:textId="25F6C1D5" w:rsidR="00E82518" w:rsidRPr="00860C05" w:rsidRDefault="00E82518">
      <w:pPr>
        <w:ind w:left="851"/>
        <w:jc w:val="both"/>
        <w:rPr>
          <w:rFonts w:cstheme="minorHAnsi"/>
          <w:color w:val="3A3939" w:themeColor="background2" w:themeShade="BF"/>
          <w:szCs w:val="20"/>
          <w:lang w:eastAsia="es-ES"/>
        </w:rPr>
      </w:pPr>
    </w:p>
    <w:p w14:paraId="0676CE5B" w14:textId="0AB84939" w:rsidR="00E82518" w:rsidRPr="00860C05" w:rsidRDefault="00E82518" w:rsidP="00E82518">
      <w:pPr>
        <w:pStyle w:val="Invias-VietaNumerada"/>
        <w:numPr>
          <w:ilvl w:val="1"/>
          <w:numId w:val="22"/>
        </w:numPr>
        <w:autoSpaceDE w:val="0"/>
        <w:autoSpaceDN w:val="0"/>
        <w:adjustRightInd w:val="0"/>
        <w:spacing w:before="120" w:after="240"/>
        <w:ind w:left="851"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Espacio Público Asociado a la Infraestructura de Transporte: </w:t>
      </w:r>
      <w:r w:rsidR="007B1400" w:rsidRPr="00860C05">
        <w:rPr>
          <w:rFonts w:asciiTheme="minorHAnsi" w:hAnsiTheme="minorHAnsi" w:cstheme="minorHAnsi"/>
          <w:color w:val="3A3939" w:themeColor="background2" w:themeShade="BF"/>
          <w:sz w:val="20"/>
          <w:szCs w:val="20"/>
          <w:lang w:val="es-CO"/>
        </w:rPr>
        <w:t xml:space="preserve">Hacen relación a los </w:t>
      </w:r>
      <w:r w:rsidR="00140981" w:rsidRPr="00860C05">
        <w:rPr>
          <w:rFonts w:asciiTheme="minorHAnsi" w:hAnsiTheme="minorHAnsi" w:cstheme="minorHAnsi"/>
          <w:color w:val="3A3939" w:themeColor="background2" w:themeShade="BF"/>
          <w:sz w:val="20"/>
          <w:szCs w:val="20"/>
          <w:lang w:val="es-CO"/>
        </w:rPr>
        <w:t xml:space="preserve">elementos constitutivos artificiales </w:t>
      </w:r>
      <w:r w:rsidR="00D95AE6" w:rsidRPr="00860C05">
        <w:rPr>
          <w:rFonts w:asciiTheme="minorHAnsi" w:hAnsiTheme="minorHAnsi" w:cstheme="minorHAnsi"/>
          <w:color w:val="3A3939" w:themeColor="background2" w:themeShade="BF"/>
          <w:sz w:val="20"/>
          <w:szCs w:val="20"/>
          <w:lang w:val="es-CO"/>
        </w:rPr>
        <w:t>o construidos</w:t>
      </w:r>
      <w:r w:rsidR="00B46800" w:rsidRPr="00860C05">
        <w:rPr>
          <w:rStyle w:val="Refdenotaalpie"/>
          <w:rFonts w:asciiTheme="minorHAnsi" w:hAnsiTheme="minorHAnsi" w:cstheme="minorHAnsi"/>
          <w:color w:val="3A3939" w:themeColor="background2" w:themeShade="BF"/>
          <w:sz w:val="20"/>
          <w:szCs w:val="20"/>
          <w:lang w:val="es-CO"/>
        </w:rPr>
        <w:footnoteReference w:id="3"/>
      </w:r>
      <w:r w:rsidR="00996FC9" w:rsidRPr="00860C05">
        <w:rPr>
          <w:rFonts w:asciiTheme="minorHAnsi" w:hAnsiTheme="minorHAnsi" w:cstheme="minorHAnsi"/>
          <w:color w:val="3A3939" w:themeColor="background2" w:themeShade="BF"/>
          <w:sz w:val="20"/>
          <w:szCs w:val="20"/>
          <w:lang w:val="es-CO"/>
        </w:rPr>
        <w:t xml:space="preserve">, tales como: </w:t>
      </w:r>
      <w:r w:rsidR="00D95AE6" w:rsidRPr="00860C05">
        <w:rPr>
          <w:rFonts w:asciiTheme="minorHAnsi" w:hAnsiTheme="minorHAnsi" w:cstheme="minorHAnsi"/>
          <w:color w:val="3A3939" w:themeColor="background2" w:themeShade="BF"/>
          <w:sz w:val="20"/>
          <w:szCs w:val="20"/>
          <w:lang w:val="es-CO"/>
        </w:rPr>
        <w:t xml:space="preserve"> </w:t>
      </w:r>
    </w:p>
    <w:p w14:paraId="799E65F2" w14:textId="52979DE8" w:rsidR="00D95AE6" w:rsidRPr="00860C05" w:rsidRDefault="003110EF">
      <w:pPr>
        <w:pStyle w:val="Prrafodelista"/>
        <w:numPr>
          <w:ilvl w:val="0"/>
          <w:numId w:val="29"/>
        </w:numPr>
        <w:rPr>
          <w:rFonts w:cstheme="minorHAnsi"/>
          <w:color w:val="3A3939" w:themeColor="background2" w:themeShade="BF"/>
          <w:szCs w:val="20"/>
          <w:lang w:val="es-CO" w:eastAsia="es-ES"/>
        </w:rPr>
      </w:pPr>
      <w:r w:rsidRPr="00860C05">
        <w:rPr>
          <w:rFonts w:eastAsia="Times New Roman" w:cstheme="minorHAnsi"/>
          <w:color w:val="3A3939" w:themeColor="background2" w:themeShade="BF"/>
          <w:szCs w:val="20"/>
          <w:lang w:val="es-CO" w:eastAsia="es-ES"/>
        </w:rPr>
        <w:t xml:space="preserve">Áreas integrantes de los perfiles viales peatonal y vehicular, constituidas por: </w:t>
      </w:r>
    </w:p>
    <w:p w14:paraId="0462CFDF" w14:textId="2E76350A" w:rsidR="003110EF" w:rsidRPr="00860C05" w:rsidRDefault="003110EF" w:rsidP="003110EF">
      <w:pPr>
        <w:pStyle w:val="Prrafodelista"/>
        <w:numPr>
          <w:ilvl w:val="1"/>
          <w:numId w:val="29"/>
        </w:numPr>
        <w:jc w:val="both"/>
        <w:rPr>
          <w:rFonts w:cstheme="minorHAnsi"/>
          <w:color w:val="3A3939" w:themeColor="background2" w:themeShade="BF"/>
          <w:szCs w:val="20"/>
          <w:lang w:val="es-CO" w:eastAsia="es-ES"/>
        </w:rPr>
      </w:pPr>
      <w:r w:rsidRPr="00860C05">
        <w:rPr>
          <w:rFonts w:eastAsia="Times New Roman" w:cstheme="minorHAnsi"/>
          <w:color w:val="3A3939" w:themeColor="background2" w:themeShade="BF"/>
          <w:szCs w:val="20"/>
          <w:u w:val="single"/>
          <w:lang w:val="es-CO" w:eastAsia="es-ES"/>
        </w:rPr>
        <w:t>Los componentes de los perfiles viales tales como:</w:t>
      </w:r>
      <w:r w:rsidRPr="00860C05">
        <w:rPr>
          <w:rFonts w:eastAsia="Times New Roman" w:cstheme="minorHAnsi"/>
          <w:color w:val="3A3939" w:themeColor="background2" w:themeShade="BF"/>
          <w:szCs w:val="20"/>
          <w:lang w:val="es-CO" w:eastAsia="es-ES"/>
        </w:rPr>
        <w:t xml:space="preserve"> áreas de control ambiental, zonas</w:t>
      </w:r>
      <w:r w:rsidR="00F22E3A" w:rsidRPr="00860C05">
        <w:rPr>
          <w:rFonts w:eastAsia="Times New Roman" w:cstheme="minorHAnsi"/>
          <w:color w:val="3A3939" w:themeColor="background2" w:themeShade="BF"/>
          <w:szCs w:val="20"/>
          <w:lang w:val="es-CO" w:eastAsia="es-ES"/>
        </w:rPr>
        <w:t xml:space="preserve"> de mobiliario urbano y señalización, cárcamos y ductos, túneles peatonales, puentes peatonales, escalinatas, bulevares, alamedas, rampas para discapacitados, andenes, malecones, paseos marítimos, camellones, </w:t>
      </w:r>
      <w:r w:rsidR="00305416" w:rsidRPr="00860C05">
        <w:rPr>
          <w:rFonts w:eastAsia="Times New Roman" w:cstheme="minorHAnsi"/>
          <w:color w:val="3A3939" w:themeColor="background2" w:themeShade="BF"/>
          <w:szCs w:val="20"/>
          <w:lang w:val="es-CO" w:eastAsia="es-ES"/>
        </w:rPr>
        <w:t>sardineles</w:t>
      </w:r>
      <w:r w:rsidR="008C08BA" w:rsidRPr="00860C05">
        <w:rPr>
          <w:rFonts w:eastAsia="Times New Roman" w:cstheme="minorHAnsi"/>
          <w:color w:val="3A3939" w:themeColor="background2" w:themeShade="BF"/>
          <w:szCs w:val="20"/>
          <w:lang w:val="es-CO" w:eastAsia="es-ES"/>
        </w:rPr>
        <w:t xml:space="preserve">, cunetas, </w:t>
      </w:r>
      <w:proofErr w:type="spellStart"/>
      <w:r w:rsidR="008C08BA" w:rsidRPr="00860C05">
        <w:rPr>
          <w:rFonts w:eastAsia="Times New Roman" w:cstheme="minorHAnsi"/>
          <w:color w:val="3A3939" w:themeColor="background2" w:themeShade="BF"/>
          <w:szCs w:val="20"/>
          <w:lang w:val="es-CO" w:eastAsia="es-ES"/>
        </w:rPr>
        <w:t>ciclopistas</w:t>
      </w:r>
      <w:proofErr w:type="spellEnd"/>
      <w:r w:rsidR="008C08BA" w:rsidRPr="00860C05">
        <w:rPr>
          <w:rFonts w:eastAsia="Times New Roman" w:cstheme="minorHAnsi"/>
          <w:color w:val="3A3939" w:themeColor="background2" w:themeShade="BF"/>
          <w:szCs w:val="20"/>
          <w:lang w:val="es-CO" w:eastAsia="es-ES"/>
        </w:rPr>
        <w:t xml:space="preserve">, ciclovías, estacionamiento para </w:t>
      </w:r>
      <w:proofErr w:type="spellStart"/>
      <w:r w:rsidR="008C08BA" w:rsidRPr="00860C05">
        <w:rPr>
          <w:rFonts w:eastAsia="Times New Roman" w:cstheme="minorHAnsi"/>
          <w:color w:val="3A3939" w:themeColor="background2" w:themeShade="BF"/>
          <w:szCs w:val="20"/>
          <w:lang w:val="es-CO" w:eastAsia="es-ES"/>
        </w:rPr>
        <w:t>biciletas</w:t>
      </w:r>
      <w:proofErr w:type="spellEnd"/>
      <w:r w:rsidR="008C08BA" w:rsidRPr="00860C05">
        <w:rPr>
          <w:rFonts w:eastAsia="Times New Roman" w:cstheme="minorHAnsi"/>
          <w:color w:val="3A3939" w:themeColor="background2" w:themeShade="BF"/>
          <w:szCs w:val="20"/>
          <w:lang w:val="es-CO" w:eastAsia="es-ES"/>
        </w:rPr>
        <w:t xml:space="preserve">, estacionamiento para motocicletas, estacionamiento bajo espacio público, zonas azules, bahías de estacionamiento, bermas, separadores, reductores de velocidad, calzadas, carriles. </w:t>
      </w:r>
    </w:p>
    <w:p w14:paraId="07DD79BB" w14:textId="77777777" w:rsidR="005D1313" w:rsidRPr="00860C05" w:rsidRDefault="005D1313" w:rsidP="00B87E2B">
      <w:pPr>
        <w:pStyle w:val="Prrafodelista"/>
        <w:ind w:left="1931"/>
        <w:jc w:val="both"/>
        <w:rPr>
          <w:rFonts w:cstheme="minorHAnsi"/>
          <w:color w:val="3A3939" w:themeColor="background2" w:themeShade="BF"/>
          <w:szCs w:val="20"/>
          <w:lang w:val="es-CO" w:eastAsia="es-ES"/>
        </w:rPr>
      </w:pPr>
    </w:p>
    <w:p w14:paraId="5207AFED" w14:textId="504FBE04" w:rsidR="00394CCC" w:rsidRPr="00860C05" w:rsidRDefault="00394CCC" w:rsidP="003110EF">
      <w:pPr>
        <w:pStyle w:val="Prrafodelista"/>
        <w:numPr>
          <w:ilvl w:val="1"/>
          <w:numId w:val="29"/>
        </w:numPr>
        <w:jc w:val="both"/>
        <w:rPr>
          <w:rFonts w:cstheme="minorHAnsi"/>
          <w:color w:val="3A3939" w:themeColor="background2" w:themeShade="BF"/>
          <w:szCs w:val="20"/>
          <w:lang w:val="es-CO" w:eastAsia="es-ES"/>
        </w:rPr>
      </w:pPr>
      <w:r w:rsidRPr="00860C05">
        <w:rPr>
          <w:rFonts w:eastAsia="Times New Roman" w:cstheme="minorHAnsi"/>
          <w:color w:val="3A3939" w:themeColor="background2" w:themeShade="BF"/>
          <w:szCs w:val="20"/>
          <w:u w:val="single"/>
          <w:lang w:val="es-CO" w:eastAsia="es-ES"/>
        </w:rPr>
        <w:t>Los componentes de los cruces o intersecciones, tales como:</w:t>
      </w:r>
      <w:r w:rsidRPr="00860C05">
        <w:rPr>
          <w:rFonts w:eastAsia="Times New Roman" w:cstheme="minorHAnsi"/>
          <w:color w:val="3A3939" w:themeColor="background2" w:themeShade="BF"/>
          <w:szCs w:val="20"/>
          <w:lang w:val="es-CO" w:eastAsia="es-ES"/>
        </w:rPr>
        <w:t xml:space="preserve"> esquinas</w:t>
      </w:r>
      <w:r w:rsidR="003840A8" w:rsidRPr="00860C05">
        <w:rPr>
          <w:rFonts w:eastAsia="Times New Roman" w:cstheme="minorHAnsi"/>
          <w:color w:val="3A3939" w:themeColor="background2" w:themeShade="BF"/>
          <w:szCs w:val="20"/>
          <w:lang w:val="es-CO" w:eastAsia="es-ES"/>
        </w:rPr>
        <w:t xml:space="preserve">, glorietas, orejas, puentes vehiculares, túneles y viaductos. </w:t>
      </w:r>
    </w:p>
    <w:p w14:paraId="217B5B0E" w14:textId="77777777" w:rsidR="00583B2C" w:rsidRPr="00860C05" w:rsidRDefault="00583B2C" w:rsidP="00B87E2B">
      <w:pPr>
        <w:pStyle w:val="Prrafodelista"/>
        <w:rPr>
          <w:rFonts w:cstheme="minorHAnsi"/>
          <w:color w:val="3A3939" w:themeColor="background2" w:themeShade="BF"/>
          <w:szCs w:val="20"/>
          <w:lang w:val="es-CO" w:eastAsia="es-ES"/>
        </w:rPr>
      </w:pPr>
    </w:p>
    <w:p w14:paraId="1E3990F9" w14:textId="6F765293" w:rsidR="00583B2C" w:rsidRPr="00860C05" w:rsidRDefault="00583B2C" w:rsidP="00583B2C">
      <w:pPr>
        <w:ind w:left="851"/>
        <w:jc w:val="both"/>
        <w:rPr>
          <w:rFonts w:cstheme="minorHAnsi"/>
          <w:color w:val="3A3939" w:themeColor="background2" w:themeShade="BF"/>
          <w:szCs w:val="20"/>
          <w:lang w:val="es-CO" w:eastAsia="es-ES"/>
        </w:rPr>
      </w:pPr>
      <w:r w:rsidRPr="00860C05">
        <w:rPr>
          <w:rFonts w:cstheme="minorHAnsi"/>
          <w:color w:val="3A3939" w:themeColor="background2" w:themeShade="BF"/>
          <w:szCs w:val="20"/>
          <w:lang w:val="es-CO" w:eastAsia="es-ES"/>
        </w:rPr>
        <w:t xml:space="preserve">Para los fines de los Documentos Tipo se entiende que </w:t>
      </w:r>
      <w:r w:rsidR="009A3923" w:rsidRPr="00860C05">
        <w:rPr>
          <w:rFonts w:cstheme="minorHAnsi"/>
          <w:color w:val="3A3939" w:themeColor="background2" w:themeShade="BF"/>
          <w:szCs w:val="20"/>
          <w:lang w:val="es-CO" w:eastAsia="es-ES"/>
        </w:rPr>
        <w:t>estos elementos del Espacio Público deberán estar asociados o vinculados a una infraestructura de transporte</w:t>
      </w:r>
      <w:r w:rsidR="004F2E08" w:rsidRPr="00860C05">
        <w:rPr>
          <w:rFonts w:cstheme="minorHAnsi"/>
          <w:color w:val="3A3939" w:themeColor="background2" w:themeShade="BF"/>
          <w:szCs w:val="20"/>
          <w:lang w:val="es-CO" w:eastAsia="es-ES"/>
        </w:rPr>
        <w:t xml:space="preserve">. </w:t>
      </w:r>
    </w:p>
    <w:p w14:paraId="294ABCC7" w14:textId="788CBD25" w:rsidR="004A1F79" w:rsidRPr="00860C05" w:rsidRDefault="004A1F79" w:rsidP="00583B2C">
      <w:pPr>
        <w:ind w:left="851"/>
        <w:jc w:val="both"/>
        <w:rPr>
          <w:rFonts w:cstheme="minorHAnsi"/>
          <w:color w:val="3A3939" w:themeColor="background2" w:themeShade="BF"/>
          <w:szCs w:val="20"/>
          <w:lang w:val="es-CO" w:eastAsia="es-ES"/>
        </w:rPr>
      </w:pPr>
    </w:p>
    <w:p w14:paraId="4A413ADD" w14:textId="0699C150" w:rsidR="004A1F79" w:rsidRPr="00860C05" w:rsidRDefault="004A1F79" w:rsidP="009A7F16">
      <w:pPr>
        <w:pStyle w:val="Invias-VietaNumerada"/>
        <w:numPr>
          <w:ilvl w:val="1"/>
          <w:numId w:val="22"/>
        </w:numPr>
        <w:autoSpaceDE w:val="0"/>
        <w:autoSpaceDN w:val="0"/>
        <w:adjustRightInd w:val="0"/>
        <w:spacing w:before="120" w:after="240"/>
        <w:ind w:left="851"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Franja</w:t>
      </w:r>
      <w:r w:rsidRPr="00860C05">
        <w:rPr>
          <w:rFonts w:asciiTheme="minorHAnsi" w:hAnsiTheme="minorHAnsi" w:cstheme="minorHAnsi"/>
          <w:color w:val="3A3939" w:themeColor="background2" w:themeShade="BF"/>
          <w:sz w:val="20"/>
          <w:szCs w:val="20"/>
          <w:lang w:val="es-CO"/>
        </w:rPr>
        <w:t xml:space="preserve"> </w:t>
      </w:r>
      <w:r w:rsidR="009A7F16" w:rsidRPr="00860C05">
        <w:rPr>
          <w:rFonts w:asciiTheme="minorHAnsi" w:hAnsiTheme="minorHAnsi" w:cstheme="minorHAnsi"/>
          <w:b/>
          <w:color w:val="3A3939" w:themeColor="background2" w:themeShade="BF"/>
          <w:sz w:val="20"/>
          <w:szCs w:val="20"/>
          <w:lang w:val="es-CO"/>
        </w:rPr>
        <w:t xml:space="preserve">de Circulación Peatonal: </w:t>
      </w:r>
      <w:r w:rsidR="009A7F16" w:rsidRPr="00860C05">
        <w:rPr>
          <w:rFonts w:asciiTheme="minorHAnsi" w:hAnsiTheme="minorHAnsi" w:cstheme="minorHAnsi"/>
          <w:color w:val="3A3939" w:themeColor="background2" w:themeShade="BF"/>
          <w:sz w:val="20"/>
          <w:szCs w:val="20"/>
          <w:lang w:val="es-CO"/>
        </w:rPr>
        <w:t xml:space="preserve">Zona o sendero de las vías de circulación peatonal, destinada </w:t>
      </w:r>
      <w:r w:rsidR="00E37E57" w:rsidRPr="00860C05">
        <w:rPr>
          <w:rFonts w:asciiTheme="minorHAnsi" w:hAnsiTheme="minorHAnsi" w:cstheme="minorHAnsi"/>
          <w:color w:val="3A3939" w:themeColor="background2" w:themeShade="BF"/>
          <w:sz w:val="20"/>
          <w:szCs w:val="20"/>
          <w:lang w:val="es-CO"/>
        </w:rPr>
        <w:t xml:space="preserve">exclusivamente al tránsito de las personas. </w:t>
      </w:r>
      <w:r w:rsidR="009A7F16" w:rsidRPr="00860C05">
        <w:rPr>
          <w:rFonts w:asciiTheme="minorHAnsi" w:hAnsiTheme="minorHAnsi" w:cstheme="minorHAnsi"/>
          <w:color w:val="3A3939" w:themeColor="background2" w:themeShade="BF"/>
          <w:sz w:val="20"/>
          <w:szCs w:val="20"/>
          <w:lang w:val="es-CO"/>
        </w:rPr>
        <w:t xml:space="preserve"> </w:t>
      </w:r>
    </w:p>
    <w:p w14:paraId="5399D15C" w14:textId="67D627DE" w:rsidR="00E37E57" w:rsidRPr="00860C05" w:rsidRDefault="00E37E57" w:rsidP="00B87E2B">
      <w:pPr>
        <w:pStyle w:val="Invias-VietaNumerada"/>
        <w:numPr>
          <w:ilvl w:val="1"/>
          <w:numId w:val="22"/>
        </w:numPr>
        <w:autoSpaceDE w:val="0"/>
        <w:autoSpaceDN w:val="0"/>
        <w:adjustRightInd w:val="0"/>
        <w:spacing w:before="120" w:after="240"/>
        <w:ind w:left="851"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Gá</w:t>
      </w:r>
      <w:r w:rsidR="0078138B" w:rsidRPr="00860C05">
        <w:rPr>
          <w:rFonts w:asciiTheme="minorHAnsi" w:hAnsiTheme="minorHAnsi" w:cstheme="minorHAnsi"/>
          <w:b/>
          <w:color w:val="3A3939" w:themeColor="background2" w:themeShade="BF"/>
          <w:sz w:val="20"/>
          <w:szCs w:val="20"/>
          <w:lang w:val="es-CO"/>
        </w:rPr>
        <w:t>libo</w:t>
      </w:r>
      <w:r w:rsidRPr="00860C05">
        <w:rPr>
          <w:rFonts w:asciiTheme="minorHAnsi" w:hAnsiTheme="minorHAnsi" w:cstheme="minorHAnsi"/>
          <w:b/>
          <w:color w:val="3A3939" w:themeColor="background2" w:themeShade="BF"/>
          <w:sz w:val="20"/>
          <w:szCs w:val="20"/>
          <w:lang w:val="es-CO"/>
        </w:rPr>
        <w:t xml:space="preserve">: </w:t>
      </w:r>
      <w:r w:rsidR="0078138B" w:rsidRPr="00860C05">
        <w:rPr>
          <w:rFonts w:asciiTheme="minorHAnsi" w:hAnsiTheme="minorHAnsi" w:cstheme="minorHAnsi"/>
          <w:color w:val="3A3939" w:themeColor="background2" w:themeShade="BF"/>
          <w:sz w:val="20"/>
          <w:szCs w:val="20"/>
          <w:lang w:val="es-CO"/>
        </w:rPr>
        <w:t xml:space="preserve">Altura entre la superficie de rodadura de la calzada (o lámina de agua) y el borde inferior de la superestructura de un puente. </w:t>
      </w:r>
    </w:p>
    <w:p w14:paraId="7DCDE4C2" w14:textId="386DD72A" w:rsidR="000A692D" w:rsidRPr="00860C05" w:rsidRDefault="000A692D" w:rsidP="000A692D">
      <w:pPr>
        <w:pStyle w:val="Invias-VietaNumerada"/>
        <w:numPr>
          <w:ilvl w:val="1"/>
          <w:numId w:val="22"/>
        </w:numPr>
        <w:autoSpaceDE w:val="0"/>
        <w:autoSpaceDN w:val="0"/>
        <w:adjustRightInd w:val="0"/>
        <w:spacing w:before="120" w:after="240"/>
        <w:ind w:left="851"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Infraestructura o </w:t>
      </w:r>
      <w:r w:rsidR="00E94B0E" w:rsidRPr="00860C05">
        <w:rPr>
          <w:rFonts w:asciiTheme="minorHAnsi" w:hAnsiTheme="minorHAnsi" w:cstheme="minorHAnsi"/>
          <w:b/>
          <w:color w:val="3A3939" w:themeColor="background2" w:themeShade="BF"/>
          <w:sz w:val="20"/>
          <w:szCs w:val="20"/>
          <w:lang w:val="es-CO"/>
        </w:rPr>
        <w:t>Red Vial Local</w:t>
      </w:r>
      <w:r w:rsidRPr="00860C05">
        <w:rPr>
          <w:rFonts w:asciiTheme="minorHAnsi" w:hAnsiTheme="minorHAnsi" w:cstheme="minorHAnsi"/>
          <w:color w:val="3A3939" w:themeColor="background2" w:themeShade="BF"/>
          <w:sz w:val="20"/>
          <w:szCs w:val="20"/>
          <w:lang w:val="es-CO"/>
        </w:rPr>
        <w:t xml:space="preserve">: </w:t>
      </w:r>
      <w:r w:rsidR="00E94B0E" w:rsidRPr="00860C05">
        <w:rPr>
          <w:rFonts w:asciiTheme="minorHAnsi" w:hAnsiTheme="minorHAnsi" w:cstheme="minorHAnsi"/>
          <w:color w:val="3A3939" w:themeColor="background2" w:themeShade="BF"/>
          <w:sz w:val="20"/>
          <w:szCs w:val="20"/>
          <w:lang w:val="es-CO"/>
        </w:rPr>
        <w:t>Es la conformada por el conjunto de vías que permiten la comunicación entre las urbanizaciones y la red vial secundaria, garantizando la accesibilidad interna a cada una de las unidades prediales de la urbanización</w:t>
      </w:r>
      <w:r w:rsidRPr="00860C05">
        <w:rPr>
          <w:rFonts w:asciiTheme="minorHAnsi" w:hAnsiTheme="minorHAnsi" w:cstheme="minorHAnsi"/>
          <w:color w:val="3A3939" w:themeColor="background2" w:themeShade="BF"/>
          <w:sz w:val="20"/>
          <w:szCs w:val="20"/>
          <w:lang w:val="es-CO"/>
        </w:rPr>
        <w:t>.</w:t>
      </w:r>
    </w:p>
    <w:p w14:paraId="06ABC23D" w14:textId="37FBF24A" w:rsidR="00E94B0E" w:rsidRPr="00860C05" w:rsidRDefault="00E94B0E" w:rsidP="00E94B0E">
      <w:pPr>
        <w:pStyle w:val="Invias-VietaNumerada"/>
        <w:numPr>
          <w:ilvl w:val="1"/>
          <w:numId w:val="22"/>
        </w:numPr>
        <w:autoSpaceDE w:val="0"/>
        <w:autoSpaceDN w:val="0"/>
        <w:adjustRightInd w:val="0"/>
        <w:spacing w:before="120" w:after="240"/>
        <w:ind w:left="851"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Infraestructura o Red Vial Principal</w:t>
      </w:r>
      <w:r w:rsidRPr="00860C05">
        <w:rPr>
          <w:rFonts w:asciiTheme="minorHAnsi" w:hAnsiTheme="minorHAnsi" w:cstheme="minorHAnsi"/>
          <w:color w:val="3A3939" w:themeColor="background2" w:themeShade="BF"/>
          <w:sz w:val="20"/>
          <w:szCs w:val="20"/>
          <w:lang w:val="es-CO"/>
        </w:rPr>
        <w:t xml:space="preserve">: </w:t>
      </w:r>
      <w:r w:rsidR="00BC0B76" w:rsidRPr="00860C05">
        <w:rPr>
          <w:rFonts w:asciiTheme="minorHAnsi" w:hAnsiTheme="minorHAnsi" w:cstheme="minorHAnsi"/>
          <w:color w:val="3A3939" w:themeColor="background2" w:themeShade="BF"/>
          <w:sz w:val="20"/>
          <w:szCs w:val="20"/>
          <w:lang w:val="es-CO"/>
        </w:rPr>
        <w:t>Es la conformada por la malla vial principal, arterial y demás vías de mayor jerarquía que hacen parte de los sistemas generales o estructurantes del plan de ordenamiento territorial y que soportan los desplazamientos de larga distancia, permitiendo la movilidad dentro del respectivo municipio o distrito a escala regional, metropolitana y/o urbana.</w:t>
      </w:r>
    </w:p>
    <w:p w14:paraId="06882AC7" w14:textId="2692E030" w:rsidR="00BC0B76" w:rsidRPr="00860C05" w:rsidRDefault="00BC0B76" w:rsidP="00BC0B76">
      <w:pPr>
        <w:pStyle w:val="Invias-VietaNumerada"/>
        <w:numPr>
          <w:ilvl w:val="1"/>
          <w:numId w:val="22"/>
        </w:numPr>
        <w:autoSpaceDE w:val="0"/>
        <w:autoSpaceDN w:val="0"/>
        <w:adjustRightInd w:val="0"/>
        <w:spacing w:before="120" w:after="240"/>
        <w:ind w:left="851"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Infraestructura o Red Vial Secundaria</w:t>
      </w:r>
      <w:r w:rsidRPr="00860C05">
        <w:rPr>
          <w:rFonts w:asciiTheme="minorHAnsi" w:hAnsiTheme="minorHAnsi" w:cstheme="minorHAnsi"/>
          <w:color w:val="3A3939" w:themeColor="background2" w:themeShade="BF"/>
          <w:sz w:val="20"/>
          <w:szCs w:val="20"/>
          <w:lang w:val="es-CO"/>
        </w:rPr>
        <w:t xml:space="preserve">: </w:t>
      </w:r>
      <w:r w:rsidR="00EB445B" w:rsidRPr="00860C05">
        <w:rPr>
          <w:rFonts w:asciiTheme="minorHAnsi" w:hAnsiTheme="minorHAnsi" w:cstheme="minorHAnsi"/>
          <w:color w:val="3A3939" w:themeColor="background2" w:themeShade="BF"/>
          <w:sz w:val="20"/>
          <w:szCs w:val="20"/>
          <w:lang w:val="es-CO"/>
        </w:rPr>
        <w:t>Es la conformada por el conjunto de vías que permiten la movilidad y articulación entre la malla vial arterial o principal y la red vial local.</w:t>
      </w:r>
    </w:p>
    <w:p w14:paraId="462ABD9D" w14:textId="77361055" w:rsidR="00AF3CEA" w:rsidRPr="00860C05" w:rsidRDefault="002A4459">
      <w:pPr>
        <w:pStyle w:val="Invias-VietaNumerada"/>
        <w:numPr>
          <w:ilvl w:val="1"/>
          <w:numId w:val="22"/>
        </w:numPr>
        <w:autoSpaceDE w:val="0"/>
        <w:autoSpaceDN w:val="0"/>
        <w:adjustRightInd w:val="0"/>
        <w:spacing w:before="120" w:after="240"/>
        <w:ind w:left="851"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lastRenderedPageBreak/>
        <w:t xml:space="preserve">Intercambiador Vial </w:t>
      </w:r>
      <w:r w:rsidR="00AF3CEA" w:rsidRPr="00860C05">
        <w:rPr>
          <w:rFonts w:asciiTheme="minorHAnsi" w:hAnsiTheme="minorHAnsi" w:cstheme="minorHAnsi"/>
          <w:b/>
          <w:color w:val="3A3939" w:themeColor="background2" w:themeShade="BF"/>
          <w:sz w:val="20"/>
          <w:szCs w:val="20"/>
          <w:lang w:val="es-CO"/>
        </w:rPr>
        <w:t xml:space="preserve">/ </w:t>
      </w:r>
      <w:r w:rsidRPr="00860C05">
        <w:rPr>
          <w:rFonts w:asciiTheme="minorHAnsi" w:hAnsiTheme="minorHAnsi" w:cstheme="minorHAnsi"/>
          <w:b/>
          <w:color w:val="3A3939" w:themeColor="background2" w:themeShade="BF"/>
          <w:sz w:val="20"/>
          <w:szCs w:val="20"/>
          <w:lang w:val="es-CO"/>
        </w:rPr>
        <w:t>Intersección Vial</w:t>
      </w:r>
      <w:r w:rsidR="00AF3CEA" w:rsidRPr="00860C05">
        <w:rPr>
          <w:rFonts w:asciiTheme="minorHAnsi" w:hAnsiTheme="minorHAnsi" w:cstheme="minorHAnsi"/>
          <w:color w:val="3A3939" w:themeColor="background2" w:themeShade="BF"/>
          <w:sz w:val="20"/>
          <w:szCs w:val="20"/>
          <w:lang w:val="es-CO"/>
        </w:rPr>
        <w:t xml:space="preserve">: Dispositivos viales en los que dos o </w:t>
      </w:r>
      <w:r w:rsidR="00F863F1" w:rsidRPr="00860C05">
        <w:rPr>
          <w:rFonts w:asciiTheme="minorHAnsi" w:hAnsiTheme="minorHAnsi" w:cstheme="minorHAnsi"/>
          <w:color w:val="3A3939" w:themeColor="background2" w:themeShade="BF"/>
          <w:sz w:val="20"/>
          <w:szCs w:val="20"/>
          <w:lang w:val="es-CO"/>
        </w:rPr>
        <w:t>más</w:t>
      </w:r>
      <w:r w:rsidR="00AF3CEA" w:rsidRPr="00860C05">
        <w:rPr>
          <w:rFonts w:asciiTheme="minorHAnsi" w:hAnsiTheme="minorHAnsi" w:cstheme="minorHAnsi"/>
          <w:color w:val="3A3939" w:themeColor="background2" w:themeShade="BF"/>
          <w:sz w:val="20"/>
          <w:szCs w:val="20"/>
          <w:lang w:val="es-CO"/>
        </w:rPr>
        <w:t xml:space="preserve"> carreteras se encuentran ya sea en un mismo nivel o bien en distintos, produciéndose cruces y cambios de trayectorias de los vehículos que por ellos circulan</w:t>
      </w:r>
      <w:r w:rsidR="00F863F1" w:rsidRPr="00860C05">
        <w:rPr>
          <w:rFonts w:asciiTheme="minorHAnsi" w:hAnsiTheme="minorHAnsi" w:cstheme="minorHAnsi"/>
          <w:color w:val="3A3939" w:themeColor="background2" w:themeShade="BF"/>
          <w:sz w:val="20"/>
          <w:szCs w:val="20"/>
          <w:lang w:val="es-CO"/>
        </w:rPr>
        <w:t>.</w:t>
      </w:r>
    </w:p>
    <w:p w14:paraId="20827914" w14:textId="379B3140" w:rsidR="00603B92" w:rsidRPr="00860C05" w:rsidRDefault="00C32C2D" w:rsidP="00551919">
      <w:pPr>
        <w:pStyle w:val="Invias-VietaNumerada"/>
        <w:numPr>
          <w:ilvl w:val="1"/>
          <w:numId w:val="22"/>
        </w:numPr>
        <w:autoSpaceDE w:val="0"/>
        <w:autoSpaceDN w:val="0"/>
        <w:adjustRightInd w:val="0"/>
        <w:spacing w:before="120" w:after="240"/>
        <w:ind w:left="851" w:hanging="567"/>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Luz</w:t>
      </w:r>
      <w:r w:rsidR="00603B92" w:rsidRPr="00860C05">
        <w:rPr>
          <w:rFonts w:asciiTheme="minorHAnsi" w:hAnsiTheme="minorHAnsi" w:cstheme="minorHAnsi"/>
          <w:b/>
          <w:color w:val="3A3939" w:themeColor="background2" w:themeShade="BF"/>
          <w:sz w:val="20"/>
          <w:szCs w:val="20"/>
          <w:lang w:val="es-CO"/>
        </w:rPr>
        <w:t xml:space="preserve">: </w:t>
      </w:r>
      <w:r w:rsidR="00831DAF" w:rsidRPr="00860C05">
        <w:rPr>
          <w:rFonts w:asciiTheme="minorHAnsi" w:hAnsiTheme="minorHAnsi" w:cstheme="minorHAnsi"/>
          <w:color w:val="3A3939" w:themeColor="background2" w:themeShade="BF"/>
          <w:sz w:val="20"/>
          <w:szCs w:val="20"/>
          <w:lang w:val="es-CO"/>
        </w:rPr>
        <w:t>Es la distancia, en proyección horizontal que existe entre dos apoyos de una viga.</w:t>
      </w:r>
      <w:r w:rsidR="00831DAF" w:rsidRPr="00860C05">
        <w:rPr>
          <w:rFonts w:asciiTheme="minorHAnsi" w:hAnsiTheme="minorHAnsi" w:cstheme="minorHAnsi"/>
          <w:b/>
          <w:color w:val="3A3939" w:themeColor="background2" w:themeShade="BF"/>
          <w:sz w:val="20"/>
          <w:szCs w:val="20"/>
          <w:lang w:val="es-CO"/>
        </w:rPr>
        <w:t xml:space="preserve"> </w:t>
      </w:r>
    </w:p>
    <w:p w14:paraId="01ACB3FB" w14:textId="5E19ED68" w:rsidR="00C32C2D" w:rsidRPr="00860C05" w:rsidRDefault="00C32C2D" w:rsidP="00C32C2D">
      <w:pPr>
        <w:pStyle w:val="Invias-VietaNumerada"/>
        <w:numPr>
          <w:ilvl w:val="1"/>
          <w:numId w:val="22"/>
        </w:numPr>
        <w:autoSpaceDE w:val="0"/>
        <w:autoSpaceDN w:val="0"/>
        <w:adjustRightInd w:val="0"/>
        <w:spacing w:before="120" w:after="240"/>
        <w:ind w:left="851" w:hanging="567"/>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Luz principal: </w:t>
      </w:r>
      <w:r w:rsidRPr="00860C05">
        <w:rPr>
          <w:rFonts w:asciiTheme="minorHAnsi" w:hAnsiTheme="minorHAnsi" w:cstheme="minorHAnsi"/>
          <w:color w:val="3A3939" w:themeColor="background2" w:themeShade="BF"/>
          <w:sz w:val="20"/>
          <w:szCs w:val="20"/>
          <w:lang w:val="es-CO"/>
        </w:rPr>
        <w:t>Es la mayor longitud entre apoyos de la viga más larga del puente, cuando éste tenga más de una.</w:t>
      </w:r>
    </w:p>
    <w:p w14:paraId="68B24BCB" w14:textId="4D619635" w:rsidR="009D4952" w:rsidRPr="00860C05" w:rsidRDefault="009D4952" w:rsidP="00C32C2D">
      <w:pPr>
        <w:pStyle w:val="Invias-VietaNumerada"/>
        <w:numPr>
          <w:ilvl w:val="1"/>
          <w:numId w:val="22"/>
        </w:numPr>
        <w:autoSpaceDE w:val="0"/>
        <w:autoSpaceDN w:val="0"/>
        <w:adjustRightInd w:val="0"/>
        <w:spacing w:before="120" w:after="240"/>
        <w:ind w:left="851" w:hanging="567"/>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Muelle Fluvial</w:t>
      </w:r>
      <w:r w:rsidR="00C9758A" w:rsidRPr="00860C05">
        <w:rPr>
          <w:rFonts w:asciiTheme="minorHAnsi" w:hAnsiTheme="minorHAnsi" w:cstheme="minorHAnsi"/>
          <w:b/>
          <w:color w:val="3A3939" w:themeColor="background2" w:themeShade="BF"/>
          <w:sz w:val="20"/>
          <w:szCs w:val="20"/>
          <w:lang w:val="es-CO"/>
        </w:rPr>
        <w:t xml:space="preserve">: </w:t>
      </w:r>
      <w:r w:rsidR="00C32C2D" w:rsidRPr="00860C05">
        <w:rPr>
          <w:rFonts w:asciiTheme="minorHAnsi" w:hAnsiTheme="minorHAnsi" w:cstheme="minorHAnsi"/>
          <w:color w:val="3A3939" w:themeColor="background2" w:themeShade="BF"/>
          <w:sz w:val="20"/>
          <w:szCs w:val="20"/>
          <w:lang w:val="es-CO"/>
        </w:rPr>
        <w:t xml:space="preserve">Es la infraestructura </w:t>
      </w:r>
      <w:r w:rsidR="00C9758A" w:rsidRPr="00860C05">
        <w:rPr>
          <w:rFonts w:asciiTheme="minorHAnsi" w:hAnsiTheme="minorHAnsi" w:cstheme="minorHAnsi"/>
          <w:color w:val="3A3939" w:themeColor="background2" w:themeShade="BF"/>
          <w:sz w:val="20"/>
          <w:szCs w:val="20"/>
          <w:lang w:val="es-CO"/>
        </w:rPr>
        <w:t xml:space="preserve">levantada a orillas de un rio, que sirve para que las embarcaciones puedan </w:t>
      </w:r>
      <w:r w:rsidR="00C32C2D" w:rsidRPr="00860C05">
        <w:rPr>
          <w:rFonts w:asciiTheme="minorHAnsi" w:hAnsiTheme="minorHAnsi" w:cstheme="minorHAnsi"/>
          <w:color w:val="3A3939" w:themeColor="background2" w:themeShade="BF"/>
          <w:sz w:val="20"/>
          <w:szCs w:val="20"/>
          <w:lang w:val="es-CO"/>
        </w:rPr>
        <w:t xml:space="preserve">atracar y/o embarcar y/o desembarcar </w:t>
      </w:r>
      <w:r w:rsidR="00C9758A" w:rsidRPr="00860C05">
        <w:rPr>
          <w:rFonts w:asciiTheme="minorHAnsi" w:hAnsiTheme="minorHAnsi" w:cstheme="minorHAnsi"/>
          <w:color w:val="3A3939" w:themeColor="background2" w:themeShade="BF"/>
          <w:sz w:val="20"/>
          <w:szCs w:val="20"/>
          <w:lang w:val="es-CO"/>
        </w:rPr>
        <w:t>pasajeros y/o carga.</w:t>
      </w:r>
    </w:p>
    <w:p w14:paraId="1B128BA2" w14:textId="7481B561" w:rsidR="009D4952" w:rsidRPr="00860C05" w:rsidRDefault="009D4952" w:rsidP="00C32C2D">
      <w:pPr>
        <w:pStyle w:val="Invias-VietaNumerada"/>
        <w:numPr>
          <w:ilvl w:val="1"/>
          <w:numId w:val="22"/>
        </w:numPr>
        <w:autoSpaceDE w:val="0"/>
        <w:autoSpaceDN w:val="0"/>
        <w:adjustRightInd w:val="0"/>
        <w:spacing w:before="120" w:after="240"/>
        <w:ind w:left="851" w:hanging="567"/>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Muelle Flotante</w:t>
      </w:r>
      <w:r w:rsidR="00C9758A" w:rsidRPr="00860C05">
        <w:rPr>
          <w:rFonts w:asciiTheme="minorHAnsi" w:hAnsiTheme="minorHAnsi" w:cstheme="minorHAnsi"/>
          <w:b/>
          <w:color w:val="3A3939" w:themeColor="background2" w:themeShade="BF"/>
          <w:sz w:val="20"/>
          <w:szCs w:val="20"/>
          <w:lang w:val="es-CO"/>
        </w:rPr>
        <w:t xml:space="preserve">: </w:t>
      </w:r>
      <w:r w:rsidR="00C9758A" w:rsidRPr="00860C05">
        <w:rPr>
          <w:rFonts w:asciiTheme="minorHAnsi" w:hAnsiTheme="minorHAnsi" w:cstheme="minorHAnsi"/>
          <w:color w:val="3A3939" w:themeColor="background2" w:themeShade="BF"/>
          <w:sz w:val="20"/>
          <w:szCs w:val="20"/>
          <w:lang w:val="es-CO"/>
        </w:rPr>
        <w:t xml:space="preserve">Artefacto naval flotante que sirve para que las embarcaciones puedan </w:t>
      </w:r>
      <w:r w:rsidR="00C32C2D" w:rsidRPr="00860C05">
        <w:rPr>
          <w:rFonts w:asciiTheme="minorHAnsi" w:hAnsiTheme="minorHAnsi" w:cstheme="minorHAnsi"/>
          <w:color w:val="3A3939" w:themeColor="background2" w:themeShade="BF"/>
          <w:sz w:val="20"/>
          <w:szCs w:val="20"/>
          <w:lang w:val="es-CO"/>
        </w:rPr>
        <w:t xml:space="preserve">atracar y/o embarcar y/o desembarcar </w:t>
      </w:r>
      <w:r w:rsidR="00C9758A" w:rsidRPr="00860C05">
        <w:rPr>
          <w:rFonts w:asciiTheme="minorHAnsi" w:hAnsiTheme="minorHAnsi" w:cstheme="minorHAnsi"/>
          <w:color w:val="3A3939" w:themeColor="background2" w:themeShade="BF"/>
          <w:sz w:val="20"/>
          <w:szCs w:val="20"/>
          <w:lang w:val="es-CO"/>
        </w:rPr>
        <w:t>pasajeros y/o carga en un río o en el mar.</w:t>
      </w:r>
    </w:p>
    <w:p w14:paraId="31837402" w14:textId="30478B12" w:rsidR="009D4952" w:rsidRPr="00860C05" w:rsidRDefault="009D4952"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Muelle en Concreto</w:t>
      </w:r>
      <w:r w:rsidR="00C9758A" w:rsidRPr="00860C05">
        <w:rPr>
          <w:rFonts w:asciiTheme="minorHAnsi" w:hAnsiTheme="minorHAnsi" w:cstheme="minorHAnsi"/>
          <w:b/>
          <w:color w:val="3A3939" w:themeColor="background2" w:themeShade="BF"/>
          <w:sz w:val="20"/>
          <w:szCs w:val="20"/>
          <w:lang w:val="es-CO"/>
        </w:rPr>
        <w:t xml:space="preserve">: </w:t>
      </w:r>
      <w:r w:rsidR="00C9758A" w:rsidRPr="00860C05">
        <w:rPr>
          <w:rFonts w:asciiTheme="minorHAnsi" w:hAnsiTheme="minorHAnsi" w:cstheme="minorHAnsi"/>
          <w:color w:val="3A3939" w:themeColor="background2" w:themeShade="BF"/>
          <w:sz w:val="20"/>
          <w:szCs w:val="20"/>
          <w:lang w:val="es-CO"/>
        </w:rPr>
        <w:t xml:space="preserve">Estructura construida en concreto ubicada a orillas de un río o el mar, que sirve para que las embarcaciones puedan </w:t>
      </w:r>
      <w:r w:rsidR="00F14108" w:rsidRPr="00860C05">
        <w:rPr>
          <w:rFonts w:asciiTheme="minorHAnsi" w:hAnsiTheme="minorHAnsi" w:cstheme="minorHAnsi"/>
          <w:color w:val="3A3939" w:themeColor="background2" w:themeShade="BF"/>
          <w:sz w:val="20"/>
          <w:szCs w:val="20"/>
          <w:lang w:val="es-CO"/>
        </w:rPr>
        <w:t xml:space="preserve">atracar y/o embarcar y/o desembarcar </w:t>
      </w:r>
      <w:r w:rsidR="00C9758A" w:rsidRPr="00860C05">
        <w:rPr>
          <w:rFonts w:asciiTheme="minorHAnsi" w:hAnsiTheme="minorHAnsi" w:cstheme="minorHAnsi"/>
          <w:color w:val="3A3939" w:themeColor="background2" w:themeShade="BF"/>
          <w:sz w:val="20"/>
          <w:szCs w:val="20"/>
          <w:lang w:val="es-CO"/>
        </w:rPr>
        <w:t>pasajeros y/o carga.</w:t>
      </w:r>
    </w:p>
    <w:p w14:paraId="1B06465F" w14:textId="7DE6AD47" w:rsidR="009D4952" w:rsidRPr="00860C05" w:rsidRDefault="009D4952"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Muelle Metálico</w:t>
      </w:r>
      <w:r w:rsidR="00A60F95" w:rsidRPr="00860C05">
        <w:rPr>
          <w:rFonts w:asciiTheme="minorHAnsi" w:hAnsiTheme="minorHAnsi" w:cstheme="minorHAnsi"/>
          <w:b/>
          <w:color w:val="3A3939" w:themeColor="background2" w:themeShade="BF"/>
          <w:sz w:val="20"/>
          <w:szCs w:val="20"/>
          <w:lang w:val="es-CO"/>
        </w:rPr>
        <w:t>:</w:t>
      </w:r>
      <w:r w:rsidR="00A60F95" w:rsidRPr="00860C05">
        <w:rPr>
          <w:rFonts w:asciiTheme="minorHAnsi" w:hAnsiTheme="minorHAnsi" w:cstheme="minorHAnsi"/>
          <w:color w:val="3A3939" w:themeColor="background2" w:themeShade="BF"/>
          <w:sz w:val="20"/>
          <w:szCs w:val="20"/>
          <w:lang w:val="es-CO"/>
        </w:rPr>
        <w:t xml:space="preserve"> Estructura construida en metal ubicada a orillas de un río o el mar, que sirve para que las embarcaciones puedan </w:t>
      </w:r>
      <w:r w:rsidR="00F14108" w:rsidRPr="00860C05">
        <w:rPr>
          <w:rFonts w:asciiTheme="minorHAnsi" w:hAnsiTheme="minorHAnsi" w:cstheme="minorHAnsi"/>
          <w:color w:val="3A3939" w:themeColor="background2" w:themeShade="BF"/>
          <w:sz w:val="20"/>
          <w:szCs w:val="20"/>
          <w:lang w:val="es-CO"/>
        </w:rPr>
        <w:t xml:space="preserve">atracar y/o embarcar y/o desembarcar </w:t>
      </w:r>
      <w:r w:rsidR="00A60F95" w:rsidRPr="00860C05">
        <w:rPr>
          <w:rFonts w:asciiTheme="minorHAnsi" w:hAnsiTheme="minorHAnsi" w:cstheme="minorHAnsi"/>
          <w:color w:val="3A3939" w:themeColor="background2" w:themeShade="BF"/>
          <w:sz w:val="20"/>
          <w:szCs w:val="20"/>
          <w:lang w:val="es-CO"/>
        </w:rPr>
        <w:t>pasajeros y/o carga.</w:t>
      </w:r>
    </w:p>
    <w:p w14:paraId="30D7E947" w14:textId="03191C50" w:rsidR="00A60F95" w:rsidRPr="00860C05" w:rsidRDefault="00A60F95" w:rsidP="00FB1B3F">
      <w:pPr>
        <w:pStyle w:val="Invias-VietaNumerada"/>
        <w:numPr>
          <w:ilvl w:val="1"/>
          <w:numId w:val="22"/>
        </w:numPr>
        <w:autoSpaceDE w:val="0"/>
        <w:autoSpaceDN w:val="0"/>
        <w:adjustRightInd w:val="0"/>
        <w:spacing w:before="120" w:after="240"/>
        <w:ind w:left="851" w:hanging="567"/>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Obra Civil Hidráulica: </w:t>
      </w:r>
      <w:r w:rsidRPr="00860C05">
        <w:rPr>
          <w:rFonts w:asciiTheme="minorHAnsi" w:hAnsiTheme="minorHAnsi" w:cstheme="minorHAnsi"/>
          <w:color w:val="3A3939" w:themeColor="background2" w:themeShade="BF"/>
          <w:sz w:val="20"/>
          <w:szCs w:val="20"/>
          <w:lang w:val="es-CO" w:eastAsia="es-CO"/>
        </w:rPr>
        <w:t xml:space="preserve">Es una obra de ingeniería civil construida, en el cauce </w:t>
      </w:r>
      <w:r w:rsidR="00F14108" w:rsidRPr="00860C05">
        <w:rPr>
          <w:rFonts w:asciiTheme="minorHAnsi" w:hAnsiTheme="minorHAnsi" w:cstheme="minorHAnsi"/>
          <w:color w:val="3A3939" w:themeColor="background2" w:themeShade="BF"/>
          <w:sz w:val="20"/>
          <w:szCs w:val="20"/>
          <w:lang w:val="es-CO" w:eastAsia="es-CO"/>
        </w:rPr>
        <w:t xml:space="preserve">de ríos, caños, esteros, cuerpos de agua de origen fluvial o lecho del mar </w:t>
      </w:r>
      <w:r w:rsidRPr="00860C05">
        <w:rPr>
          <w:rFonts w:asciiTheme="minorHAnsi" w:hAnsiTheme="minorHAnsi" w:cstheme="minorHAnsi"/>
          <w:color w:val="3A3939" w:themeColor="background2" w:themeShade="BF"/>
          <w:sz w:val="20"/>
          <w:szCs w:val="20"/>
          <w:lang w:val="es-CO" w:eastAsia="es-CO"/>
        </w:rPr>
        <w:t>con el objetivo de controlar el agua, con fines de aprovechamiento, encauzamiento o de defensa.</w:t>
      </w:r>
    </w:p>
    <w:p w14:paraId="27225017" w14:textId="11CF9BF8" w:rsidR="00A60F95" w:rsidRPr="00860C05" w:rsidRDefault="00A60F95" w:rsidP="00FB1B3F">
      <w:pPr>
        <w:pStyle w:val="Invias-VietaNumerada"/>
        <w:numPr>
          <w:ilvl w:val="1"/>
          <w:numId w:val="22"/>
        </w:numPr>
        <w:autoSpaceDE w:val="0"/>
        <w:autoSpaceDN w:val="0"/>
        <w:adjustRightInd w:val="0"/>
        <w:spacing w:before="120" w:after="240"/>
        <w:ind w:left="851" w:hanging="567"/>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Obra Civil</w:t>
      </w:r>
      <w:r w:rsidR="00FB1B3F" w:rsidRPr="00860C05">
        <w:rPr>
          <w:rFonts w:asciiTheme="minorHAnsi" w:hAnsiTheme="minorHAnsi" w:cstheme="minorHAnsi"/>
          <w:b/>
          <w:color w:val="3A3939" w:themeColor="background2" w:themeShade="BF"/>
          <w:sz w:val="20"/>
          <w:szCs w:val="20"/>
          <w:lang w:val="es-CO"/>
        </w:rPr>
        <w:t xml:space="preserve"> Marítima</w:t>
      </w:r>
      <w:r w:rsidRPr="00860C05">
        <w:rPr>
          <w:rFonts w:asciiTheme="minorHAnsi" w:hAnsiTheme="minorHAnsi" w:cstheme="minorHAnsi"/>
          <w:b/>
          <w:color w:val="3A3939" w:themeColor="background2" w:themeShade="BF"/>
          <w:sz w:val="20"/>
          <w:szCs w:val="20"/>
          <w:lang w:val="es-CO"/>
        </w:rPr>
        <w:t xml:space="preserve">: </w:t>
      </w:r>
      <w:r w:rsidRPr="00860C05">
        <w:rPr>
          <w:rFonts w:asciiTheme="minorHAnsi" w:hAnsiTheme="minorHAnsi" w:cstheme="minorHAnsi"/>
          <w:color w:val="3A3939" w:themeColor="background2" w:themeShade="BF"/>
          <w:sz w:val="20"/>
          <w:szCs w:val="20"/>
          <w:lang w:val="es-CO" w:eastAsia="es-CO"/>
        </w:rPr>
        <w:t>Se entiende como obra marítima aquella obra civil hidráulica ejecutada en el lecho marino.</w:t>
      </w:r>
      <w:r w:rsidR="00FB1B3F" w:rsidRPr="00860C05">
        <w:rPr>
          <w:rFonts w:asciiTheme="minorHAnsi" w:hAnsiTheme="minorHAnsi" w:cstheme="minorHAnsi"/>
          <w:b/>
          <w:color w:val="3A3939" w:themeColor="background2" w:themeShade="BF"/>
          <w:sz w:val="20"/>
          <w:szCs w:val="20"/>
          <w:lang w:val="es-CO"/>
        </w:rPr>
        <w:t xml:space="preserve"> </w:t>
      </w:r>
    </w:p>
    <w:p w14:paraId="5AC67597" w14:textId="4CA83C7D" w:rsidR="00FB1B3F" w:rsidRPr="00860C05" w:rsidRDefault="00A60F95" w:rsidP="00FB1B3F">
      <w:pPr>
        <w:pStyle w:val="Invias-VietaNumerada"/>
        <w:numPr>
          <w:ilvl w:val="1"/>
          <w:numId w:val="22"/>
        </w:numPr>
        <w:autoSpaceDE w:val="0"/>
        <w:autoSpaceDN w:val="0"/>
        <w:adjustRightInd w:val="0"/>
        <w:spacing w:before="120" w:after="240"/>
        <w:ind w:left="851" w:hanging="567"/>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Obra civil Fluvial: </w:t>
      </w:r>
      <w:r w:rsidRPr="00860C05">
        <w:rPr>
          <w:rFonts w:asciiTheme="minorHAnsi" w:hAnsiTheme="minorHAnsi" w:cstheme="minorHAnsi"/>
          <w:color w:val="3A3939" w:themeColor="background2" w:themeShade="BF"/>
          <w:sz w:val="20"/>
          <w:szCs w:val="20"/>
          <w:lang w:val="es-CO" w:eastAsia="es-CO"/>
        </w:rPr>
        <w:t xml:space="preserve">Se entiende como obra fluvial aquella </w:t>
      </w:r>
      <w:r w:rsidR="00FD5B42" w:rsidRPr="00860C05">
        <w:rPr>
          <w:rFonts w:asciiTheme="minorHAnsi" w:hAnsiTheme="minorHAnsi" w:cstheme="minorHAnsi"/>
          <w:color w:val="3A3939" w:themeColor="background2" w:themeShade="BF"/>
          <w:sz w:val="20"/>
          <w:szCs w:val="20"/>
          <w:lang w:val="es-CO" w:eastAsia="es-CO"/>
        </w:rPr>
        <w:t>obra civil</w:t>
      </w:r>
      <w:r w:rsidRPr="00860C05">
        <w:rPr>
          <w:rFonts w:asciiTheme="minorHAnsi" w:hAnsiTheme="minorHAnsi" w:cstheme="minorHAnsi"/>
          <w:color w:val="3A3939" w:themeColor="background2" w:themeShade="BF"/>
          <w:sz w:val="20"/>
          <w:szCs w:val="20"/>
          <w:lang w:val="es-CO" w:eastAsia="es-CO"/>
        </w:rPr>
        <w:t xml:space="preserve"> hidráulica ejecutada en la sección hidráulica de un río.</w:t>
      </w:r>
    </w:p>
    <w:p w14:paraId="0A99FBD9" w14:textId="79013A01" w:rsidR="00FB1B3F" w:rsidRPr="00860C05" w:rsidRDefault="00FB1B3F"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Obra de Protección</w:t>
      </w:r>
      <w:r w:rsidR="00A60F95" w:rsidRPr="00860C05">
        <w:rPr>
          <w:rFonts w:asciiTheme="minorHAnsi" w:hAnsiTheme="minorHAnsi" w:cstheme="minorHAnsi"/>
          <w:b/>
          <w:color w:val="3A3939" w:themeColor="background2" w:themeShade="BF"/>
          <w:sz w:val="20"/>
          <w:szCs w:val="20"/>
          <w:lang w:val="es-CO"/>
        </w:rPr>
        <w:t xml:space="preserve"> fluvial: </w:t>
      </w:r>
      <w:r w:rsidR="00A60F95" w:rsidRPr="00860C05">
        <w:rPr>
          <w:rFonts w:asciiTheme="minorHAnsi" w:hAnsiTheme="minorHAnsi" w:cstheme="minorHAnsi"/>
          <w:color w:val="3A3939" w:themeColor="background2" w:themeShade="BF"/>
          <w:sz w:val="20"/>
          <w:szCs w:val="20"/>
          <w:lang w:val="es-CO"/>
        </w:rPr>
        <w:t xml:space="preserve">Es una </w:t>
      </w:r>
      <w:r w:rsidR="00FD5B42" w:rsidRPr="00860C05">
        <w:rPr>
          <w:rFonts w:asciiTheme="minorHAnsi" w:hAnsiTheme="minorHAnsi" w:cstheme="minorHAnsi"/>
          <w:color w:val="3A3939" w:themeColor="background2" w:themeShade="BF"/>
          <w:sz w:val="20"/>
          <w:szCs w:val="20"/>
          <w:lang w:val="es-CO"/>
        </w:rPr>
        <w:t>obra civil</w:t>
      </w:r>
      <w:r w:rsidR="00A60F95" w:rsidRPr="00860C05">
        <w:rPr>
          <w:rFonts w:asciiTheme="minorHAnsi" w:hAnsiTheme="minorHAnsi" w:cstheme="minorHAnsi"/>
          <w:color w:val="3A3939" w:themeColor="background2" w:themeShade="BF"/>
          <w:sz w:val="20"/>
          <w:szCs w:val="20"/>
          <w:lang w:val="es-CO"/>
        </w:rPr>
        <w:t xml:space="preserve"> hidráulica construida con el objetivo de proteger o defender una orilla de un río contra la acción de la erosión</w:t>
      </w:r>
      <w:r w:rsidR="00F14108" w:rsidRPr="00860C05">
        <w:rPr>
          <w:rFonts w:asciiTheme="minorHAnsi" w:hAnsiTheme="minorHAnsi" w:cstheme="minorHAnsi"/>
          <w:color w:val="3A3939" w:themeColor="background2" w:themeShade="BF"/>
          <w:sz w:val="20"/>
          <w:szCs w:val="20"/>
          <w:lang w:val="es-CO"/>
        </w:rPr>
        <w:t xml:space="preserve"> por la acción de sus aguas con el propósito de estabilizarlas.</w:t>
      </w:r>
    </w:p>
    <w:p w14:paraId="4F88DBF5" w14:textId="08FD6082" w:rsidR="00326CA5" w:rsidRPr="00860C05" w:rsidRDefault="00326CA5" w:rsidP="008A1377">
      <w:pPr>
        <w:pStyle w:val="Invias-VietaNumerada"/>
        <w:numPr>
          <w:ilvl w:val="1"/>
          <w:numId w:val="22"/>
        </w:numPr>
        <w:autoSpaceDE w:val="0"/>
        <w:autoSpaceDN w:val="0"/>
        <w:adjustRightInd w:val="0"/>
        <w:spacing w:before="120" w:after="240"/>
        <w:ind w:left="851"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Paramento:</w:t>
      </w:r>
      <w:r w:rsidRPr="00860C05">
        <w:rPr>
          <w:rFonts w:asciiTheme="minorHAnsi" w:hAnsiTheme="minorHAnsi" w:cstheme="minorHAnsi"/>
          <w:color w:val="3A3939" w:themeColor="background2" w:themeShade="BF"/>
          <w:sz w:val="20"/>
          <w:szCs w:val="20"/>
          <w:lang w:val="es-CO"/>
        </w:rPr>
        <w:t xml:space="preserve"> Plano vertical que delimita el inicio de la construcción en un predio. Cuando no existe antejardín coincide con la línea de demarcación. </w:t>
      </w:r>
    </w:p>
    <w:p w14:paraId="4875A9A4" w14:textId="4561AF24" w:rsidR="008D61E1" w:rsidRPr="00860C05" w:rsidRDefault="008D61E1" w:rsidP="008A1377">
      <w:pPr>
        <w:pStyle w:val="Invias-VietaNumerada"/>
        <w:numPr>
          <w:ilvl w:val="1"/>
          <w:numId w:val="22"/>
        </w:numPr>
        <w:autoSpaceDE w:val="0"/>
        <w:autoSpaceDN w:val="0"/>
        <w:adjustRightInd w:val="0"/>
        <w:spacing w:before="120" w:after="240"/>
        <w:ind w:left="851"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Paso </w:t>
      </w:r>
      <w:r w:rsidR="008A1377" w:rsidRPr="00860C05">
        <w:rPr>
          <w:rFonts w:asciiTheme="minorHAnsi" w:hAnsiTheme="minorHAnsi" w:cstheme="minorHAnsi"/>
          <w:b/>
          <w:color w:val="3A3939" w:themeColor="background2" w:themeShade="BF"/>
          <w:sz w:val="20"/>
          <w:szCs w:val="20"/>
          <w:lang w:val="es-CO"/>
        </w:rPr>
        <w:t>e Intersección a desnivel vehicular:</w:t>
      </w:r>
      <w:r w:rsidR="008A1377" w:rsidRPr="00860C05">
        <w:rPr>
          <w:rFonts w:asciiTheme="minorHAnsi" w:hAnsiTheme="minorHAnsi" w:cstheme="minorHAnsi"/>
          <w:color w:val="3A3939" w:themeColor="background2" w:themeShade="BF"/>
          <w:sz w:val="20"/>
          <w:szCs w:val="20"/>
          <w:lang w:val="es-CO"/>
        </w:rPr>
        <w:t xml:space="preserve"> Es la Infraestructura formada por el cruce de dos o más corredores en distinto nivel, con la finalidad de no interrumpir el flujo vehicular, salvando obstáculos naturales o artificiales.</w:t>
      </w:r>
    </w:p>
    <w:p w14:paraId="505F6D14" w14:textId="0561911E" w:rsidR="00775859" w:rsidRPr="00860C05" w:rsidRDefault="00775859"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Pavimentos Asfálticos y/o Pavimentos de Concreto Hidráulico</w:t>
      </w:r>
      <w:r w:rsidR="00F14108" w:rsidRPr="00860C05">
        <w:rPr>
          <w:rFonts w:asciiTheme="minorHAnsi" w:hAnsiTheme="minorHAnsi" w:cstheme="minorHAnsi"/>
          <w:b/>
          <w:color w:val="3A3939" w:themeColor="background2" w:themeShade="BF"/>
          <w:sz w:val="20"/>
          <w:szCs w:val="20"/>
          <w:lang w:val="es-CO"/>
        </w:rPr>
        <w:t xml:space="preserve"> reforzado</w:t>
      </w:r>
      <w:r w:rsidRPr="00860C05">
        <w:rPr>
          <w:rFonts w:asciiTheme="minorHAnsi" w:hAnsiTheme="minorHAnsi" w:cstheme="minorHAnsi"/>
          <w:b/>
          <w:color w:val="3A3939" w:themeColor="background2" w:themeShade="BF"/>
          <w:sz w:val="20"/>
          <w:szCs w:val="20"/>
          <w:lang w:val="es-CO"/>
        </w:rPr>
        <w:t xml:space="preserve">: </w:t>
      </w:r>
      <w:r w:rsidRPr="00860C05">
        <w:rPr>
          <w:rFonts w:asciiTheme="minorHAnsi" w:hAnsiTheme="minorHAnsi" w:cstheme="minorHAnsi"/>
          <w:color w:val="3A3939" w:themeColor="background2" w:themeShade="BF"/>
          <w:sz w:val="20"/>
          <w:szCs w:val="20"/>
          <w:lang w:val="es-CO"/>
        </w:rPr>
        <w:t xml:space="preserve">Es la </w:t>
      </w:r>
      <w:r w:rsidR="00F14108" w:rsidRPr="00860C05">
        <w:rPr>
          <w:rFonts w:asciiTheme="minorHAnsi" w:hAnsiTheme="minorHAnsi" w:cstheme="minorHAnsi"/>
          <w:color w:val="3A3939" w:themeColor="background2" w:themeShade="BF"/>
          <w:sz w:val="20"/>
          <w:szCs w:val="20"/>
          <w:lang w:val="es-CO"/>
        </w:rPr>
        <w:t>Estructura constituida por un conjunto de capas superpuestas, adecuadamente compactados, que se construyen sobre la subrasante con el objeto de soportar las cargas del tránsito durante un periodo de varios años, brindando una superficie de rodamiento uniforme, cómoda y segura. Dichas capas superficiales se encuentran en contacto directo con el tráfico de vehículos</w:t>
      </w:r>
      <w:r w:rsidR="00681A73" w:rsidRPr="00860C05">
        <w:rPr>
          <w:rFonts w:asciiTheme="minorHAnsi" w:hAnsiTheme="minorHAnsi" w:cstheme="minorHAnsi"/>
          <w:color w:val="3A3939" w:themeColor="background2" w:themeShade="BF"/>
          <w:sz w:val="20"/>
          <w:szCs w:val="20"/>
          <w:lang w:val="es-CO"/>
        </w:rPr>
        <w:t xml:space="preserve"> o aeronaves</w:t>
      </w:r>
      <w:r w:rsidR="00F14108" w:rsidRPr="00860C05">
        <w:rPr>
          <w:rFonts w:asciiTheme="minorHAnsi" w:hAnsiTheme="minorHAnsi" w:cstheme="minorHAnsi"/>
          <w:color w:val="3A3939" w:themeColor="background2" w:themeShade="BF"/>
          <w:sz w:val="20"/>
          <w:szCs w:val="20"/>
          <w:lang w:val="es-CO"/>
        </w:rPr>
        <w:t xml:space="preserve"> y pueden estar constituidas en concreto asfáltico o en concreto hidráulico reforzado.</w:t>
      </w:r>
    </w:p>
    <w:p w14:paraId="45396EBB" w14:textId="31B4F93B" w:rsidR="00313C69" w:rsidRPr="00860C05" w:rsidRDefault="00313C69" w:rsidP="0008484B">
      <w:pPr>
        <w:pStyle w:val="Invias-VietaNumerada"/>
        <w:numPr>
          <w:ilvl w:val="1"/>
          <w:numId w:val="22"/>
        </w:numPr>
        <w:autoSpaceDE w:val="0"/>
        <w:autoSpaceDN w:val="0"/>
        <w:adjustRightInd w:val="0"/>
        <w:spacing w:before="120" w:after="240"/>
        <w:ind w:hanging="502"/>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lastRenderedPageBreak/>
        <w:t xml:space="preserve">Perfil Vial: </w:t>
      </w:r>
      <w:r w:rsidRPr="00860C05">
        <w:rPr>
          <w:rFonts w:asciiTheme="minorHAnsi" w:hAnsiTheme="minorHAnsi" w:cstheme="minorHAnsi"/>
          <w:color w:val="3A3939" w:themeColor="background2" w:themeShade="BF"/>
          <w:sz w:val="20"/>
          <w:szCs w:val="20"/>
          <w:lang w:val="es-CO"/>
        </w:rPr>
        <w:t xml:space="preserve">Representación gráfica de una vía que esquematiza, en el sentido perpendicular al eje, el conjunto de elementos urbanísticos que la comprenden entre los paramentos de los inmuebles. </w:t>
      </w:r>
    </w:p>
    <w:p w14:paraId="77E86969" w14:textId="36A724BE" w:rsidR="00775859" w:rsidRPr="00860C05" w:rsidRDefault="00775859" w:rsidP="0008484B">
      <w:pPr>
        <w:pStyle w:val="Invias-VietaNumerada"/>
        <w:numPr>
          <w:ilvl w:val="1"/>
          <w:numId w:val="22"/>
        </w:numPr>
        <w:autoSpaceDE w:val="0"/>
        <w:autoSpaceDN w:val="0"/>
        <w:adjustRightInd w:val="0"/>
        <w:spacing w:before="120" w:after="240"/>
        <w:ind w:hanging="502"/>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Pistas de Aeropuertos: </w:t>
      </w:r>
      <w:r w:rsidRPr="00860C05">
        <w:rPr>
          <w:rFonts w:asciiTheme="minorHAnsi" w:hAnsiTheme="minorHAnsi" w:cstheme="minorHAnsi"/>
          <w:color w:val="3A3939" w:themeColor="background2" w:themeShade="BF"/>
          <w:sz w:val="20"/>
          <w:szCs w:val="20"/>
          <w:lang w:val="es-CO"/>
        </w:rPr>
        <w:t xml:space="preserve">Es aquella infraestructura del transporte, cuya finalidad es permitir la circulación, despegue y aterrizaje, de aviones (aeronaves) en condiciones de continuidad en el espacio y el tiempo, con niveles adecuados de seguridad y de comodidad, tales como Pistas de Aeropuertos, Calle de Rodaje o Pista de </w:t>
      </w:r>
      <w:proofErr w:type="spellStart"/>
      <w:r w:rsidRPr="00860C05">
        <w:rPr>
          <w:rFonts w:asciiTheme="minorHAnsi" w:hAnsiTheme="minorHAnsi" w:cstheme="minorHAnsi"/>
          <w:color w:val="3A3939" w:themeColor="background2" w:themeShade="BF"/>
          <w:sz w:val="20"/>
          <w:szCs w:val="20"/>
          <w:lang w:val="es-CO"/>
        </w:rPr>
        <w:t>Taxeo</w:t>
      </w:r>
      <w:proofErr w:type="spellEnd"/>
      <w:r w:rsidRPr="00860C05">
        <w:rPr>
          <w:rFonts w:asciiTheme="minorHAnsi" w:hAnsiTheme="minorHAnsi" w:cstheme="minorHAnsi"/>
          <w:color w:val="3A3939" w:themeColor="background2" w:themeShade="BF"/>
          <w:sz w:val="20"/>
          <w:szCs w:val="20"/>
          <w:lang w:val="es-CO"/>
        </w:rPr>
        <w:t>; Plataforma o Rampa de Aeropuerto</w:t>
      </w:r>
    </w:p>
    <w:p w14:paraId="2A20D67C" w14:textId="68A27D7A" w:rsidR="00617AC0" w:rsidRPr="00860C05" w:rsidRDefault="00775859" w:rsidP="00617AC0">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Placa Huella: </w:t>
      </w:r>
      <w:r w:rsidRPr="00860C05">
        <w:rPr>
          <w:rFonts w:asciiTheme="minorHAnsi" w:hAnsiTheme="minorHAnsi" w:cstheme="minorHAnsi"/>
          <w:color w:val="3A3939" w:themeColor="background2" w:themeShade="BF"/>
          <w:sz w:val="20"/>
          <w:szCs w:val="20"/>
          <w:lang w:val="es-CO"/>
        </w:rPr>
        <w:t>Es la estructura conformada por placas de concreto hidráulico reforzado separadas por franjas de concreto ciclópeo, confinadas por bordillos y/o cunetas construidas sobre una base de afirmado y/o material seleccionado compactado</w:t>
      </w:r>
      <w:r w:rsidR="00F14108" w:rsidRPr="00860C05">
        <w:rPr>
          <w:rFonts w:asciiTheme="minorHAnsi" w:hAnsiTheme="minorHAnsi" w:cstheme="minorHAnsi"/>
          <w:color w:val="3A3939" w:themeColor="background2" w:themeShade="BF"/>
          <w:sz w:val="20"/>
          <w:szCs w:val="20"/>
          <w:lang w:val="es-CO"/>
        </w:rPr>
        <w:t>.</w:t>
      </w:r>
    </w:p>
    <w:p w14:paraId="48D117E8" w14:textId="3376FECD" w:rsidR="00617AC0" w:rsidRPr="00860C05" w:rsidRDefault="00617AC0" w:rsidP="00617AC0">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Plaza:</w:t>
      </w:r>
      <w:r w:rsidRPr="00860C05">
        <w:rPr>
          <w:rFonts w:asciiTheme="minorHAnsi" w:hAnsiTheme="minorHAnsi" w:cstheme="minorHAnsi"/>
          <w:color w:val="3A3939" w:themeColor="background2" w:themeShade="BF"/>
          <w:sz w:val="20"/>
          <w:szCs w:val="20"/>
          <w:lang w:val="es-CO"/>
        </w:rPr>
        <w:t xml:space="preserve"> </w:t>
      </w:r>
      <w:r w:rsidR="00576B56" w:rsidRPr="00860C05">
        <w:rPr>
          <w:rFonts w:asciiTheme="minorHAnsi" w:hAnsiTheme="minorHAnsi" w:cstheme="minorHAnsi"/>
          <w:color w:val="3A3939" w:themeColor="background2" w:themeShade="BF"/>
          <w:sz w:val="20"/>
          <w:szCs w:val="20"/>
          <w:lang w:val="es-CO"/>
        </w:rPr>
        <w:t xml:space="preserve">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w:t>
      </w:r>
      <w:r w:rsidR="008232EC" w:rsidRPr="00860C05">
        <w:rPr>
          <w:rFonts w:asciiTheme="minorHAnsi" w:hAnsiTheme="minorHAnsi" w:cstheme="minorHAnsi"/>
          <w:color w:val="3A3939" w:themeColor="background2" w:themeShade="BF"/>
          <w:sz w:val="20"/>
          <w:szCs w:val="20"/>
          <w:lang w:val="es-CO"/>
        </w:rPr>
        <w:t xml:space="preserve">Ocupan </w:t>
      </w:r>
      <w:r w:rsidR="00685023" w:rsidRPr="00860C05">
        <w:rPr>
          <w:rFonts w:asciiTheme="minorHAnsi" w:hAnsiTheme="minorHAnsi" w:cstheme="minorHAnsi"/>
          <w:color w:val="3A3939" w:themeColor="background2" w:themeShade="BF"/>
          <w:sz w:val="20"/>
          <w:szCs w:val="20"/>
          <w:lang w:val="es-CO"/>
        </w:rPr>
        <w:t>una manzana completa.</w:t>
      </w:r>
      <w:r w:rsidR="00576B56" w:rsidRPr="00860C05">
        <w:rPr>
          <w:rFonts w:asciiTheme="minorHAnsi" w:hAnsiTheme="minorHAnsi" w:cstheme="minorHAnsi"/>
          <w:color w:val="3A3939" w:themeColor="background2" w:themeShade="BF"/>
          <w:sz w:val="20"/>
          <w:szCs w:val="20"/>
          <w:lang w:val="es-CO"/>
        </w:rPr>
        <w:t xml:space="preserve"> </w:t>
      </w:r>
    </w:p>
    <w:p w14:paraId="402F789C" w14:textId="77777777" w:rsidR="005332C5" w:rsidRPr="00860C05" w:rsidRDefault="00617AC0" w:rsidP="00617AC0">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Plazoletas:</w:t>
      </w:r>
      <w:r w:rsidRPr="00860C05">
        <w:rPr>
          <w:rFonts w:asciiTheme="minorHAnsi" w:hAnsiTheme="minorHAnsi" w:cstheme="minorHAnsi"/>
          <w:color w:val="3A3939" w:themeColor="background2" w:themeShade="BF"/>
          <w:sz w:val="20"/>
          <w:szCs w:val="20"/>
          <w:lang w:val="es-CO"/>
        </w:rPr>
        <w:t xml:space="preserve"> Son áreas de espacio público abiertas, tratadas como zonas duras y destinadas al disfrute de los ciudadanos y las actividades de convivencia</w:t>
      </w:r>
      <w:r w:rsidR="00685023" w:rsidRPr="00860C05">
        <w:rPr>
          <w:rFonts w:asciiTheme="minorHAnsi" w:hAnsiTheme="minorHAnsi" w:cstheme="minorHAnsi"/>
          <w:color w:val="3A3939" w:themeColor="background2" w:themeShade="BF"/>
          <w:sz w:val="20"/>
          <w:szCs w:val="20"/>
          <w:lang w:val="es-CO"/>
        </w:rPr>
        <w:t xml:space="preserve">, ocupan media manzana. </w:t>
      </w:r>
    </w:p>
    <w:p w14:paraId="188EF65A" w14:textId="3461542F" w:rsidR="00617AC0" w:rsidRPr="00860C05" w:rsidRDefault="005332C5" w:rsidP="00617AC0">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Plazuelas:</w:t>
      </w:r>
      <w:r w:rsidRPr="00860C05">
        <w:rPr>
          <w:rFonts w:asciiTheme="minorHAnsi" w:hAnsiTheme="minorHAnsi" w:cstheme="minorHAnsi"/>
          <w:color w:val="3A3939" w:themeColor="background2" w:themeShade="BF"/>
          <w:sz w:val="20"/>
          <w:szCs w:val="20"/>
          <w:lang w:val="es-CO"/>
        </w:rPr>
        <w:t xml:space="preserve"> </w:t>
      </w:r>
      <w:r w:rsidR="00626FA1" w:rsidRPr="00860C05">
        <w:rPr>
          <w:rFonts w:asciiTheme="minorHAnsi" w:hAnsiTheme="minorHAnsi" w:cstheme="minorHAnsi"/>
          <w:color w:val="3A3939" w:themeColor="background2" w:themeShade="BF"/>
          <w:sz w:val="20"/>
          <w:szCs w:val="20"/>
          <w:lang w:val="es-CO"/>
        </w:rPr>
        <w:t>Son áreas de espacio público abiertas, tratadas como zonas duras y destinadas al disfrute de los ciudadanos y las actividades de convivencia que</w:t>
      </w:r>
      <w:r w:rsidRPr="00860C05">
        <w:rPr>
          <w:rFonts w:asciiTheme="minorHAnsi" w:hAnsiTheme="minorHAnsi" w:cstheme="minorHAnsi"/>
          <w:color w:val="3A3939" w:themeColor="background2" w:themeShade="BF"/>
          <w:sz w:val="20"/>
          <w:szCs w:val="20"/>
          <w:lang w:val="es-CO"/>
        </w:rPr>
        <w:t xml:space="preserve"> ocupan </w:t>
      </w:r>
      <w:r w:rsidR="00626FA1" w:rsidRPr="00860C05">
        <w:rPr>
          <w:rFonts w:asciiTheme="minorHAnsi" w:hAnsiTheme="minorHAnsi" w:cstheme="minorHAnsi"/>
          <w:color w:val="3A3939" w:themeColor="background2" w:themeShade="BF"/>
          <w:sz w:val="20"/>
          <w:szCs w:val="20"/>
          <w:lang w:val="es-CO"/>
        </w:rPr>
        <w:t>un cuarto (1/4) de manzana.</w:t>
      </w:r>
    </w:p>
    <w:p w14:paraId="24376A3C" w14:textId="4E5201C5" w:rsidR="00DB0B82" w:rsidRPr="00860C05" w:rsidRDefault="00DB0B82" w:rsidP="00A32323">
      <w:pPr>
        <w:pStyle w:val="Invias-VietaNumerada"/>
        <w:numPr>
          <w:ilvl w:val="1"/>
          <w:numId w:val="22"/>
        </w:numPr>
        <w:autoSpaceDE w:val="0"/>
        <w:autoSpaceDN w:val="0"/>
        <w:adjustRightInd w:val="0"/>
        <w:spacing w:before="120" w:after="240"/>
        <w:ind w:hanging="568"/>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Pontones: </w:t>
      </w:r>
      <w:r w:rsidRPr="00860C05">
        <w:rPr>
          <w:rFonts w:asciiTheme="minorHAnsi" w:hAnsiTheme="minorHAnsi" w:cstheme="minorHAnsi"/>
          <w:color w:val="3A3939" w:themeColor="background2" w:themeShade="BF"/>
          <w:sz w:val="20"/>
          <w:szCs w:val="20"/>
          <w:lang w:val="es-CO"/>
        </w:rPr>
        <w:t>Es la actividad cuyo propósito es la materialización de una estructura de drenaje para el paso de vehículos, cuya luz medida paralela al eje de la carretera es menor o igual a diez metros (10m).</w:t>
      </w:r>
    </w:p>
    <w:p w14:paraId="629543EA" w14:textId="00C4419B" w:rsidR="00B41F11" w:rsidRPr="00860C05" w:rsidRDefault="00B41F11" w:rsidP="0008484B">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Proyectos de ampliación</w:t>
      </w:r>
      <w:r w:rsidRPr="00860C05">
        <w:rPr>
          <w:rFonts w:asciiTheme="minorHAnsi" w:hAnsiTheme="minorHAnsi" w:cstheme="minorHAnsi"/>
          <w:color w:val="3A3939" w:themeColor="background2" w:themeShade="BF"/>
          <w:sz w:val="20"/>
          <w:szCs w:val="20"/>
          <w:lang w:val="es-CO"/>
        </w:rPr>
        <w:t>: es toda adición en área ya sea en forma horizontal o vertical. Se caracteriza porque se conserva el carácter y el uso de la infraestructura.</w:t>
      </w:r>
    </w:p>
    <w:p w14:paraId="4F37B761" w14:textId="43BAF96C" w:rsidR="00B41F11" w:rsidRPr="00860C05" w:rsidRDefault="00B41F11" w:rsidP="0008484B">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Proyectos de construcción</w:t>
      </w:r>
      <w:r w:rsidRPr="00860C05">
        <w:rPr>
          <w:rFonts w:asciiTheme="minorHAnsi" w:hAnsiTheme="minorHAnsi" w:cstheme="minorHAnsi"/>
          <w:color w:val="3A3939" w:themeColor="background2" w:themeShade="BF"/>
          <w:sz w:val="20"/>
          <w:szCs w:val="20"/>
          <w:lang w:val="es-CO"/>
        </w:rPr>
        <w:t>: Es toda construcción de una infraestructura, sea o no que el sitio sobre el que se construye estuvo previamente ocupado.</w:t>
      </w:r>
    </w:p>
    <w:p w14:paraId="3F8D90B8" w14:textId="2B82AD1B" w:rsidR="00F959F1" w:rsidRPr="00860C05"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Proyectos de construcción</w:t>
      </w:r>
      <w:r w:rsidR="00B41F11" w:rsidRPr="00860C05">
        <w:rPr>
          <w:rFonts w:asciiTheme="minorHAnsi" w:hAnsiTheme="minorHAnsi" w:cstheme="minorHAnsi"/>
          <w:b/>
          <w:color w:val="3A3939" w:themeColor="background2" w:themeShade="BF"/>
          <w:sz w:val="20"/>
          <w:szCs w:val="20"/>
          <w:lang w:val="es-CO"/>
        </w:rPr>
        <w:t xml:space="preserve"> vial</w:t>
      </w:r>
      <w:r w:rsidRPr="00860C05">
        <w:rPr>
          <w:rFonts w:asciiTheme="minorHAnsi" w:hAnsiTheme="minorHAnsi" w:cstheme="minorHAnsi"/>
          <w:b/>
          <w:color w:val="3A3939" w:themeColor="background2" w:themeShade="BF"/>
          <w:sz w:val="20"/>
          <w:szCs w:val="20"/>
          <w:lang w:val="es-CO"/>
        </w:rPr>
        <w:t xml:space="preserve">: </w:t>
      </w:r>
      <w:r w:rsidRPr="00860C05">
        <w:rPr>
          <w:rFonts w:asciiTheme="minorHAnsi" w:hAnsiTheme="minorHAnsi" w:cstheme="minorHAnsi"/>
          <w:color w:val="3A3939" w:themeColor="background2" w:themeShade="BF"/>
          <w:sz w:val="20"/>
          <w:szCs w:val="20"/>
          <w:lang w:val="es-CO"/>
        </w:rPr>
        <w:t xml:space="preserve">Es la construcción de una </w:t>
      </w:r>
      <w:r w:rsidR="00B41F11" w:rsidRPr="00860C05">
        <w:rPr>
          <w:rFonts w:asciiTheme="minorHAnsi" w:hAnsiTheme="minorHAnsi" w:cstheme="minorHAnsi"/>
          <w:color w:val="3A3939" w:themeColor="background2" w:themeShade="BF"/>
          <w:sz w:val="20"/>
          <w:szCs w:val="20"/>
          <w:lang w:val="es-CO"/>
        </w:rPr>
        <w:t xml:space="preserve">vía </w:t>
      </w:r>
      <w:r w:rsidRPr="00860C05">
        <w:rPr>
          <w:rFonts w:asciiTheme="minorHAnsi" w:hAnsiTheme="minorHAnsi" w:cstheme="minorHAnsi"/>
          <w:color w:val="3A3939" w:themeColor="background2" w:themeShade="BF"/>
          <w:sz w:val="20"/>
          <w:szCs w:val="20"/>
          <w:lang w:val="es-CO"/>
        </w:rPr>
        <w:t>completamente nueva en un espacio físico en el cual no existía una y representa un aumento en la malla vial disponible, no se trata de intervenciones sobre vías existentes. Como proyectos de construcción se consideran así mismo, las segundas calzadas, pares viales o calzadas adosadas a calzadas existentes. En todo caso, además de las actividades propias de la intervención inicial deberá haberse efectuado la pavimentación de los kilómetros que se pretendan hacer valer como experiencia en el presente proceso.</w:t>
      </w:r>
    </w:p>
    <w:p w14:paraId="63ECEA13" w14:textId="06392670" w:rsidR="007072E4" w:rsidRPr="00860C05" w:rsidRDefault="007072E4" w:rsidP="0008484B">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Proyectos de Construcción de Puentes: </w:t>
      </w:r>
      <w:r w:rsidRPr="00860C05">
        <w:rPr>
          <w:rFonts w:asciiTheme="minorHAnsi" w:hAnsiTheme="minorHAnsi" w:cstheme="minorHAnsi"/>
          <w:color w:val="3A3939" w:themeColor="background2" w:themeShade="BF"/>
          <w:sz w:val="20"/>
          <w:szCs w:val="20"/>
          <w:lang w:val="es-CO"/>
        </w:rPr>
        <w:t>Son las obras derivadas de los diseños técnicos de ingeniería asociados a la construcción de una infraestructura de transporte que permita la continuación de la circulación de automóviles (carros, buses, camiones, autobuses) en condiciones de continuidad en el espacio y el tiempo, con niveles adecuados de seguridad y de comodidad, permitiendo pasar obstáculos, como ríos, quebradas, otras vías, carreteras, vías férreas, entre otros.</w:t>
      </w:r>
    </w:p>
    <w:p w14:paraId="6E061BC9" w14:textId="25B9CCA7" w:rsidR="00F14108" w:rsidRPr="00860C05" w:rsidRDefault="00F14108" w:rsidP="0008484B">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Proyectos de conservación y/o mantenimiento de Puentes:</w:t>
      </w:r>
      <w:r w:rsidRPr="00860C05">
        <w:rPr>
          <w:rFonts w:asciiTheme="minorHAnsi" w:hAnsiTheme="minorHAnsi" w:cstheme="minorHAnsi"/>
          <w:color w:val="3A3939" w:themeColor="background2" w:themeShade="BF"/>
          <w:sz w:val="20"/>
          <w:szCs w:val="20"/>
          <w:lang w:val="es-CO"/>
        </w:rPr>
        <w:t xml:space="preserve"> es toda obra efectuada tanto a la infraestructura como a la superestructura encaminada a preservar las condiciones físico mecánicas iniciales del puente.</w:t>
      </w:r>
    </w:p>
    <w:p w14:paraId="34F5BB43" w14:textId="3BA50E15" w:rsidR="00F959F1" w:rsidRPr="00860C05"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lastRenderedPageBreak/>
        <w:t xml:space="preserve">Proyectos de </w:t>
      </w:r>
      <w:r w:rsidR="006D17DA" w:rsidRPr="00860C05">
        <w:rPr>
          <w:rFonts w:asciiTheme="minorHAnsi" w:hAnsiTheme="minorHAnsi" w:cstheme="minorHAnsi"/>
          <w:b/>
          <w:color w:val="3A3939" w:themeColor="background2" w:themeShade="BF"/>
          <w:sz w:val="20"/>
          <w:szCs w:val="20"/>
          <w:lang w:val="es-CO"/>
        </w:rPr>
        <w:t>i</w:t>
      </w:r>
      <w:r w:rsidRPr="00860C05">
        <w:rPr>
          <w:rFonts w:asciiTheme="minorHAnsi" w:hAnsiTheme="minorHAnsi" w:cstheme="minorHAnsi"/>
          <w:b/>
          <w:color w:val="3A3939" w:themeColor="background2" w:themeShade="BF"/>
          <w:sz w:val="20"/>
          <w:szCs w:val="20"/>
          <w:lang w:val="es-CO"/>
        </w:rPr>
        <w:t xml:space="preserve">nfraestructura vial: </w:t>
      </w:r>
      <w:r w:rsidRPr="00860C05">
        <w:rPr>
          <w:rFonts w:asciiTheme="minorHAnsi" w:hAnsiTheme="minorHAnsi" w:cstheme="minorHAnsi"/>
          <w:color w:val="3A3939" w:themeColor="background2" w:themeShade="BF"/>
          <w:sz w:val="20"/>
          <w:szCs w:val="20"/>
          <w:lang w:val="es-CO"/>
        </w:rPr>
        <w:t>Son aquellos proyectos con los cuales se constituyen un conjunto de elementos que permiten el desplazamiento de vehículos en forma confortable y segura desde un punto a otro.</w:t>
      </w:r>
    </w:p>
    <w:p w14:paraId="5643DCC5" w14:textId="52D4FDE2" w:rsidR="006D17DA" w:rsidRPr="00860C05" w:rsidRDefault="006D17DA" w:rsidP="0008484B">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Proyectos de mantenimiento y/o conservación y/o adecuación y/o rehabilitación de infraestructura aeroportuaria (lado tierra): </w:t>
      </w:r>
      <w:r w:rsidRPr="00860C05">
        <w:rPr>
          <w:rFonts w:asciiTheme="minorHAnsi" w:hAnsiTheme="minorHAnsi" w:cstheme="minorHAnsi"/>
          <w:color w:val="3A3939" w:themeColor="background2" w:themeShade="BF"/>
          <w:sz w:val="20"/>
          <w:szCs w:val="20"/>
          <w:lang w:val="es-CO"/>
        </w:rPr>
        <w:t>Es el conjunto de todas las obras a ejecutar en una edificación, a intervalos variables, relativamente prolongados destinados primordialmente a recuperar deterioros.</w:t>
      </w:r>
    </w:p>
    <w:p w14:paraId="521DB9B4" w14:textId="448C5273" w:rsidR="00F959F1" w:rsidRPr="00860C05"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Proyectos de mantenimiento periódico y/o proyectos de conservación:</w:t>
      </w:r>
      <w:r w:rsidRPr="00860C05">
        <w:rPr>
          <w:rFonts w:asciiTheme="minorHAnsi" w:hAnsiTheme="minorHAnsi" w:cstheme="minorHAnsi"/>
          <w:color w:val="3A3939" w:themeColor="background2" w:themeShade="BF"/>
          <w:sz w:val="20"/>
          <w:szCs w:val="20"/>
          <w:lang w:val="es-CO"/>
        </w:rPr>
        <w:t xml:space="preserve"> Es el conjunto de todas las obras a ejecutar en una vía, que se realizan en vías pavimentadas y/o en vías en afirmado, que comprende la realización de actividades de conservación y/o mantenimiento periódico, a intervalos variables, relativamente prolongados, destinados primordialmente a recuperar los deterioros de la capa de rodadura ocasionados por el tránsito y/o por fenómenos climáticos, también podrá contemplar la construcción de algunas obras de drenaje menores y de protección, faltantes en la vía. Las principales actividades son: Reconformación y recuperación de la banca; Limpieza mecánica y reconstrucción de cunetas; Escarificación del material de afirmado existente; Extensión y compactación de material para recuperación de los espesores de afirmado iniciales; Reposición de pavimento en algunos sectores; Bacheo y/o Parcheo. Reconstrucción de obras de drenaje; Construcción de obras de protección y drenajes; Demarcación lineal; Señalización vertical.</w:t>
      </w:r>
    </w:p>
    <w:p w14:paraId="65313872" w14:textId="3589C1C0" w:rsidR="008E74B4" w:rsidRPr="00860C05" w:rsidRDefault="00B63F46">
      <w:pPr>
        <w:pStyle w:val="Invias-VietaNumerada"/>
        <w:numPr>
          <w:ilvl w:val="1"/>
          <w:numId w:val="22"/>
        </w:numPr>
        <w:autoSpaceDE w:val="0"/>
        <w:autoSpaceDN w:val="0"/>
        <w:adjustRightInd w:val="0"/>
        <w:spacing w:before="120" w:after="240"/>
        <w:ind w:hanging="568"/>
        <w:rPr>
          <w:color w:val="3A3939" w:themeColor="background2" w:themeShade="BF"/>
          <w:lang w:val="es-CO"/>
        </w:rPr>
      </w:pPr>
      <w:r w:rsidRPr="00860C05">
        <w:rPr>
          <w:rFonts w:asciiTheme="minorHAnsi" w:hAnsiTheme="minorHAnsi" w:cstheme="minorHAnsi"/>
          <w:b/>
          <w:bCs/>
          <w:color w:val="3A3939" w:themeColor="background2" w:themeShade="BF"/>
          <w:sz w:val="20"/>
          <w:szCs w:val="20"/>
          <w:lang w:val="es-CO"/>
        </w:rPr>
        <w:t>Proyectos de conservación</w:t>
      </w:r>
      <w:r w:rsidRPr="00860C05">
        <w:rPr>
          <w:rFonts w:asciiTheme="minorHAnsi" w:hAnsiTheme="minorHAnsi" w:cstheme="minorHAnsi"/>
          <w:color w:val="3A3939" w:themeColor="background2" w:themeShade="BF"/>
          <w:sz w:val="20"/>
          <w:szCs w:val="20"/>
          <w:lang w:val="es-CO"/>
        </w:rPr>
        <w:t>: Es el conjunto de actividades que se ejecutan sobre la infraestructura de transporte y espacio público peatonal construido, orientadas a garantizar que se cumpla en período de vida útil considerado en el diseño, o a ampliarlo. En el primer caso se hace referencia al mantenimiento que puede ser rutinario o periódico y en el segundo de rehabilitación o reconstrucción. Para el segundo caso, este tipo de intervención contempla necesariamente la realización de estudios y diseños que incluye estudios de tránsito, de materiales y el dimensionamiento estructural y si se requiere el diseño y la renovación de redes hidráulicas, para garantizar el período de vida útil previsto</w:t>
      </w:r>
    </w:p>
    <w:p w14:paraId="42654EEB" w14:textId="77777777" w:rsidR="00E97473" w:rsidRPr="00860C05" w:rsidRDefault="00F959F1" w:rsidP="00E97473">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Proyectos de mejoramiento: </w:t>
      </w:r>
      <w:r w:rsidRPr="00860C05">
        <w:rPr>
          <w:rFonts w:asciiTheme="minorHAnsi" w:hAnsiTheme="minorHAnsi" w:cstheme="minorHAnsi"/>
          <w:color w:val="3A3939" w:themeColor="background2" w:themeShade="BF"/>
          <w:sz w:val="20"/>
          <w:szCs w:val="20"/>
          <w:lang w:val="es-CO"/>
        </w:rPr>
        <w:t>Es el cambio de especificaciones y dimensiones de la obra; para lo cual, se hace necesaria la construcción de obras en infraestructura ya existente, que permitan una adecuación de la obra a los niveles de servicio requeridos por las condiciones actuales y proyectadas. Para este proceso deben comprender como mínimo las actividades de rectificación (alineamiento horizontal y vertical), ampliación de la sección de la vía, construcción de obras de drenaje, construcción de capas granulares para estructura de pavimento y construcción de superficie de rodadura en concreto asfáltico o hidráulico.</w:t>
      </w:r>
    </w:p>
    <w:p w14:paraId="78340E3E" w14:textId="200FE22B" w:rsidR="006D17DA" w:rsidRPr="00860C05" w:rsidRDefault="006D17DA" w:rsidP="006D17DA">
      <w:pPr>
        <w:pStyle w:val="Invias-VietaNumerada"/>
        <w:numPr>
          <w:ilvl w:val="1"/>
          <w:numId w:val="22"/>
        </w:numPr>
        <w:autoSpaceDE w:val="0"/>
        <w:autoSpaceDN w:val="0"/>
        <w:adjustRightInd w:val="0"/>
        <w:spacing w:before="120" w:after="240"/>
        <w:ind w:hanging="568"/>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Proyectos de mejoramiento y/o reforzamiento estructural de infraestructura aeroportuaria (lado tierra): </w:t>
      </w:r>
      <w:r w:rsidRPr="00860C05">
        <w:rPr>
          <w:rFonts w:asciiTheme="minorHAnsi" w:hAnsiTheme="minorHAnsi" w:cstheme="minorHAnsi"/>
          <w:color w:val="3A3939" w:themeColor="background2" w:themeShade="BF"/>
          <w:sz w:val="20"/>
          <w:szCs w:val="20"/>
          <w:lang w:val="es-CO"/>
        </w:rPr>
        <w:t>Para el presente proceso se entiende por proyectos de mejoramiento y/o reforzamiento estructural, el conjunto de todas las obras a ejecutar en una edificación con el fin de garantizar que la misma tenga la capacidad de soportar las cargas que impongan su naturaleza y su uso para contrarrestar la vulnerabilidad de la estructura.</w:t>
      </w:r>
    </w:p>
    <w:p w14:paraId="53F5AF2A" w14:textId="501CB40C" w:rsidR="00F959F1" w:rsidRPr="00860C05"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Proyectos de rehabilitación: </w:t>
      </w:r>
      <w:r w:rsidRPr="00860C05">
        <w:rPr>
          <w:rFonts w:asciiTheme="minorHAnsi" w:hAnsiTheme="minorHAnsi" w:cstheme="minorHAnsi"/>
          <w:color w:val="3A3939" w:themeColor="background2" w:themeShade="BF"/>
          <w:sz w:val="20"/>
          <w:szCs w:val="20"/>
          <w:lang w:val="es-CO"/>
        </w:rPr>
        <w:t xml:space="preserve">Son las actividades que tienen por objeto reconstruir o recuperar las condiciones estructurales y funcionales iniciales de la obra de manera que se cumplan las especificaciones técnicas con que fue diseñada. Para este proceso deben comprender como mínimo las actividades de construcción de capas granulares para estructura de pavimento y construcción de superficie de rodadura en concreto asfáltico o hidráulico. No serán tenidas en cuenta las actividades de mantenimiento periódico ni de mantenimiento rutinario, tales como </w:t>
      </w:r>
      <w:proofErr w:type="spellStart"/>
      <w:r w:rsidRPr="00860C05">
        <w:rPr>
          <w:rFonts w:asciiTheme="minorHAnsi" w:hAnsiTheme="minorHAnsi" w:cstheme="minorHAnsi"/>
          <w:color w:val="3A3939" w:themeColor="background2" w:themeShade="BF"/>
          <w:sz w:val="20"/>
          <w:szCs w:val="20"/>
          <w:lang w:val="es-CO"/>
        </w:rPr>
        <w:t>parcheos</w:t>
      </w:r>
      <w:proofErr w:type="spellEnd"/>
      <w:r w:rsidRPr="00860C05">
        <w:rPr>
          <w:rFonts w:asciiTheme="minorHAnsi" w:hAnsiTheme="minorHAnsi" w:cstheme="minorHAnsi"/>
          <w:color w:val="3A3939" w:themeColor="background2" w:themeShade="BF"/>
          <w:sz w:val="20"/>
          <w:szCs w:val="20"/>
          <w:lang w:val="es-CO"/>
        </w:rPr>
        <w:t xml:space="preserve">, bacheos, sello de fisuras, desmonte y limpieza. </w:t>
      </w:r>
    </w:p>
    <w:p w14:paraId="50B1E670" w14:textId="77777777" w:rsidR="00F14108" w:rsidRPr="00860C05" w:rsidRDefault="00F14108" w:rsidP="00F14108">
      <w:pPr>
        <w:pStyle w:val="Invias-VietaNumerada"/>
        <w:numPr>
          <w:ilvl w:val="1"/>
          <w:numId w:val="22"/>
        </w:numPr>
        <w:autoSpaceDE w:val="0"/>
        <w:autoSpaceDN w:val="0"/>
        <w:adjustRightInd w:val="0"/>
        <w:spacing w:before="120" w:after="240"/>
        <w:ind w:hanging="568"/>
        <w:rPr>
          <w:rFonts w:asciiTheme="minorHAnsi" w:hAnsiTheme="minorHAnsi" w:cstheme="minorHAnsi"/>
          <w:bCs/>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lastRenderedPageBreak/>
        <w:t xml:space="preserve">Proyectos de rehabilitación de puentes: </w:t>
      </w:r>
      <w:r w:rsidRPr="00860C05">
        <w:rPr>
          <w:rFonts w:asciiTheme="minorHAnsi" w:hAnsiTheme="minorHAnsi" w:cstheme="minorHAnsi"/>
          <w:bCs/>
          <w:color w:val="3A3939" w:themeColor="background2" w:themeShade="BF"/>
          <w:sz w:val="20"/>
          <w:szCs w:val="20"/>
          <w:lang w:val="es-CO"/>
        </w:rPr>
        <w:t>Es toda obra efectuada, tanto a la infraestructura como a la superestructura, encaminada a recuperar y reestablecer las condiciones físico mecánicas iniciales del puente.</w:t>
      </w:r>
    </w:p>
    <w:p w14:paraId="007D92F2" w14:textId="60ECA27B" w:rsidR="00D315B8" w:rsidRPr="00860C05" w:rsidRDefault="00280E40" w:rsidP="0008484B">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Proyectos de pavimentación</w:t>
      </w:r>
      <w:r w:rsidRPr="00860C05">
        <w:rPr>
          <w:rFonts w:asciiTheme="minorHAnsi" w:hAnsiTheme="minorHAnsi" w:cstheme="minorHAnsi"/>
          <w:color w:val="3A3939" w:themeColor="background2" w:themeShade="BF"/>
          <w:sz w:val="20"/>
          <w:szCs w:val="20"/>
          <w:lang w:val="es-CO"/>
        </w:rPr>
        <w:t xml:space="preserve">: </w:t>
      </w:r>
      <w:r w:rsidRPr="00860C05">
        <w:rPr>
          <w:rFonts w:asciiTheme="minorHAnsi" w:hAnsiTheme="minorHAnsi" w:cstheme="minorHAnsi"/>
          <w:bCs/>
          <w:color w:val="3A3939" w:themeColor="background2" w:themeShade="BF"/>
          <w:sz w:val="20"/>
          <w:szCs w:val="20"/>
          <w:lang w:val="es-CO"/>
        </w:rPr>
        <w:t>Es la actividad cuyo propósito es la materialización de la estructura de pavimento constituida por concreto asfáltico y/o hidráulico y una o varias capas granulares. (Subbases y/o bases).</w:t>
      </w:r>
    </w:p>
    <w:p w14:paraId="134DC690" w14:textId="1ED22FB9" w:rsidR="001B3E9A" w:rsidRPr="00860C05"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Puente en Concreto Hidráulico: </w:t>
      </w:r>
      <w:r w:rsidRPr="00860C05">
        <w:rPr>
          <w:rFonts w:asciiTheme="minorHAnsi" w:hAnsiTheme="minorHAnsi" w:cstheme="minorHAnsi"/>
          <w:color w:val="3A3939" w:themeColor="background2" w:themeShade="BF"/>
          <w:sz w:val="20"/>
          <w:szCs w:val="20"/>
          <w:lang w:val="es-CO"/>
        </w:rPr>
        <w:t>Es toda estructura cuya losa o placa de circulación vehicular está soportada por elementos estructurales construidos con concreto hidráulico.</w:t>
      </w:r>
    </w:p>
    <w:p w14:paraId="2FD037FF" w14:textId="77777777" w:rsidR="003F2F5B" w:rsidRPr="00860C05" w:rsidRDefault="003F2F5B" w:rsidP="003F2F5B">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Puente Férreos: </w:t>
      </w:r>
      <w:r w:rsidRPr="00860C05">
        <w:rPr>
          <w:rFonts w:asciiTheme="minorHAnsi" w:hAnsiTheme="minorHAnsi" w:cstheme="minorHAnsi"/>
          <w:color w:val="3A3939" w:themeColor="background2" w:themeShade="BF"/>
          <w:sz w:val="20"/>
          <w:szCs w:val="20"/>
          <w:lang w:val="es-CO"/>
        </w:rPr>
        <w:t>Es aquella infraestructura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14:paraId="29C72FCC" w14:textId="2A2F2230" w:rsidR="009D4952" w:rsidRPr="00860C05" w:rsidRDefault="00F959F1" w:rsidP="009D4952">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Puente Metálico: </w:t>
      </w:r>
      <w:r w:rsidRPr="00860C05">
        <w:rPr>
          <w:rFonts w:asciiTheme="minorHAnsi" w:hAnsiTheme="minorHAnsi" w:cstheme="minorHAnsi"/>
          <w:color w:val="3A3939" w:themeColor="background2" w:themeShade="BF"/>
          <w:sz w:val="20"/>
          <w:szCs w:val="20"/>
          <w:lang w:val="es-CO"/>
        </w:rPr>
        <w:t xml:space="preserve">Es toda estructura cuya losa o placa de circulación vehicular está soportada por elementos estructurales metálicos. </w:t>
      </w:r>
    </w:p>
    <w:p w14:paraId="6F56C28C" w14:textId="47053EB8" w:rsidR="007926EE" w:rsidRPr="00860C05" w:rsidRDefault="009D4952" w:rsidP="007926EE">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eastAsia="es-CO"/>
        </w:rPr>
      </w:pPr>
      <w:r w:rsidRPr="00860C05">
        <w:rPr>
          <w:rFonts w:asciiTheme="minorHAnsi" w:hAnsiTheme="minorHAnsi" w:cstheme="minorHAnsi"/>
          <w:b/>
          <w:color w:val="3A3939" w:themeColor="background2" w:themeShade="BF"/>
          <w:sz w:val="20"/>
          <w:szCs w:val="20"/>
          <w:lang w:val="es-CO"/>
        </w:rPr>
        <w:t>Puente Metálico Modular</w:t>
      </w:r>
      <w:r w:rsidR="007926EE" w:rsidRPr="00860C05">
        <w:rPr>
          <w:rFonts w:asciiTheme="minorHAnsi" w:hAnsiTheme="minorHAnsi" w:cstheme="minorHAnsi"/>
          <w:b/>
          <w:color w:val="3A3939" w:themeColor="background2" w:themeShade="BF"/>
          <w:sz w:val="20"/>
          <w:szCs w:val="20"/>
          <w:lang w:val="es-CO"/>
        </w:rPr>
        <w:t xml:space="preserve">: </w:t>
      </w:r>
      <w:r w:rsidR="007926EE" w:rsidRPr="00860C05">
        <w:rPr>
          <w:rFonts w:asciiTheme="minorHAnsi" w:hAnsiTheme="minorHAnsi" w:cstheme="minorHAnsi"/>
          <w:color w:val="3A3939" w:themeColor="background2" w:themeShade="BF"/>
          <w:sz w:val="20"/>
          <w:szCs w:val="20"/>
          <w:lang w:val="es-CO" w:eastAsia="es-CO"/>
        </w:rPr>
        <w:t>Estructura que se monta o desmonta mediante la simple adición de componentes de acero modulares prefabricados para puentes, los puentes pueden adaptarse fácilmente hasta la longitud, ancho y resistencia deseados, permitiendo diversas aplicaciones y usos.</w:t>
      </w:r>
    </w:p>
    <w:p w14:paraId="53A8D339" w14:textId="77777777" w:rsidR="00FB1B3F" w:rsidRPr="00860C05" w:rsidRDefault="00F959F1" w:rsidP="00FB1B3F">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Puente Mixto: </w:t>
      </w:r>
      <w:r w:rsidRPr="00860C05">
        <w:rPr>
          <w:rFonts w:asciiTheme="minorHAnsi" w:hAnsiTheme="minorHAnsi" w:cstheme="minorHAnsi"/>
          <w:color w:val="3A3939" w:themeColor="background2" w:themeShade="BF"/>
          <w:sz w:val="20"/>
          <w:szCs w:val="20"/>
          <w:lang w:val="es-CO"/>
        </w:rPr>
        <w:t>Es aquel que teniendo mínimo dos luces, una de ellas es metálica y la otra en concreto hidráulico.</w:t>
      </w:r>
    </w:p>
    <w:p w14:paraId="0FA03080" w14:textId="77777777" w:rsidR="00F959F1" w:rsidRPr="00860C05"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Puentes Peatonales: </w:t>
      </w:r>
      <w:r w:rsidRPr="00860C05">
        <w:rPr>
          <w:rFonts w:asciiTheme="minorHAnsi" w:hAnsiTheme="minorHAnsi" w:cstheme="minorHAnsi"/>
          <w:color w:val="3A3939" w:themeColor="background2" w:themeShade="BF"/>
          <w:sz w:val="20"/>
          <w:szCs w:val="20"/>
          <w:lang w:val="es-CO"/>
        </w:rPr>
        <w:t>Es aquella infraestructura del transporte, cuya finalidad es permitir la continuación de la circulación de peatones (en algunos casos también bicicletas) en condiciones de continuidad en el espacio y el tiempo, con niveles adecuados de seguridad y de comodidad, permitiendo pasar obstáculos, como ríos, quebradas, otras vías, carreteras, vías férreas, etc.</w:t>
      </w:r>
    </w:p>
    <w:p w14:paraId="1988AC0B" w14:textId="4F9BF587" w:rsidR="007926EE" w:rsidRPr="00860C05" w:rsidRDefault="00F959F1" w:rsidP="007926EE">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Puentes Vehiculares y/o Viaductos: </w:t>
      </w:r>
      <w:r w:rsidRPr="00860C05">
        <w:rPr>
          <w:rFonts w:asciiTheme="minorHAnsi" w:hAnsiTheme="minorHAnsi" w:cstheme="minorHAnsi"/>
          <w:color w:val="3A3939" w:themeColor="background2" w:themeShade="BF"/>
          <w:sz w:val="20"/>
          <w:szCs w:val="20"/>
          <w:lang w:val="es-CO"/>
        </w:rPr>
        <w:t xml:space="preserve">Es aquella infraestructura del transporte en concreto, acero o mixto compuesta por infraestructura y superestructura, cuya finalidad es permitir la continuación de la circulación de automóviles (carros, buses, camiones, autobuses) en condiciones de continuidad en el espacio y el tiempo, con niveles adecuados de seguridad y de comodidad, permitiendo pasar obstáculos, como ríos, quebradas, otras vías, carreteras, y vías férreas, que permite atravesar un accidente geográfico </w:t>
      </w:r>
      <w:r w:rsidR="008D61E1" w:rsidRPr="00860C05">
        <w:rPr>
          <w:rFonts w:asciiTheme="minorHAnsi" w:hAnsiTheme="minorHAnsi" w:cstheme="minorHAnsi"/>
          <w:color w:val="3A3939" w:themeColor="background2" w:themeShade="BF"/>
          <w:sz w:val="20"/>
          <w:szCs w:val="20"/>
          <w:lang w:val="es-CO"/>
        </w:rPr>
        <w:t>(río o depresión) o Paso a D</w:t>
      </w:r>
      <w:r w:rsidRPr="00860C05">
        <w:rPr>
          <w:rFonts w:asciiTheme="minorHAnsi" w:hAnsiTheme="minorHAnsi" w:cstheme="minorHAnsi"/>
          <w:color w:val="3A3939" w:themeColor="background2" w:themeShade="BF"/>
          <w:sz w:val="20"/>
          <w:szCs w:val="20"/>
          <w:lang w:val="es-CO"/>
        </w:rPr>
        <w:t>esnivel para el paso de vehículos</w:t>
      </w:r>
      <w:r w:rsidR="007926EE" w:rsidRPr="00860C05">
        <w:rPr>
          <w:rFonts w:asciiTheme="minorHAnsi" w:hAnsiTheme="minorHAnsi" w:cstheme="minorHAnsi"/>
          <w:color w:val="3A3939" w:themeColor="background2" w:themeShade="BF"/>
          <w:sz w:val="20"/>
          <w:szCs w:val="20"/>
          <w:lang w:val="es-CO"/>
        </w:rPr>
        <w:t>.</w:t>
      </w:r>
    </w:p>
    <w:p w14:paraId="0AFAE322" w14:textId="50B44743" w:rsidR="00603B92" w:rsidRPr="00860C05" w:rsidRDefault="00603B92" w:rsidP="007926EE">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Recuperación de Banca</w:t>
      </w:r>
      <w:r w:rsidR="007926EE" w:rsidRPr="00860C05">
        <w:rPr>
          <w:rFonts w:asciiTheme="minorHAnsi" w:hAnsiTheme="minorHAnsi" w:cstheme="minorHAnsi"/>
          <w:b/>
          <w:color w:val="3A3939" w:themeColor="background2" w:themeShade="BF"/>
          <w:sz w:val="20"/>
          <w:szCs w:val="20"/>
          <w:lang w:val="es-CO"/>
        </w:rPr>
        <w:t xml:space="preserve">: </w:t>
      </w:r>
      <w:r w:rsidR="007926EE" w:rsidRPr="00860C05">
        <w:rPr>
          <w:rFonts w:asciiTheme="minorHAnsi" w:hAnsiTheme="minorHAnsi" w:cstheme="minorHAnsi"/>
          <w:color w:val="3A3939" w:themeColor="background2" w:themeShade="BF"/>
          <w:sz w:val="20"/>
          <w:szCs w:val="20"/>
          <w:lang w:val="es-CO" w:eastAsia="es-CO"/>
        </w:rPr>
        <w:t xml:space="preserve">identificados los agentes que contribuyen con la generación de eventos de inestabilidad de la banca, se acometen obras que propenden por la recuperación de las condiciones de estabilidad iniciales, con el fin de restablecer la </w:t>
      </w:r>
      <w:proofErr w:type="spellStart"/>
      <w:r w:rsidR="007926EE" w:rsidRPr="00860C05">
        <w:rPr>
          <w:rFonts w:asciiTheme="minorHAnsi" w:hAnsiTheme="minorHAnsi" w:cstheme="minorHAnsi"/>
          <w:color w:val="3A3939" w:themeColor="background2" w:themeShade="BF"/>
          <w:sz w:val="20"/>
          <w:szCs w:val="20"/>
          <w:lang w:val="es-CO" w:eastAsia="es-CO"/>
        </w:rPr>
        <w:t>transitabilidad</w:t>
      </w:r>
      <w:proofErr w:type="spellEnd"/>
      <w:r w:rsidR="007926EE" w:rsidRPr="00860C05">
        <w:rPr>
          <w:rFonts w:asciiTheme="minorHAnsi" w:hAnsiTheme="minorHAnsi" w:cstheme="minorHAnsi"/>
          <w:color w:val="3A3939" w:themeColor="background2" w:themeShade="BF"/>
          <w:sz w:val="20"/>
          <w:szCs w:val="20"/>
          <w:lang w:val="es-CO" w:eastAsia="es-CO"/>
        </w:rPr>
        <w:t xml:space="preserve"> y mitigar los efectos adversos que la materialización de la amenaza puede acarrear sobre esta estructura y/o los usuarios. </w:t>
      </w:r>
    </w:p>
    <w:p w14:paraId="55E838A3" w14:textId="77777777" w:rsidR="00010486" w:rsidRPr="00860C05" w:rsidRDefault="00FD1031" w:rsidP="00010486">
      <w:pPr>
        <w:pStyle w:val="Invias-VietaNumerada"/>
        <w:numPr>
          <w:ilvl w:val="1"/>
          <w:numId w:val="22"/>
        </w:numPr>
        <w:autoSpaceDE w:val="0"/>
        <w:autoSpaceDN w:val="0"/>
        <w:adjustRightInd w:val="0"/>
        <w:spacing w:before="120" w:after="240"/>
        <w:ind w:hanging="568"/>
        <w:rPr>
          <w:rFonts w:asciiTheme="minorHAnsi" w:hAnsiTheme="minorHAnsi" w:cstheme="minorHAnsi"/>
          <w:bCs/>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Red Vial: </w:t>
      </w:r>
      <w:r w:rsidRPr="00860C05">
        <w:rPr>
          <w:rFonts w:asciiTheme="minorHAnsi" w:hAnsiTheme="minorHAnsi" w:cstheme="minorHAnsi"/>
          <w:bCs/>
          <w:color w:val="3A3939" w:themeColor="background2" w:themeShade="BF"/>
          <w:sz w:val="20"/>
          <w:szCs w:val="20"/>
          <w:lang w:val="es-CO"/>
        </w:rPr>
        <w:t xml:space="preserve">Es el conjunto de vías terrestres vehiculares urbanas y rurales. </w:t>
      </w:r>
    </w:p>
    <w:p w14:paraId="600FEAFF" w14:textId="2C68A484" w:rsidR="007072E4" w:rsidRPr="00860C05" w:rsidRDefault="00F14108" w:rsidP="00551919">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eastAsia="es-CO"/>
        </w:rPr>
      </w:pPr>
      <w:r w:rsidRPr="00860C05">
        <w:rPr>
          <w:rFonts w:asciiTheme="minorHAnsi" w:hAnsiTheme="minorHAnsi" w:cstheme="minorHAnsi"/>
          <w:b/>
          <w:color w:val="3A3939" w:themeColor="background2" w:themeShade="BF"/>
          <w:sz w:val="20"/>
          <w:szCs w:val="20"/>
          <w:lang w:val="es-CO" w:eastAsia="es-CO"/>
        </w:rPr>
        <w:t>Reforzamiento Estructural:</w:t>
      </w:r>
      <w:r w:rsidRPr="00860C05">
        <w:rPr>
          <w:rFonts w:asciiTheme="minorHAnsi" w:hAnsiTheme="minorHAnsi" w:cstheme="minorHAnsi"/>
          <w:color w:val="3A3939" w:themeColor="background2" w:themeShade="BF"/>
          <w:sz w:val="20"/>
          <w:szCs w:val="20"/>
          <w:lang w:val="es-CO" w:eastAsia="es-CO"/>
        </w:rPr>
        <w:t xml:space="preserve"> es la adición de fuerza </w:t>
      </w:r>
      <w:r w:rsidR="007072E4" w:rsidRPr="00860C05">
        <w:rPr>
          <w:rFonts w:asciiTheme="minorHAnsi" w:hAnsiTheme="minorHAnsi" w:cstheme="minorHAnsi"/>
          <w:color w:val="3A3939" w:themeColor="background2" w:themeShade="BF"/>
          <w:sz w:val="20"/>
          <w:szCs w:val="20"/>
          <w:lang w:val="es-CO" w:eastAsia="es-CO"/>
        </w:rPr>
        <w:t xml:space="preserve">o capacidad de carga a un de elemento estructural que hace parte de un todo ya sea definido como superestructura, </w:t>
      </w:r>
      <w:proofErr w:type="gramStart"/>
      <w:r w:rsidR="007072E4" w:rsidRPr="00860C05">
        <w:rPr>
          <w:rFonts w:asciiTheme="minorHAnsi" w:hAnsiTheme="minorHAnsi" w:cstheme="minorHAnsi"/>
          <w:color w:val="3A3939" w:themeColor="background2" w:themeShade="BF"/>
          <w:sz w:val="20"/>
          <w:szCs w:val="20"/>
          <w:lang w:val="es-CO" w:eastAsia="es-CO"/>
        </w:rPr>
        <w:t>sub estructura</w:t>
      </w:r>
      <w:proofErr w:type="gramEnd"/>
      <w:r w:rsidR="007072E4" w:rsidRPr="00860C05">
        <w:rPr>
          <w:rFonts w:asciiTheme="minorHAnsi" w:hAnsiTheme="minorHAnsi" w:cstheme="minorHAnsi"/>
          <w:color w:val="3A3939" w:themeColor="background2" w:themeShade="BF"/>
          <w:sz w:val="20"/>
          <w:szCs w:val="20"/>
          <w:lang w:val="es-CO" w:eastAsia="es-CO"/>
        </w:rPr>
        <w:t xml:space="preserve"> o fundación.  Los ejemplos incluyen la colocación de barras de refuerzo de metal debidamente ancladas al elemento existente  en la forma establecida en los estudios y diseños antes de </w:t>
      </w:r>
      <w:r w:rsidR="007072E4" w:rsidRPr="00860C05">
        <w:rPr>
          <w:rFonts w:asciiTheme="minorHAnsi" w:hAnsiTheme="minorHAnsi" w:cstheme="minorHAnsi"/>
          <w:color w:val="3A3939" w:themeColor="background2" w:themeShade="BF"/>
          <w:sz w:val="20"/>
          <w:szCs w:val="20"/>
          <w:lang w:val="es-CO" w:eastAsia="es-CO"/>
        </w:rPr>
        <w:lastRenderedPageBreak/>
        <w:t>verter el hormigón; o colocar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 miento exterior de los elementos  requeridos.  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 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5DB71E17" w14:textId="77777777" w:rsidR="007072E4" w:rsidRPr="00860C05" w:rsidRDefault="007072E4" w:rsidP="00FB017A">
      <w:pPr>
        <w:pStyle w:val="Invias-VietaNumerada"/>
        <w:autoSpaceDE w:val="0"/>
        <w:autoSpaceDN w:val="0"/>
        <w:adjustRightInd w:val="0"/>
        <w:spacing w:before="120" w:after="240"/>
        <w:ind w:left="567"/>
        <w:rPr>
          <w:rFonts w:asciiTheme="minorHAnsi" w:hAnsiTheme="minorHAnsi" w:cstheme="minorHAnsi"/>
          <w:color w:val="3A3939" w:themeColor="background2" w:themeShade="BF"/>
          <w:sz w:val="20"/>
          <w:szCs w:val="20"/>
          <w:lang w:val="es-CO" w:eastAsia="es-CO"/>
        </w:rPr>
      </w:pPr>
      <w:r w:rsidRPr="00860C05">
        <w:rPr>
          <w:rFonts w:asciiTheme="minorHAnsi" w:hAnsiTheme="minorHAnsi" w:cstheme="minorHAnsi"/>
          <w:color w:val="3A3939" w:themeColor="background2" w:themeShade="BF"/>
          <w:sz w:val="20"/>
          <w:szCs w:val="20"/>
          <w:lang w:val="es-CO" w:eastAsia="es-CO"/>
        </w:rPr>
        <w:t>Esta actividad no implica actualizar la capacidad de carga de la estructura.</w:t>
      </w:r>
    </w:p>
    <w:p w14:paraId="550A3B69" w14:textId="77777777" w:rsidR="007072E4" w:rsidRPr="00860C05" w:rsidRDefault="007072E4" w:rsidP="00FB017A">
      <w:pPr>
        <w:pStyle w:val="Invias-VietaNumerada"/>
        <w:autoSpaceDE w:val="0"/>
        <w:autoSpaceDN w:val="0"/>
        <w:adjustRightInd w:val="0"/>
        <w:spacing w:before="120" w:after="240"/>
        <w:ind w:left="567"/>
        <w:rPr>
          <w:rFonts w:asciiTheme="minorHAnsi" w:hAnsiTheme="minorHAnsi" w:cstheme="minorHAnsi"/>
          <w:color w:val="3A3939" w:themeColor="background2" w:themeShade="BF"/>
          <w:sz w:val="20"/>
          <w:szCs w:val="20"/>
          <w:lang w:val="es-CO" w:eastAsia="es-CO"/>
        </w:rPr>
      </w:pPr>
      <w:r w:rsidRPr="00860C05">
        <w:rPr>
          <w:rFonts w:asciiTheme="minorHAnsi" w:hAnsiTheme="minorHAnsi" w:cstheme="minorHAnsi"/>
          <w:color w:val="3A3939" w:themeColor="background2" w:themeShade="BF"/>
          <w:sz w:val="20"/>
          <w:szCs w:val="20"/>
          <w:lang w:val="es-CO" w:eastAsia="es-CO"/>
        </w:rPr>
        <w:t>Estas actividades requieren del mantenimiento previo de los elementos estructurales.</w:t>
      </w:r>
    </w:p>
    <w:p w14:paraId="77309AB1" w14:textId="361F6F2E" w:rsidR="00F81D22" w:rsidRPr="00860C05" w:rsidRDefault="00F81D22" w:rsidP="00010486">
      <w:pPr>
        <w:pStyle w:val="Invias-VietaNumerada"/>
        <w:numPr>
          <w:ilvl w:val="1"/>
          <w:numId w:val="22"/>
        </w:numPr>
        <w:autoSpaceDE w:val="0"/>
        <w:autoSpaceDN w:val="0"/>
        <w:adjustRightInd w:val="0"/>
        <w:spacing w:before="120" w:after="240"/>
        <w:ind w:hanging="568"/>
        <w:rPr>
          <w:rFonts w:asciiTheme="minorHAnsi" w:hAnsiTheme="minorHAnsi" w:cstheme="minorHAnsi"/>
          <w:b/>
          <w:bCs/>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Reforzamiento </w:t>
      </w:r>
      <w:r w:rsidR="002D02A1" w:rsidRPr="00860C05">
        <w:rPr>
          <w:rFonts w:asciiTheme="minorHAnsi" w:hAnsiTheme="minorHAnsi" w:cstheme="minorHAnsi"/>
          <w:b/>
          <w:bCs/>
          <w:color w:val="3A3939" w:themeColor="background2" w:themeShade="BF"/>
          <w:sz w:val="20"/>
          <w:szCs w:val="20"/>
          <w:lang w:val="es-CO"/>
        </w:rPr>
        <w:t>E</w:t>
      </w:r>
      <w:r w:rsidRPr="00860C05">
        <w:rPr>
          <w:rFonts w:asciiTheme="minorHAnsi" w:hAnsiTheme="minorHAnsi" w:cstheme="minorHAnsi"/>
          <w:b/>
          <w:bCs/>
          <w:color w:val="3A3939" w:themeColor="background2" w:themeShade="BF"/>
          <w:sz w:val="20"/>
          <w:szCs w:val="20"/>
          <w:lang w:val="es-CO"/>
        </w:rPr>
        <w:t>structural</w:t>
      </w:r>
      <w:r w:rsidR="002D02A1" w:rsidRPr="00860C05">
        <w:rPr>
          <w:rFonts w:asciiTheme="minorHAnsi" w:hAnsiTheme="minorHAnsi" w:cstheme="minorHAnsi"/>
          <w:b/>
          <w:bCs/>
          <w:color w:val="3A3939" w:themeColor="background2" w:themeShade="BF"/>
          <w:sz w:val="20"/>
          <w:szCs w:val="20"/>
          <w:lang w:val="es-CO"/>
        </w:rPr>
        <w:t xml:space="preserve"> o Rehabilitación Estructural</w:t>
      </w:r>
      <w:r w:rsidR="00F14108" w:rsidRPr="00860C05">
        <w:rPr>
          <w:rFonts w:asciiTheme="minorHAnsi" w:hAnsiTheme="minorHAnsi" w:cstheme="minorHAnsi"/>
          <w:b/>
          <w:bCs/>
          <w:color w:val="3A3939" w:themeColor="background2" w:themeShade="BF"/>
          <w:sz w:val="20"/>
          <w:szCs w:val="20"/>
          <w:lang w:val="es-CO"/>
        </w:rPr>
        <w:t xml:space="preserve"> de puentes</w:t>
      </w:r>
      <w:r w:rsidRPr="00860C05">
        <w:rPr>
          <w:rFonts w:asciiTheme="minorHAnsi" w:hAnsiTheme="minorHAnsi" w:cstheme="minorHAnsi"/>
          <w:bCs/>
          <w:color w:val="3A3939" w:themeColor="background2" w:themeShade="BF"/>
          <w:sz w:val="20"/>
          <w:szCs w:val="20"/>
          <w:lang w:val="es-CO"/>
        </w:rPr>
        <w:t xml:space="preserve">: </w:t>
      </w:r>
      <w:r w:rsidR="002D02A1" w:rsidRPr="00860C05">
        <w:rPr>
          <w:rFonts w:asciiTheme="minorHAnsi" w:hAnsiTheme="minorHAnsi" w:cstheme="minorHAnsi"/>
          <w:bCs/>
          <w:color w:val="3A3939" w:themeColor="background2" w:themeShade="BF"/>
          <w:sz w:val="20"/>
          <w:szCs w:val="20"/>
          <w:lang w:val="es-CO"/>
        </w:rPr>
        <w:t xml:space="preserve">Son los trabajos de reparación con los cuales se pretende que los puentes aumenten su periodo de vida útil e incluyen la intervención de los elementos estructurales del puente. El reforzamiento abarca desde la rehabilitación del concreto degradado, la renovación de elementos, aumento de las secciones de los elementos, adición de refuerzo y </w:t>
      </w:r>
      <w:proofErr w:type="spellStart"/>
      <w:r w:rsidR="002D02A1" w:rsidRPr="00860C05">
        <w:rPr>
          <w:rFonts w:asciiTheme="minorHAnsi" w:hAnsiTheme="minorHAnsi" w:cstheme="minorHAnsi"/>
          <w:bCs/>
          <w:color w:val="3A3939" w:themeColor="background2" w:themeShade="BF"/>
          <w:sz w:val="20"/>
          <w:szCs w:val="20"/>
          <w:lang w:val="es-CO"/>
        </w:rPr>
        <w:t>postensionamientos</w:t>
      </w:r>
      <w:proofErr w:type="spellEnd"/>
      <w:r w:rsidR="002D02A1" w:rsidRPr="00860C05">
        <w:rPr>
          <w:rFonts w:asciiTheme="minorHAnsi" w:hAnsiTheme="minorHAnsi" w:cstheme="minorHAnsi"/>
          <w:bCs/>
          <w:color w:val="3A3939" w:themeColor="background2" w:themeShade="BF"/>
          <w:sz w:val="20"/>
          <w:szCs w:val="20"/>
          <w:lang w:val="es-CO"/>
        </w:rPr>
        <w:t xml:space="preserve"> externos.</w:t>
      </w:r>
    </w:p>
    <w:p w14:paraId="12F2C4AD" w14:textId="71D4EECE" w:rsidR="007072E4" w:rsidRPr="00860C05" w:rsidRDefault="007072E4" w:rsidP="007072E4">
      <w:pPr>
        <w:pStyle w:val="Invias-VietaNumerada"/>
        <w:numPr>
          <w:ilvl w:val="1"/>
          <w:numId w:val="22"/>
        </w:numPr>
        <w:autoSpaceDE w:val="0"/>
        <w:autoSpaceDN w:val="0"/>
        <w:adjustRightInd w:val="0"/>
        <w:spacing w:before="120" w:after="240"/>
        <w:ind w:hanging="568"/>
        <w:rPr>
          <w:rFonts w:asciiTheme="minorHAnsi" w:hAnsiTheme="minorHAnsi" w:cstheme="minorHAnsi"/>
          <w:b/>
          <w:bCs/>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Repotenciación estructural: </w:t>
      </w:r>
      <w:r w:rsidRPr="00860C05">
        <w:rPr>
          <w:rFonts w:asciiTheme="minorHAnsi" w:hAnsiTheme="minorHAnsi" w:cstheme="minorHAnsi"/>
          <w:bCs/>
          <w:color w:val="3A3939" w:themeColor="background2" w:themeShade="BF"/>
          <w:sz w:val="20"/>
          <w:szCs w:val="20"/>
          <w:lang w:val="es-CO"/>
        </w:rPr>
        <w:t>Es el reforzamiento del conjunto de elementos estructurales de tal forma, que se pueda adicionar la capacidad de la estructura mediante procesos constructivos que garanticen el aumento de la capacidad para la cual fue diseñada inicialmente.  En el caso específico de los puentes involucra la actualización de cargas por el nuevo camión de diseño según lo establecido en el Código Colombiano de diseño sísmico de puentes – sección A.3.4 CARGA VIVA. y/o la necesidad de adosar nuevos elementos (involucran nuevas cargas) para realizar ampliación del tablero y/o añadir pasos de tuberías y/o redes de servicios públicos o cualquier otro requerimiento de carga que no se encontraba previsto en el diseño inicial de la estructura.  Por ende</w:t>
      </w:r>
      <w:r w:rsidR="003C39D9" w:rsidRPr="00860C05">
        <w:rPr>
          <w:rFonts w:asciiTheme="minorHAnsi" w:hAnsiTheme="minorHAnsi" w:cstheme="minorHAnsi"/>
          <w:bCs/>
          <w:color w:val="3A3939" w:themeColor="background2" w:themeShade="BF"/>
          <w:sz w:val="20"/>
          <w:szCs w:val="20"/>
          <w:lang w:val="es-CO"/>
        </w:rPr>
        <w:t>,</w:t>
      </w:r>
      <w:r w:rsidRPr="00860C05">
        <w:rPr>
          <w:rFonts w:asciiTheme="minorHAnsi" w:hAnsiTheme="minorHAnsi" w:cstheme="minorHAnsi"/>
          <w:bCs/>
          <w:color w:val="3A3939" w:themeColor="background2" w:themeShade="BF"/>
          <w:sz w:val="20"/>
          <w:szCs w:val="20"/>
          <w:lang w:val="es-CO"/>
        </w:rPr>
        <w:t xml:space="preserve"> no involucra el componente sísmico.</w:t>
      </w:r>
    </w:p>
    <w:p w14:paraId="54E9E454" w14:textId="066FCA10" w:rsidR="007072E4" w:rsidRPr="00860C05" w:rsidRDefault="007072E4" w:rsidP="00FB017A">
      <w:pPr>
        <w:pStyle w:val="Invias-VietaNumerada"/>
        <w:autoSpaceDE w:val="0"/>
        <w:autoSpaceDN w:val="0"/>
        <w:adjustRightInd w:val="0"/>
        <w:spacing w:before="120" w:after="240"/>
        <w:rPr>
          <w:rFonts w:asciiTheme="minorHAnsi" w:hAnsiTheme="minorHAnsi" w:cstheme="minorHAnsi"/>
          <w:bCs/>
          <w:color w:val="3A3939" w:themeColor="background2" w:themeShade="BF"/>
          <w:sz w:val="20"/>
          <w:szCs w:val="20"/>
          <w:lang w:val="es-CO"/>
        </w:rPr>
      </w:pPr>
      <w:r w:rsidRPr="00860C05">
        <w:rPr>
          <w:rFonts w:asciiTheme="minorHAnsi" w:hAnsiTheme="minorHAnsi" w:cstheme="minorHAnsi"/>
          <w:bCs/>
          <w:color w:val="3A3939" w:themeColor="background2" w:themeShade="BF"/>
          <w:sz w:val="20"/>
          <w:szCs w:val="20"/>
          <w:lang w:val="es-CO"/>
        </w:rPr>
        <w:t>Estas actividades requieren del mantenimiento previo de los elementos estructurales.</w:t>
      </w:r>
    </w:p>
    <w:p w14:paraId="1037F5B1" w14:textId="63050AC7" w:rsidR="00B907B0" w:rsidRPr="00860C05" w:rsidRDefault="00B907B0" w:rsidP="00B907B0">
      <w:pPr>
        <w:pStyle w:val="Invias-VietaNumerada"/>
        <w:numPr>
          <w:ilvl w:val="1"/>
          <w:numId w:val="22"/>
        </w:numPr>
        <w:autoSpaceDE w:val="0"/>
        <w:autoSpaceDN w:val="0"/>
        <w:adjustRightInd w:val="0"/>
        <w:spacing w:before="120" w:after="240"/>
        <w:ind w:hanging="568"/>
        <w:rPr>
          <w:rFonts w:asciiTheme="minorHAnsi" w:hAnsiTheme="minorHAnsi" w:cstheme="minorHAnsi"/>
          <w:bCs/>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Sardinel</w:t>
      </w:r>
      <w:r w:rsidR="00172E05" w:rsidRPr="00860C05">
        <w:rPr>
          <w:rFonts w:asciiTheme="minorHAnsi" w:hAnsiTheme="minorHAnsi" w:cstheme="minorHAnsi"/>
          <w:b/>
          <w:bCs/>
          <w:color w:val="3A3939" w:themeColor="background2" w:themeShade="BF"/>
          <w:sz w:val="20"/>
          <w:szCs w:val="20"/>
          <w:lang w:val="es-CO"/>
        </w:rPr>
        <w:t xml:space="preserve"> o Bordillo</w:t>
      </w:r>
      <w:r w:rsidRPr="00860C05">
        <w:rPr>
          <w:rFonts w:asciiTheme="minorHAnsi" w:hAnsiTheme="minorHAnsi" w:cstheme="minorHAnsi"/>
          <w:b/>
          <w:bCs/>
          <w:color w:val="3A3939" w:themeColor="background2" w:themeShade="BF"/>
          <w:sz w:val="20"/>
          <w:szCs w:val="20"/>
          <w:lang w:val="es-CO"/>
        </w:rPr>
        <w:t xml:space="preserve">: </w:t>
      </w:r>
      <w:r w:rsidRPr="00860C05">
        <w:rPr>
          <w:rFonts w:asciiTheme="minorHAnsi" w:hAnsiTheme="minorHAnsi" w:cstheme="minorHAnsi"/>
          <w:bCs/>
          <w:color w:val="3A3939" w:themeColor="background2" w:themeShade="BF"/>
          <w:sz w:val="20"/>
          <w:szCs w:val="20"/>
          <w:lang w:val="es-CO"/>
        </w:rPr>
        <w:t>Elemento que separa una calzada del andén o del separador de una vía.</w:t>
      </w:r>
    </w:p>
    <w:p w14:paraId="48D1A247" w14:textId="5117918F" w:rsidR="00010486" w:rsidRPr="00860C05" w:rsidRDefault="00010486" w:rsidP="00010486">
      <w:pPr>
        <w:pStyle w:val="Invias-VietaNumerada"/>
        <w:numPr>
          <w:ilvl w:val="1"/>
          <w:numId w:val="22"/>
        </w:numPr>
        <w:autoSpaceDE w:val="0"/>
        <w:autoSpaceDN w:val="0"/>
        <w:adjustRightInd w:val="0"/>
        <w:spacing w:before="120" w:after="240"/>
        <w:ind w:hanging="568"/>
        <w:rPr>
          <w:rFonts w:asciiTheme="minorHAnsi" w:hAnsiTheme="minorHAnsi" w:cstheme="minorHAnsi"/>
          <w:bCs/>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Sede Férrea</w:t>
      </w:r>
      <w:r w:rsidR="00B654D0" w:rsidRPr="00860C05">
        <w:rPr>
          <w:rFonts w:asciiTheme="minorHAnsi" w:hAnsiTheme="minorHAnsi" w:cstheme="minorHAnsi"/>
          <w:b/>
          <w:color w:val="3A3939" w:themeColor="background2" w:themeShade="BF"/>
          <w:sz w:val="20"/>
          <w:szCs w:val="20"/>
          <w:lang w:val="es-CO"/>
        </w:rPr>
        <w:t xml:space="preserve">: </w:t>
      </w:r>
      <w:r w:rsidR="00B654D0" w:rsidRPr="00860C05">
        <w:rPr>
          <w:rFonts w:asciiTheme="minorHAnsi" w:hAnsiTheme="minorHAnsi" w:cstheme="minorHAnsi"/>
          <w:color w:val="3A3939" w:themeColor="background2" w:themeShade="BF"/>
          <w:sz w:val="20"/>
          <w:szCs w:val="20"/>
          <w:lang w:val="es-CO" w:eastAsia="es-CO"/>
        </w:rPr>
        <w:t xml:space="preserve">Inmueble caracterizado por contener en un solo predio, edificios de </w:t>
      </w:r>
      <w:r w:rsidR="00B654D0" w:rsidRPr="00860C05">
        <w:rPr>
          <w:rFonts w:asciiTheme="minorHAnsi" w:hAnsiTheme="minorHAnsi" w:cstheme="minorHAnsi"/>
          <w:b/>
          <w:color w:val="3A3939" w:themeColor="background2" w:themeShade="BF"/>
          <w:sz w:val="20"/>
          <w:szCs w:val="20"/>
          <w:lang w:val="es-CO" w:eastAsia="es-CO"/>
        </w:rPr>
        <w:t xml:space="preserve">servicio, </w:t>
      </w:r>
      <w:r w:rsidR="00B654D0" w:rsidRPr="00860C05">
        <w:rPr>
          <w:rFonts w:asciiTheme="minorHAnsi" w:hAnsiTheme="minorHAnsi" w:cstheme="minorHAnsi"/>
          <w:color w:val="3A3939" w:themeColor="background2" w:themeShade="BF"/>
          <w:sz w:val="20"/>
          <w:szCs w:val="20"/>
          <w:lang w:val="es-CO" w:eastAsia="es-CO"/>
        </w:rPr>
        <w:t>mantenimiento y operación ferroviaria, dentro los que pueden estar, estación de pasajeros, talleres férreos, campamentos, bodegas entre otros.</w:t>
      </w:r>
    </w:p>
    <w:p w14:paraId="2D4B4833" w14:textId="32195469" w:rsidR="009D4952" w:rsidRPr="00860C05" w:rsidRDefault="00FB1B3F" w:rsidP="00010486">
      <w:pPr>
        <w:pStyle w:val="Invias-VietaNumerada"/>
        <w:numPr>
          <w:ilvl w:val="1"/>
          <w:numId w:val="22"/>
        </w:numPr>
        <w:autoSpaceDE w:val="0"/>
        <w:autoSpaceDN w:val="0"/>
        <w:adjustRightInd w:val="0"/>
        <w:spacing w:before="120" w:after="240"/>
        <w:ind w:hanging="568"/>
        <w:rPr>
          <w:rFonts w:asciiTheme="minorHAnsi" w:hAnsiTheme="minorHAnsi" w:cstheme="minorHAnsi"/>
          <w:bCs/>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Señalización</w:t>
      </w:r>
      <w:r w:rsidR="004C29C0" w:rsidRPr="00860C05">
        <w:rPr>
          <w:rFonts w:asciiTheme="minorHAnsi" w:hAnsiTheme="minorHAnsi" w:cstheme="minorHAnsi"/>
          <w:b/>
          <w:bCs/>
          <w:color w:val="3A3939" w:themeColor="background2" w:themeShade="BF"/>
          <w:sz w:val="20"/>
          <w:szCs w:val="20"/>
          <w:lang w:val="es-CO"/>
        </w:rPr>
        <w:t xml:space="preserve">: </w:t>
      </w:r>
      <w:r w:rsidR="004C29C0" w:rsidRPr="00860C05">
        <w:rPr>
          <w:rFonts w:asciiTheme="minorHAnsi" w:hAnsiTheme="minorHAnsi" w:cstheme="minorHAnsi"/>
          <w:color w:val="3A3939" w:themeColor="background2" w:themeShade="BF"/>
          <w:sz w:val="20"/>
          <w:szCs w:val="20"/>
          <w:lang w:val="es-CO" w:eastAsia="es-CO"/>
        </w:rPr>
        <w:t xml:space="preserve">Conjunto de señales destinado a regular el tránsito. Dichas señales pueden ser </w:t>
      </w:r>
      <w:r w:rsidR="009E7C8C" w:rsidRPr="00860C05">
        <w:rPr>
          <w:rFonts w:asciiTheme="minorHAnsi" w:hAnsiTheme="minorHAnsi" w:cstheme="minorHAnsi"/>
          <w:color w:val="3A3939" w:themeColor="background2" w:themeShade="BF"/>
          <w:sz w:val="20"/>
          <w:szCs w:val="20"/>
          <w:lang w:val="es-CO" w:eastAsia="es-CO"/>
        </w:rPr>
        <w:t>señales verticales</w:t>
      </w:r>
      <w:r w:rsidR="004C29C0" w:rsidRPr="00860C05">
        <w:rPr>
          <w:rFonts w:asciiTheme="minorHAnsi" w:hAnsiTheme="minorHAnsi" w:cstheme="minorHAnsi"/>
          <w:color w:val="3A3939" w:themeColor="background2" w:themeShade="BF"/>
          <w:sz w:val="20"/>
          <w:szCs w:val="20"/>
          <w:lang w:val="es-CO" w:eastAsia="es-CO"/>
        </w:rPr>
        <w:t> y señalización horizontal o demarcaciones.</w:t>
      </w:r>
    </w:p>
    <w:p w14:paraId="3C1D8E2A" w14:textId="7B7516B2" w:rsidR="009D4952" w:rsidRPr="00860C05" w:rsidRDefault="009D4952" w:rsidP="00010486">
      <w:pPr>
        <w:pStyle w:val="Invias-VietaNumerada"/>
        <w:numPr>
          <w:ilvl w:val="1"/>
          <w:numId w:val="22"/>
        </w:numPr>
        <w:autoSpaceDE w:val="0"/>
        <w:autoSpaceDN w:val="0"/>
        <w:adjustRightInd w:val="0"/>
        <w:spacing w:before="120" w:after="240"/>
        <w:ind w:hanging="568"/>
        <w:rPr>
          <w:rFonts w:asciiTheme="minorHAnsi" w:hAnsiTheme="minorHAnsi" w:cstheme="minorHAnsi"/>
          <w:bCs/>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Señalización Vertical</w:t>
      </w:r>
      <w:r w:rsidR="004C29C0" w:rsidRPr="00860C05">
        <w:rPr>
          <w:rFonts w:asciiTheme="minorHAnsi" w:hAnsiTheme="minorHAnsi" w:cstheme="minorHAnsi"/>
          <w:b/>
          <w:bCs/>
          <w:color w:val="3A3939" w:themeColor="background2" w:themeShade="BF"/>
          <w:sz w:val="20"/>
          <w:szCs w:val="20"/>
          <w:lang w:val="es-CO"/>
        </w:rPr>
        <w:t xml:space="preserve">: </w:t>
      </w:r>
      <w:r w:rsidR="004C29C0" w:rsidRPr="00860C05">
        <w:rPr>
          <w:rFonts w:asciiTheme="minorHAnsi" w:hAnsiTheme="minorHAnsi" w:cstheme="minorHAnsi"/>
          <w:color w:val="3A3939" w:themeColor="background2" w:themeShade="BF"/>
          <w:sz w:val="20"/>
          <w:szCs w:val="20"/>
          <w:lang w:val="es-CO" w:eastAsia="es-CO"/>
        </w:rPr>
        <w:t xml:space="preserve">Dispositivos físicos que indican la forma correcta como deben transitar los usuarios de las vías; se instalan para transmitir </w:t>
      </w:r>
      <w:r w:rsidR="009E7C8C" w:rsidRPr="00860C05">
        <w:rPr>
          <w:rFonts w:asciiTheme="minorHAnsi" w:hAnsiTheme="minorHAnsi" w:cstheme="minorHAnsi"/>
          <w:color w:val="3A3939" w:themeColor="background2" w:themeShade="BF"/>
          <w:sz w:val="20"/>
          <w:szCs w:val="20"/>
          <w:lang w:val="es-CO" w:eastAsia="es-CO"/>
        </w:rPr>
        <w:t>órdenes</w:t>
      </w:r>
      <w:r w:rsidR="004C29C0" w:rsidRPr="00860C05">
        <w:rPr>
          <w:rFonts w:asciiTheme="minorHAnsi" w:hAnsiTheme="minorHAnsi" w:cstheme="minorHAnsi"/>
          <w:color w:val="3A3939" w:themeColor="background2" w:themeShade="BF"/>
          <w:sz w:val="20"/>
          <w:szCs w:val="20"/>
          <w:lang w:val="es-CO" w:eastAsia="es-CO"/>
        </w:rPr>
        <w:t xml:space="preserve"> o instrucciones mediante palabras o símbolos. </w:t>
      </w:r>
      <w:r w:rsidRPr="00860C05">
        <w:rPr>
          <w:rFonts w:asciiTheme="minorHAnsi" w:hAnsiTheme="minorHAnsi" w:cstheme="minorHAnsi"/>
          <w:b/>
          <w:bCs/>
          <w:color w:val="3A3939" w:themeColor="background2" w:themeShade="BF"/>
          <w:sz w:val="20"/>
          <w:szCs w:val="20"/>
          <w:lang w:val="es-CO"/>
        </w:rPr>
        <w:t xml:space="preserve"> </w:t>
      </w:r>
    </w:p>
    <w:p w14:paraId="678E2ABC" w14:textId="28205F63" w:rsidR="00B907B0" w:rsidRPr="00860C05" w:rsidRDefault="00B907B0" w:rsidP="007F2D45">
      <w:pPr>
        <w:pStyle w:val="Invias-VietaNumerada"/>
        <w:numPr>
          <w:ilvl w:val="1"/>
          <w:numId w:val="22"/>
        </w:numPr>
        <w:autoSpaceDE w:val="0"/>
        <w:autoSpaceDN w:val="0"/>
        <w:adjustRightInd w:val="0"/>
        <w:spacing w:before="120" w:after="240"/>
        <w:ind w:hanging="568"/>
        <w:rPr>
          <w:rFonts w:asciiTheme="minorHAnsi" w:hAnsiTheme="minorHAnsi" w:cstheme="minorHAnsi"/>
          <w:b/>
          <w:bCs/>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 xml:space="preserve">Separador: </w:t>
      </w:r>
      <w:r w:rsidRPr="00860C05">
        <w:rPr>
          <w:rFonts w:asciiTheme="minorHAnsi" w:hAnsiTheme="minorHAnsi" w:cstheme="minorHAnsi"/>
          <w:color w:val="3A3939" w:themeColor="background2" w:themeShade="BF"/>
          <w:sz w:val="20"/>
          <w:szCs w:val="20"/>
          <w:lang w:val="es-CO" w:eastAsia="es-CO"/>
        </w:rPr>
        <w:t xml:space="preserve">Franja de una vía dispuesta en forma longitudinal y paralela al eje de </w:t>
      </w:r>
      <w:proofErr w:type="gramStart"/>
      <w:r w:rsidRPr="00860C05">
        <w:rPr>
          <w:rFonts w:asciiTheme="minorHAnsi" w:hAnsiTheme="minorHAnsi" w:cstheme="minorHAnsi"/>
          <w:color w:val="3A3939" w:themeColor="background2" w:themeShade="BF"/>
          <w:sz w:val="20"/>
          <w:szCs w:val="20"/>
          <w:lang w:val="es-CO" w:eastAsia="es-CO"/>
        </w:rPr>
        <w:t>la misma</w:t>
      </w:r>
      <w:proofErr w:type="gramEnd"/>
      <w:r w:rsidRPr="00860C05">
        <w:rPr>
          <w:rFonts w:asciiTheme="minorHAnsi" w:hAnsiTheme="minorHAnsi" w:cstheme="minorHAnsi"/>
          <w:color w:val="3A3939" w:themeColor="background2" w:themeShade="BF"/>
          <w:sz w:val="20"/>
          <w:szCs w:val="20"/>
          <w:lang w:val="es-CO" w:eastAsia="es-CO"/>
        </w:rPr>
        <w:t>, que separa y canaliza flujos de circulación. Pueden ser centrales y laterales o intermedios.</w:t>
      </w:r>
    </w:p>
    <w:p w14:paraId="1926BC27" w14:textId="10C819B0" w:rsidR="007F2D45" w:rsidRPr="00860C05" w:rsidRDefault="00F83CA3" w:rsidP="007F2D45">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lastRenderedPageBreak/>
        <w:t>Subsistema Vial:</w:t>
      </w:r>
      <w:r w:rsidRPr="00860C05">
        <w:rPr>
          <w:rFonts w:asciiTheme="minorHAnsi" w:hAnsiTheme="minorHAnsi" w:cstheme="minorHAnsi"/>
          <w:color w:val="3A3939" w:themeColor="background2" w:themeShade="BF"/>
          <w:sz w:val="20"/>
          <w:szCs w:val="20"/>
          <w:lang w:val="es-CO"/>
        </w:rPr>
        <w:t xml:space="preserve"> Es uno de los subsistemas que compone e</w:t>
      </w:r>
      <w:r w:rsidR="000C763A" w:rsidRPr="00860C05">
        <w:rPr>
          <w:rFonts w:asciiTheme="minorHAnsi" w:hAnsiTheme="minorHAnsi" w:cstheme="minorHAnsi"/>
          <w:color w:val="3A3939" w:themeColor="background2" w:themeShade="BF"/>
          <w:sz w:val="20"/>
          <w:szCs w:val="20"/>
          <w:lang w:val="es-CO"/>
        </w:rPr>
        <w:t>l sistema de movilidad</w:t>
      </w:r>
      <w:r w:rsidRPr="00860C05">
        <w:rPr>
          <w:rFonts w:asciiTheme="minorHAnsi" w:hAnsiTheme="minorHAnsi" w:cstheme="minorHAnsi"/>
          <w:color w:val="3A3939" w:themeColor="background2" w:themeShade="BF"/>
          <w:sz w:val="20"/>
          <w:szCs w:val="20"/>
          <w:lang w:val="es-CO"/>
        </w:rPr>
        <w:t xml:space="preserve"> y que está a su vez conformado </w:t>
      </w:r>
      <w:r w:rsidR="000C763A" w:rsidRPr="00860C05">
        <w:rPr>
          <w:rFonts w:asciiTheme="minorHAnsi" w:hAnsiTheme="minorHAnsi" w:cstheme="minorHAnsi"/>
          <w:color w:val="3A3939" w:themeColor="background2" w:themeShade="BF"/>
          <w:sz w:val="20"/>
          <w:szCs w:val="20"/>
          <w:lang w:val="es-CO"/>
        </w:rPr>
        <w:t>por los siguientes componentes:</w:t>
      </w:r>
      <w:r w:rsidRPr="00860C05">
        <w:rPr>
          <w:rFonts w:asciiTheme="minorHAnsi" w:hAnsiTheme="minorHAnsi" w:cstheme="minorHAnsi"/>
          <w:color w:val="3A3939" w:themeColor="background2" w:themeShade="BF"/>
          <w:sz w:val="20"/>
          <w:szCs w:val="20"/>
          <w:lang w:val="es-CO"/>
        </w:rPr>
        <w:t xml:space="preserve"> </w:t>
      </w:r>
      <w:r w:rsidR="000C763A" w:rsidRPr="00860C05">
        <w:rPr>
          <w:rFonts w:asciiTheme="minorHAnsi" w:hAnsiTheme="minorHAnsi" w:cstheme="minorHAnsi"/>
          <w:color w:val="3A3939" w:themeColor="background2" w:themeShade="BF"/>
          <w:sz w:val="20"/>
          <w:szCs w:val="20"/>
          <w:lang w:val="es-CO"/>
        </w:rPr>
        <w:t>Malla vial arterial</w:t>
      </w:r>
      <w:r w:rsidRPr="00860C05">
        <w:rPr>
          <w:rFonts w:asciiTheme="minorHAnsi" w:hAnsiTheme="minorHAnsi" w:cstheme="minorHAnsi"/>
          <w:color w:val="3A3939" w:themeColor="background2" w:themeShade="BF"/>
          <w:sz w:val="20"/>
          <w:szCs w:val="20"/>
          <w:lang w:val="es-CO"/>
        </w:rPr>
        <w:t>, malla vial intermedia, malla vial local, alamedas y pasos peatonales, r</w:t>
      </w:r>
      <w:r w:rsidR="000C763A" w:rsidRPr="00860C05">
        <w:rPr>
          <w:rFonts w:asciiTheme="minorHAnsi" w:hAnsiTheme="minorHAnsi" w:cstheme="minorHAnsi"/>
          <w:color w:val="3A3939" w:themeColor="background2" w:themeShade="BF"/>
          <w:sz w:val="20"/>
          <w:szCs w:val="20"/>
          <w:lang w:val="es-CO"/>
        </w:rPr>
        <w:t>ed de ciclorrutas y corredores de movilidad local</w:t>
      </w:r>
      <w:r w:rsidRPr="00860C05">
        <w:rPr>
          <w:rFonts w:asciiTheme="minorHAnsi" w:hAnsiTheme="minorHAnsi" w:cstheme="minorHAnsi"/>
          <w:color w:val="3A3939" w:themeColor="background2" w:themeShade="BF"/>
          <w:sz w:val="20"/>
          <w:szCs w:val="20"/>
          <w:lang w:val="es-CO"/>
        </w:rPr>
        <w:t>, m</w:t>
      </w:r>
      <w:r w:rsidR="000C763A" w:rsidRPr="00860C05">
        <w:rPr>
          <w:rFonts w:asciiTheme="minorHAnsi" w:hAnsiTheme="minorHAnsi" w:cstheme="minorHAnsi"/>
          <w:color w:val="3A3939" w:themeColor="background2" w:themeShade="BF"/>
          <w:sz w:val="20"/>
          <w:szCs w:val="20"/>
          <w:lang w:val="es-CO"/>
        </w:rPr>
        <w:t xml:space="preserve">alla </w:t>
      </w:r>
      <w:r w:rsidRPr="00860C05">
        <w:rPr>
          <w:rFonts w:asciiTheme="minorHAnsi" w:hAnsiTheme="minorHAnsi" w:cstheme="minorHAnsi"/>
          <w:color w:val="3A3939" w:themeColor="background2" w:themeShade="BF"/>
          <w:sz w:val="20"/>
          <w:szCs w:val="20"/>
          <w:lang w:val="es-CO"/>
        </w:rPr>
        <w:t>vial rural.</w:t>
      </w:r>
    </w:p>
    <w:p w14:paraId="0AEBB9F2" w14:textId="033C9AB2" w:rsidR="00010486" w:rsidRPr="00860C05" w:rsidRDefault="00010486" w:rsidP="00010486">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Taller Férreo</w:t>
      </w:r>
      <w:r w:rsidR="007F2D45" w:rsidRPr="00860C05">
        <w:rPr>
          <w:rFonts w:asciiTheme="minorHAnsi" w:hAnsiTheme="minorHAnsi" w:cstheme="minorHAnsi"/>
          <w:b/>
          <w:color w:val="3A3939" w:themeColor="background2" w:themeShade="BF"/>
          <w:sz w:val="20"/>
          <w:szCs w:val="20"/>
          <w:lang w:val="es-CO"/>
        </w:rPr>
        <w:t xml:space="preserve">: </w:t>
      </w:r>
      <w:r w:rsidR="007F2D45" w:rsidRPr="00860C05">
        <w:rPr>
          <w:rFonts w:asciiTheme="minorHAnsi" w:hAnsiTheme="minorHAnsi" w:cstheme="minorHAnsi"/>
          <w:color w:val="3A3939" w:themeColor="background2" w:themeShade="BF"/>
          <w:sz w:val="20"/>
          <w:szCs w:val="20"/>
          <w:lang w:val="es-CO" w:eastAsia="es-CO"/>
        </w:rPr>
        <w:t>Edificio o edificios especializados para la atención y mantenimiento de los diferentes componentes de un sistema ferroviario, dentro de los que están el material rodante y los diferentes equipos eléctricos y electromecánicos.</w:t>
      </w:r>
    </w:p>
    <w:p w14:paraId="10493742" w14:textId="22A52F6B" w:rsidR="001E2692" w:rsidRPr="00860C05" w:rsidRDefault="00844748" w:rsidP="00010486">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Tráfico</w:t>
      </w:r>
      <w:r w:rsidR="007072E4" w:rsidRPr="00860C05">
        <w:rPr>
          <w:rFonts w:asciiTheme="minorHAnsi" w:hAnsiTheme="minorHAnsi" w:cstheme="minorHAnsi"/>
          <w:b/>
          <w:color w:val="3A3939" w:themeColor="background2" w:themeShade="BF"/>
          <w:sz w:val="20"/>
          <w:szCs w:val="20"/>
          <w:lang w:val="es-CO"/>
        </w:rPr>
        <w:t xml:space="preserve"> o tránsito </w:t>
      </w:r>
      <w:r w:rsidRPr="00860C05">
        <w:rPr>
          <w:rFonts w:asciiTheme="minorHAnsi" w:hAnsiTheme="minorHAnsi" w:cstheme="minorHAnsi"/>
          <w:b/>
          <w:color w:val="3A3939" w:themeColor="background2" w:themeShade="BF"/>
          <w:sz w:val="20"/>
          <w:szCs w:val="20"/>
          <w:lang w:val="es-CO"/>
        </w:rPr>
        <w:t>vehicular</w:t>
      </w:r>
      <w:r w:rsidRPr="00860C05">
        <w:rPr>
          <w:rFonts w:asciiTheme="minorHAnsi" w:hAnsiTheme="minorHAnsi" w:cstheme="minorHAnsi"/>
          <w:color w:val="3A3939" w:themeColor="background2" w:themeShade="BF"/>
          <w:sz w:val="20"/>
          <w:szCs w:val="20"/>
          <w:lang w:val="es-CO"/>
        </w:rPr>
        <w:t>:</w:t>
      </w:r>
      <w:r w:rsidR="001E2692" w:rsidRPr="00860C05">
        <w:rPr>
          <w:rFonts w:asciiTheme="minorHAnsi" w:hAnsiTheme="minorHAnsi" w:cstheme="minorHAnsi"/>
          <w:color w:val="3A3939" w:themeColor="background2" w:themeShade="BF"/>
          <w:sz w:val="20"/>
          <w:szCs w:val="20"/>
          <w:lang w:val="es-CO"/>
        </w:rPr>
        <w:t xml:space="preserve"> Es el Volumen d</w:t>
      </w:r>
      <w:r w:rsidR="007072E4" w:rsidRPr="00860C05">
        <w:rPr>
          <w:rFonts w:asciiTheme="minorHAnsi" w:hAnsiTheme="minorHAnsi" w:cstheme="minorHAnsi"/>
          <w:color w:val="3A3939" w:themeColor="background2" w:themeShade="BF"/>
          <w:sz w:val="20"/>
          <w:szCs w:val="20"/>
          <w:lang w:val="es-CO"/>
        </w:rPr>
        <w:t>e vehículos que circulan por un punto especifico de</w:t>
      </w:r>
      <w:r w:rsidR="001E2692" w:rsidRPr="00860C05">
        <w:rPr>
          <w:rFonts w:asciiTheme="minorHAnsi" w:hAnsiTheme="minorHAnsi" w:cstheme="minorHAnsi"/>
          <w:color w:val="3A3939" w:themeColor="background2" w:themeShade="BF"/>
          <w:sz w:val="20"/>
          <w:szCs w:val="20"/>
          <w:lang w:val="es-CO"/>
        </w:rPr>
        <w:t xml:space="preserve"> infraestructura de transporte periódicamente o en un periodo de tiempo</w:t>
      </w:r>
      <w:r w:rsidR="007072E4" w:rsidRPr="00860C05">
        <w:rPr>
          <w:rFonts w:asciiTheme="minorHAnsi" w:hAnsiTheme="minorHAnsi" w:cstheme="minorHAnsi"/>
          <w:color w:val="3A3939" w:themeColor="background2" w:themeShade="BF"/>
          <w:sz w:val="20"/>
          <w:szCs w:val="20"/>
          <w:lang w:val="es-CO"/>
        </w:rPr>
        <w:t xml:space="preserve"> determinado</w:t>
      </w:r>
      <w:r w:rsidR="001E2692" w:rsidRPr="00860C05">
        <w:rPr>
          <w:rFonts w:asciiTheme="minorHAnsi" w:hAnsiTheme="minorHAnsi" w:cstheme="minorHAnsi"/>
          <w:color w:val="3A3939" w:themeColor="background2" w:themeShade="BF"/>
          <w:sz w:val="20"/>
          <w:szCs w:val="20"/>
          <w:lang w:val="es-CO"/>
        </w:rPr>
        <w:t xml:space="preserve">. </w:t>
      </w:r>
    </w:p>
    <w:p w14:paraId="63D9973F" w14:textId="77777777" w:rsidR="00D407B7" w:rsidRPr="00860C05" w:rsidRDefault="001E2692" w:rsidP="00010486">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Vehículo</w:t>
      </w:r>
      <w:r w:rsidRPr="00860C05">
        <w:rPr>
          <w:rFonts w:asciiTheme="minorHAnsi" w:hAnsiTheme="minorHAnsi" w:cstheme="minorHAnsi"/>
          <w:color w:val="3A3939" w:themeColor="background2" w:themeShade="BF"/>
          <w:sz w:val="20"/>
          <w:szCs w:val="20"/>
          <w:lang w:val="es-CO"/>
        </w:rPr>
        <w:t>: Es todo aparato montado sobre ruedas que permite el transporte de personas, animales o cosas de un punto a otro por vía terrestre pública o privada abierta al público.</w:t>
      </w:r>
    </w:p>
    <w:p w14:paraId="2D8C3589" w14:textId="77777777" w:rsidR="00D407B7" w:rsidRPr="00860C05" w:rsidRDefault="00D407B7" w:rsidP="00010486">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bCs/>
          <w:color w:val="3A3939" w:themeColor="background2" w:themeShade="BF"/>
          <w:sz w:val="20"/>
          <w:szCs w:val="20"/>
          <w:lang w:val="es-CO"/>
        </w:rPr>
        <w:t>Vías:</w:t>
      </w:r>
      <w:r w:rsidRPr="00860C05">
        <w:rPr>
          <w:rFonts w:asciiTheme="minorHAnsi" w:hAnsiTheme="minorHAnsi" w:cstheme="minorHAnsi"/>
          <w:color w:val="3A3939" w:themeColor="background2" w:themeShade="BF"/>
          <w:sz w:val="20"/>
          <w:szCs w:val="20"/>
          <w:lang w:val="es-CO"/>
        </w:rPr>
        <w:t xml:space="preserve"> Es la zona de la vía destinada a la circulación de vehículos, se define como franja de uso público o privado, abierta al público, destinada al tránsito de vehículos, personas y animales.</w:t>
      </w:r>
    </w:p>
    <w:p w14:paraId="76EEA6F4" w14:textId="26BBF36E" w:rsidR="00FB1B3F" w:rsidRPr="00860C05" w:rsidRDefault="00D407B7" w:rsidP="00010486">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Vías Férreas</w:t>
      </w:r>
      <w:r w:rsidR="0074150D" w:rsidRPr="00860C05">
        <w:rPr>
          <w:rFonts w:asciiTheme="minorHAnsi" w:hAnsiTheme="minorHAnsi" w:cstheme="minorHAnsi"/>
          <w:b/>
          <w:color w:val="3A3939" w:themeColor="background2" w:themeShade="BF"/>
          <w:sz w:val="20"/>
          <w:szCs w:val="20"/>
          <w:lang w:val="es-CO"/>
        </w:rPr>
        <w:t xml:space="preserve"> y/o Corredores </w:t>
      </w:r>
      <w:r w:rsidR="009E7C8C" w:rsidRPr="00860C05">
        <w:rPr>
          <w:rFonts w:asciiTheme="minorHAnsi" w:hAnsiTheme="minorHAnsi" w:cstheme="minorHAnsi"/>
          <w:b/>
          <w:color w:val="3A3939" w:themeColor="background2" w:themeShade="BF"/>
          <w:sz w:val="20"/>
          <w:szCs w:val="20"/>
          <w:lang w:val="es-CO"/>
        </w:rPr>
        <w:t>Férreos</w:t>
      </w:r>
      <w:r w:rsidRPr="00860C05">
        <w:rPr>
          <w:rFonts w:asciiTheme="minorHAnsi" w:hAnsiTheme="minorHAnsi" w:cstheme="minorHAnsi"/>
          <w:b/>
          <w:color w:val="3A3939" w:themeColor="background2" w:themeShade="BF"/>
          <w:sz w:val="20"/>
          <w:szCs w:val="20"/>
          <w:lang w:val="es-CO"/>
        </w:rPr>
        <w:t xml:space="preserve">: </w:t>
      </w:r>
      <w:r w:rsidRPr="00860C05">
        <w:rPr>
          <w:rFonts w:asciiTheme="minorHAnsi" w:hAnsiTheme="minorHAnsi" w:cstheme="minorHAnsi"/>
          <w:color w:val="3A3939" w:themeColor="background2" w:themeShade="BF"/>
          <w:sz w:val="20"/>
          <w:szCs w:val="20"/>
          <w:lang w:val="es-CO"/>
        </w:rPr>
        <w:t>Son las infraestructuras del transporte, cuya finalidad es permitir la circulación de vehículos férreos exclusivamente (trenes, locomotoras, vagones) que circulan en carrileras y/o rieles especializados, en condiciones de continuidad en el espacio y el tiempo, con niveles adecuados de seguridad y de comodidad.</w:t>
      </w:r>
    </w:p>
    <w:p w14:paraId="3C87C4D8" w14:textId="6B6AA0E3" w:rsidR="00FB1B3F" w:rsidRPr="00860C05" w:rsidRDefault="00FB1B3F" w:rsidP="00010486">
      <w:pPr>
        <w:pStyle w:val="Invias-VietaNumerada"/>
        <w:numPr>
          <w:ilvl w:val="1"/>
          <w:numId w:val="22"/>
        </w:numPr>
        <w:autoSpaceDE w:val="0"/>
        <w:autoSpaceDN w:val="0"/>
        <w:adjustRightInd w:val="0"/>
        <w:spacing w:before="120" w:after="240"/>
        <w:ind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Vías Fluviales</w:t>
      </w:r>
      <w:r w:rsidR="00A60F95" w:rsidRPr="00860C05">
        <w:rPr>
          <w:rFonts w:asciiTheme="minorHAnsi" w:hAnsiTheme="minorHAnsi" w:cstheme="minorHAnsi"/>
          <w:b/>
          <w:color w:val="3A3939" w:themeColor="background2" w:themeShade="BF"/>
          <w:sz w:val="20"/>
          <w:szCs w:val="20"/>
          <w:lang w:val="es-CO"/>
        </w:rPr>
        <w:t xml:space="preserve">: </w:t>
      </w:r>
      <w:r w:rsidR="00A60F95" w:rsidRPr="00860C05">
        <w:rPr>
          <w:rFonts w:asciiTheme="minorHAnsi" w:hAnsiTheme="minorHAnsi" w:cstheme="minorHAnsi"/>
          <w:color w:val="3A3939" w:themeColor="background2" w:themeShade="BF"/>
          <w:sz w:val="20"/>
          <w:szCs w:val="20"/>
          <w:lang w:val="es-CO" w:eastAsia="es-CO"/>
        </w:rPr>
        <w:t>Se entiende como vía fluvial los ríos, caños, esteros o cuerpos de agua de ori</w:t>
      </w:r>
      <w:bookmarkStart w:id="1" w:name="_GoBack"/>
      <w:bookmarkEnd w:id="1"/>
      <w:r w:rsidR="00A60F95" w:rsidRPr="00860C05">
        <w:rPr>
          <w:rFonts w:asciiTheme="minorHAnsi" w:hAnsiTheme="minorHAnsi" w:cstheme="minorHAnsi"/>
          <w:color w:val="3A3939" w:themeColor="background2" w:themeShade="BF"/>
          <w:sz w:val="20"/>
          <w:szCs w:val="20"/>
          <w:lang w:val="es-CO" w:eastAsia="es-CO"/>
        </w:rPr>
        <w:t>gen fluvial que se utilizan como medio de transporte de pasajeros /o carga.</w:t>
      </w:r>
    </w:p>
    <w:p w14:paraId="357E3258" w14:textId="77777777" w:rsidR="000756A2" w:rsidRPr="00860C05" w:rsidRDefault="000756A2" w:rsidP="00FB017A">
      <w:pPr>
        <w:pStyle w:val="Invias-VietaNumerada"/>
        <w:numPr>
          <w:ilvl w:val="1"/>
          <w:numId w:val="22"/>
        </w:numPr>
        <w:tabs>
          <w:tab w:val="left" w:pos="142"/>
        </w:tabs>
        <w:autoSpaceDE w:val="0"/>
        <w:autoSpaceDN w:val="0"/>
        <w:adjustRightInd w:val="0"/>
        <w:spacing w:before="120" w:after="240"/>
        <w:ind w:left="0" w:firstLine="0"/>
        <w:rPr>
          <w:rFonts w:asciiTheme="minorHAnsi" w:hAnsiTheme="minorHAnsi" w:cstheme="minorHAnsi"/>
          <w:b/>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Vía Peatonal:</w:t>
      </w:r>
      <w:r w:rsidRPr="00860C05">
        <w:rPr>
          <w:rFonts w:asciiTheme="minorHAnsi" w:hAnsiTheme="minorHAnsi" w:cstheme="minorHAnsi"/>
          <w:color w:val="3A3939" w:themeColor="background2" w:themeShade="BF"/>
          <w:sz w:val="20"/>
          <w:szCs w:val="20"/>
          <w:lang w:val="es-CO"/>
        </w:rPr>
        <w:t xml:space="preserve"> Son áreas o zonas de la ciudad destinadas para el tránsito exclusivo de </w:t>
      </w:r>
      <w:r w:rsidRPr="00860C05">
        <w:rPr>
          <w:rFonts w:asciiTheme="minorHAnsi" w:hAnsiTheme="minorHAnsi" w:cstheme="minorHAnsi"/>
          <w:bCs/>
          <w:color w:val="3A3939" w:themeColor="background2" w:themeShade="BF"/>
          <w:sz w:val="20"/>
          <w:szCs w:val="20"/>
          <w:lang w:val="es-CO"/>
        </w:rPr>
        <w:t>peatones donde está restringida la circulación de vehículos motorizados.</w:t>
      </w:r>
    </w:p>
    <w:p w14:paraId="455E3442" w14:textId="77777777" w:rsidR="000756A2" w:rsidRPr="00860C05" w:rsidRDefault="000756A2" w:rsidP="00FB017A">
      <w:pPr>
        <w:pStyle w:val="Invias-VietaNumerada"/>
        <w:numPr>
          <w:ilvl w:val="1"/>
          <w:numId w:val="22"/>
        </w:numPr>
        <w:autoSpaceDE w:val="0"/>
        <w:autoSpaceDN w:val="0"/>
        <w:adjustRightInd w:val="0"/>
        <w:spacing w:before="120" w:after="240"/>
        <w:ind w:left="567"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Vías Rurales: </w:t>
      </w:r>
      <w:r w:rsidRPr="00860C05">
        <w:rPr>
          <w:rFonts w:asciiTheme="minorHAnsi" w:hAnsiTheme="minorHAnsi" w:cstheme="minorHAnsi"/>
          <w:color w:val="3A3939" w:themeColor="background2" w:themeShade="BF"/>
          <w:sz w:val="20"/>
          <w:szCs w:val="20"/>
          <w:lang w:val="es-CO"/>
        </w:rPr>
        <w:t>Son las vías que permiten el acceso o entrada a fincas, haciendas o campos, las cuales se encuentran localizadas dentro del perímetro rural de la población.</w:t>
      </w:r>
    </w:p>
    <w:p w14:paraId="4A079D18" w14:textId="77777777" w:rsidR="000756A2" w:rsidRPr="00860C05" w:rsidRDefault="000756A2" w:rsidP="00FB017A">
      <w:pPr>
        <w:pStyle w:val="Invias-VietaNumerada"/>
        <w:numPr>
          <w:ilvl w:val="1"/>
          <w:numId w:val="22"/>
        </w:numPr>
        <w:autoSpaceDE w:val="0"/>
        <w:autoSpaceDN w:val="0"/>
        <w:adjustRightInd w:val="0"/>
        <w:spacing w:before="120" w:after="240"/>
        <w:ind w:left="567"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Vías Urbanas: </w:t>
      </w:r>
      <w:r w:rsidRPr="00860C05">
        <w:rPr>
          <w:rFonts w:asciiTheme="minorHAnsi" w:hAnsiTheme="minorHAnsi" w:cstheme="minorHAnsi"/>
          <w:color w:val="3A3939" w:themeColor="background2" w:themeShade="BF"/>
          <w:sz w:val="20"/>
          <w:szCs w:val="20"/>
          <w:lang w:val="es-CO"/>
        </w:rPr>
        <w:t>Son las calles, carreras, transversales, avenidas, diagonales, glorietas, autopistas, troncales, variantes, o a la denominación establecida según la nomenclatura de la población correspondiente, las cuales se encuentran localizadas dentro de su perímetro urbano.</w:t>
      </w:r>
    </w:p>
    <w:p w14:paraId="212288BF" w14:textId="77777777" w:rsidR="000756A2" w:rsidRPr="00860C05" w:rsidRDefault="000756A2" w:rsidP="00FB017A">
      <w:pPr>
        <w:pStyle w:val="Invias-VietaNumerada"/>
        <w:autoSpaceDE w:val="0"/>
        <w:autoSpaceDN w:val="0"/>
        <w:adjustRightInd w:val="0"/>
        <w:spacing w:before="120" w:after="240"/>
        <w:ind w:left="567"/>
        <w:rPr>
          <w:color w:val="3A3939" w:themeColor="background2" w:themeShade="BF"/>
          <w:lang w:val="es-CO"/>
        </w:rPr>
      </w:pPr>
      <w:r w:rsidRPr="00860C05">
        <w:rPr>
          <w:rFonts w:asciiTheme="minorHAnsi" w:hAnsiTheme="minorHAnsi" w:cstheme="minorHAnsi"/>
          <w:b/>
          <w:color w:val="3A3939" w:themeColor="background2" w:themeShade="BF"/>
          <w:sz w:val="20"/>
          <w:szCs w:val="20"/>
          <w:lang w:val="es-CO"/>
        </w:rPr>
        <w:t xml:space="preserve">Nota: </w:t>
      </w:r>
      <w:r w:rsidRPr="00860C05">
        <w:rPr>
          <w:rFonts w:asciiTheme="minorHAnsi" w:hAnsiTheme="minorHAnsi" w:cstheme="minorHAnsi"/>
          <w:color w:val="3A3939" w:themeColor="background2" w:themeShade="BF"/>
          <w:sz w:val="20"/>
          <w:szCs w:val="20"/>
          <w:lang w:val="es-CO"/>
        </w:rPr>
        <w:t>Para proyectos de infraestructura vial que se hayan construido fuera del Territorio Nacional, se consideran Vías Urbanas aquellas que sean certificadas por la entidad 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p>
    <w:p w14:paraId="44E4D7DC" w14:textId="77777777" w:rsidR="000756A2" w:rsidRPr="00860C05" w:rsidRDefault="000756A2" w:rsidP="00FB017A">
      <w:pPr>
        <w:pStyle w:val="Invias-VietaNumerada"/>
        <w:numPr>
          <w:ilvl w:val="1"/>
          <w:numId w:val="22"/>
        </w:numPr>
        <w:autoSpaceDE w:val="0"/>
        <w:autoSpaceDN w:val="0"/>
        <w:adjustRightInd w:val="0"/>
        <w:spacing w:before="120" w:after="240"/>
        <w:ind w:left="426" w:hanging="568"/>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Vías Veredales: </w:t>
      </w:r>
      <w:r w:rsidRPr="00860C05">
        <w:rPr>
          <w:rFonts w:asciiTheme="minorHAnsi" w:hAnsiTheme="minorHAnsi" w:cstheme="minorHAnsi"/>
          <w:color w:val="3A3939" w:themeColor="background2" w:themeShade="BF"/>
          <w:sz w:val="20"/>
          <w:szCs w:val="20"/>
          <w:lang w:val="es-CO"/>
        </w:rPr>
        <w:t>Para el presente proceso se entiende por vías veredales las que permiten el acceso o entrada a veredas, las cuales se encuentran localizadas dentro del perímetro rural de la población.</w:t>
      </w:r>
    </w:p>
    <w:p w14:paraId="1A39EFE9" w14:textId="77777777" w:rsidR="000756A2" w:rsidRPr="00860C05" w:rsidRDefault="000756A2" w:rsidP="00FB017A">
      <w:pPr>
        <w:pStyle w:val="Invias-VietaNumerada"/>
        <w:numPr>
          <w:ilvl w:val="1"/>
          <w:numId w:val="22"/>
        </w:numPr>
        <w:autoSpaceDE w:val="0"/>
        <w:autoSpaceDN w:val="0"/>
        <w:adjustRightInd w:val="0"/>
        <w:spacing w:before="120" w:after="240"/>
        <w:ind w:left="426" w:hanging="567"/>
        <w:rPr>
          <w:rFonts w:asciiTheme="minorHAnsi" w:hAnsiTheme="minorHAnsi" w:cstheme="minorHAnsi"/>
          <w:color w:val="3A3939" w:themeColor="background2" w:themeShade="BF"/>
          <w:sz w:val="20"/>
          <w:szCs w:val="20"/>
          <w:lang w:val="es-CO"/>
        </w:rPr>
      </w:pPr>
      <w:r w:rsidRPr="00860C05">
        <w:rPr>
          <w:rFonts w:asciiTheme="minorHAnsi" w:hAnsiTheme="minorHAnsi" w:cstheme="minorHAnsi"/>
          <w:b/>
          <w:color w:val="3A3939" w:themeColor="background2" w:themeShade="BF"/>
          <w:sz w:val="20"/>
          <w:szCs w:val="20"/>
          <w:lang w:val="es-CO"/>
        </w:rPr>
        <w:t xml:space="preserve">Zona Verde: </w:t>
      </w:r>
      <w:r w:rsidRPr="00860C05">
        <w:rPr>
          <w:rFonts w:asciiTheme="minorHAnsi" w:hAnsiTheme="minorHAnsi" w:cstheme="minorHAnsi"/>
          <w:color w:val="3A3939" w:themeColor="background2" w:themeShade="BF"/>
          <w:sz w:val="20"/>
          <w:szCs w:val="20"/>
          <w:lang w:val="es-CO"/>
        </w:rPr>
        <w:t xml:space="preserve">Espacio de carácter permanente, abierto y empradizado, de dominio o uso público, que hace parte del espacio público efectivo y destinado al uso recreativo. </w:t>
      </w:r>
    </w:p>
    <w:p w14:paraId="5AFF3270" w14:textId="77777777" w:rsidR="00D407B7" w:rsidRPr="00860C05" w:rsidRDefault="00D407B7" w:rsidP="00D407B7">
      <w:pPr>
        <w:rPr>
          <w:rFonts w:cstheme="minorHAnsi"/>
          <w:color w:val="3A3939" w:themeColor="background2" w:themeShade="BF"/>
          <w:szCs w:val="20"/>
          <w:lang w:val="es-CO" w:eastAsia="es-ES"/>
        </w:rPr>
      </w:pPr>
    </w:p>
    <w:p w14:paraId="0B3ED5BF" w14:textId="77777777" w:rsidR="001E2692" w:rsidRPr="00860C05" w:rsidRDefault="001E2692" w:rsidP="001E2692">
      <w:pPr>
        <w:rPr>
          <w:rFonts w:cstheme="minorHAnsi"/>
          <w:color w:val="3A3939" w:themeColor="background2" w:themeShade="BF"/>
          <w:szCs w:val="20"/>
          <w:lang w:val="es-CO" w:eastAsia="es-ES"/>
        </w:rPr>
      </w:pPr>
    </w:p>
    <w:p w14:paraId="78969779" w14:textId="6080AB88" w:rsidR="00F70C8B" w:rsidRPr="00860C05" w:rsidRDefault="001E2692" w:rsidP="00FD5B42">
      <w:pPr>
        <w:pStyle w:val="Prrafodelista"/>
        <w:spacing w:line="301" w:lineRule="atLeast"/>
        <w:ind w:left="360"/>
        <w:jc w:val="both"/>
        <w:rPr>
          <w:rFonts w:cstheme="minorHAnsi"/>
          <w:color w:val="3A3939" w:themeColor="background2" w:themeShade="BF"/>
          <w:szCs w:val="20"/>
          <w:lang w:val="es-CO"/>
        </w:rPr>
      </w:pPr>
      <w:r w:rsidRPr="00860C05">
        <w:rPr>
          <w:rFonts w:cstheme="minorHAnsi"/>
          <w:b/>
          <w:bCs/>
          <w:color w:val="3A3939" w:themeColor="background2" w:themeShade="BF"/>
          <w:szCs w:val="20"/>
          <w:lang w:val="es-CO"/>
        </w:rPr>
        <w:t> </w:t>
      </w:r>
    </w:p>
    <w:sectPr w:rsidR="00F70C8B" w:rsidRPr="00860C05" w:rsidSect="00375660">
      <w:headerReference w:type="even" r:id="rId11"/>
      <w:headerReference w:type="default" r:id="rId12"/>
      <w:footerReference w:type="even" r:id="rId13"/>
      <w:footerReference w:type="default" r:id="rId14"/>
      <w:headerReference w:type="first" r:id="rId15"/>
      <w:footerReference w:type="first" r:id="rId16"/>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D85244" w14:textId="77777777" w:rsidR="00966597" w:rsidRDefault="00966597" w:rsidP="004F2C35">
      <w:r>
        <w:separator/>
      </w:r>
    </w:p>
  </w:endnote>
  <w:endnote w:type="continuationSeparator" w:id="0">
    <w:p w14:paraId="0138C966" w14:textId="77777777" w:rsidR="00966597" w:rsidRDefault="00966597" w:rsidP="004F2C35">
      <w:r>
        <w:continuationSeparator/>
      </w:r>
    </w:p>
  </w:endnote>
  <w:endnote w:type="continuationNotice" w:id="1">
    <w:p w14:paraId="7404F7B5" w14:textId="77777777" w:rsidR="00966597" w:rsidRDefault="009665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Neue-Light">
    <w:charset w:val="00"/>
    <w:family w:val="auto"/>
    <w:pitch w:val="variable"/>
    <w:sig w:usb0="A00002FF" w:usb1="5000205B" w:usb2="00000002"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9D0C1" w14:textId="77777777" w:rsidR="0027017E" w:rsidRDefault="0027017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8F7C4" w14:textId="77777777" w:rsidR="00073CA9" w:rsidRDefault="00073CA9">
    <w:pPr>
      <w:pStyle w:val="Piedepgina"/>
      <w:jc w:val="right"/>
    </w:pPr>
  </w:p>
  <w:tbl>
    <w:tblPr>
      <w:tblStyle w:val="Tablaconcuadrcula"/>
      <w:tblW w:w="0" w:type="auto"/>
      <w:tblLayout w:type="fixed"/>
      <w:tblLook w:val="01E0" w:firstRow="1" w:lastRow="1" w:firstColumn="1" w:lastColumn="1" w:noHBand="0" w:noVBand="0"/>
    </w:tblPr>
    <w:tblGrid>
      <w:gridCol w:w="885"/>
      <w:gridCol w:w="1455"/>
      <w:gridCol w:w="1005"/>
      <w:gridCol w:w="285"/>
    </w:tblGrid>
    <w:tr w:rsidR="4FB4D3E0" w14:paraId="1515F449" w14:textId="77777777" w:rsidTr="4FB4D3E0">
      <w:tc>
        <w:tcPr>
          <w:tcW w:w="885" w:type="dxa"/>
        </w:tcPr>
        <w:p w14:paraId="55AC5F18" w14:textId="41DA5B84" w:rsidR="4FB4D3E0" w:rsidRDefault="4FB4D3E0" w:rsidP="4FB4D3E0">
          <w:pPr>
            <w:spacing w:line="247" w:lineRule="auto"/>
            <w:ind w:left="10" w:hanging="10"/>
            <w:rPr>
              <w:rFonts w:ascii="Arial" w:eastAsia="Arial" w:hAnsi="Arial" w:cs="Arial"/>
              <w:color w:val="3B3838"/>
              <w:sz w:val="16"/>
              <w:szCs w:val="16"/>
            </w:rPr>
          </w:pPr>
          <w:r w:rsidRPr="4FB4D3E0">
            <w:rPr>
              <w:rFonts w:ascii="Arial" w:eastAsia="Arial" w:hAnsi="Arial" w:cs="Arial"/>
              <w:b/>
              <w:bCs/>
              <w:color w:val="595959"/>
              <w:sz w:val="16"/>
              <w:szCs w:val="16"/>
              <w:lang w:val="es-CO"/>
            </w:rPr>
            <w:t>Código</w:t>
          </w:r>
        </w:p>
      </w:tc>
      <w:tc>
        <w:tcPr>
          <w:tcW w:w="1455" w:type="dxa"/>
        </w:tcPr>
        <w:p w14:paraId="58D11AA2" w14:textId="19ED6A93" w:rsidR="4FB4D3E0" w:rsidRDefault="4FB4D3E0" w:rsidP="4FB4D3E0">
          <w:pPr>
            <w:spacing w:line="247" w:lineRule="auto"/>
            <w:ind w:left="10" w:hanging="10"/>
            <w:rPr>
              <w:rFonts w:ascii="Arial" w:eastAsia="Arial" w:hAnsi="Arial" w:cs="Arial"/>
              <w:color w:val="3B3838"/>
              <w:sz w:val="16"/>
              <w:szCs w:val="16"/>
            </w:rPr>
          </w:pPr>
          <w:r w:rsidRPr="4FB4D3E0">
            <w:rPr>
              <w:rFonts w:ascii="Arial" w:eastAsia="Arial" w:hAnsi="Arial" w:cs="Arial"/>
              <w:color w:val="595959"/>
              <w:sz w:val="16"/>
              <w:szCs w:val="16"/>
              <w:lang w:val="es-CO"/>
            </w:rPr>
            <w:t>CCE-EICP-IDI-08</w:t>
          </w:r>
        </w:p>
      </w:tc>
      <w:tc>
        <w:tcPr>
          <w:tcW w:w="1005" w:type="dxa"/>
        </w:tcPr>
        <w:p w14:paraId="35FEF7E2" w14:textId="32A16DA8" w:rsidR="4FB4D3E0" w:rsidRDefault="4FB4D3E0" w:rsidP="4FB4D3E0">
          <w:pPr>
            <w:spacing w:line="247" w:lineRule="auto"/>
            <w:ind w:left="10" w:hanging="10"/>
            <w:jc w:val="center"/>
            <w:rPr>
              <w:rFonts w:ascii="Arial" w:eastAsia="Arial" w:hAnsi="Arial" w:cs="Arial"/>
              <w:color w:val="3B3838"/>
              <w:sz w:val="16"/>
              <w:szCs w:val="16"/>
            </w:rPr>
          </w:pPr>
          <w:r w:rsidRPr="4FB4D3E0">
            <w:rPr>
              <w:rFonts w:ascii="Arial" w:eastAsia="Arial" w:hAnsi="Arial" w:cs="Arial"/>
              <w:b/>
              <w:bCs/>
              <w:color w:val="595959"/>
              <w:sz w:val="16"/>
              <w:szCs w:val="16"/>
              <w:lang w:val="es-CO"/>
            </w:rPr>
            <w:t>Versión</w:t>
          </w:r>
        </w:p>
      </w:tc>
      <w:tc>
        <w:tcPr>
          <w:tcW w:w="285" w:type="dxa"/>
        </w:tcPr>
        <w:p w14:paraId="5E04ED44" w14:textId="0938836A" w:rsidR="4FB4D3E0" w:rsidRDefault="4FB4D3E0" w:rsidP="4FB4D3E0">
          <w:pPr>
            <w:spacing w:line="247" w:lineRule="auto"/>
            <w:ind w:left="10" w:hanging="10"/>
            <w:rPr>
              <w:rFonts w:ascii="Arial" w:eastAsia="Arial" w:hAnsi="Arial" w:cs="Arial"/>
              <w:color w:val="595959"/>
              <w:sz w:val="16"/>
              <w:szCs w:val="16"/>
              <w:lang w:val="es-CO"/>
            </w:rPr>
          </w:pPr>
          <w:r w:rsidRPr="4FB4D3E0">
            <w:rPr>
              <w:rFonts w:ascii="Arial" w:eastAsia="Arial" w:hAnsi="Arial" w:cs="Arial"/>
              <w:color w:val="595959"/>
              <w:sz w:val="16"/>
              <w:szCs w:val="16"/>
              <w:lang w:val="es-CO"/>
            </w:rPr>
            <w:t>1</w:t>
          </w:r>
        </w:p>
      </w:tc>
    </w:tr>
  </w:tbl>
  <w:p w14:paraId="1065AC4C" w14:textId="211A7E63" w:rsidR="4FB4D3E0" w:rsidRDefault="4FB4D3E0" w:rsidP="4FB4D3E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D77A5" w14:textId="77777777" w:rsidR="00073CA9" w:rsidRDefault="4FB4D3E0" w:rsidP="009A67BC">
    <w:pPr>
      <w:pStyle w:val="Piedepgina"/>
      <w:jc w:val="center"/>
    </w:pPr>
    <w:r>
      <w:rPr>
        <w:noProof/>
      </w:rPr>
      <w:drawing>
        <wp:inline distT="0" distB="0" distL="0" distR="0" wp14:anchorId="1653187F" wp14:editId="2AA3FCEF">
          <wp:extent cx="1562642" cy="365821"/>
          <wp:effectExtent l="0" t="0" r="0" b="0"/>
          <wp:docPr id="48735419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C83AC3C" w14:textId="77777777" w:rsidR="00073CA9" w:rsidRPr="009A67BC" w:rsidRDefault="4FB4D3E0" w:rsidP="009A67BC">
    <w:pPr>
      <w:pStyle w:val="Piedepgina"/>
    </w:pPr>
    <w:r>
      <w:rPr>
        <w:noProof/>
      </w:rPr>
      <w:drawing>
        <wp:inline distT="0" distB="0" distL="0" distR="0" wp14:anchorId="76BBB92A" wp14:editId="7972D222">
          <wp:extent cx="5607050" cy="362585"/>
          <wp:effectExtent l="0" t="0" r="6350" b="0"/>
          <wp:docPr id="10609455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C8F5BB" w14:textId="77777777" w:rsidR="00966597" w:rsidRDefault="00966597" w:rsidP="004F2C35">
      <w:r>
        <w:separator/>
      </w:r>
    </w:p>
  </w:footnote>
  <w:footnote w:type="continuationSeparator" w:id="0">
    <w:p w14:paraId="6BA28457" w14:textId="77777777" w:rsidR="00966597" w:rsidRDefault="00966597" w:rsidP="004F2C35">
      <w:r>
        <w:continuationSeparator/>
      </w:r>
    </w:p>
  </w:footnote>
  <w:footnote w:type="continuationNotice" w:id="1">
    <w:p w14:paraId="4991F0B4" w14:textId="77777777" w:rsidR="00966597" w:rsidRDefault="00966597"/>
  </w:footnote>
  <w:footnote w:id="2">
    <w:p w14:paraId="00E44863" w14:textId="1771F623" w:rsidR="002F4E5D" w:rsidRPr="00B87E2B" w:rsidRDefault="002F4E5D">
      <w:pPr>
        <w:pStyle w:val="Textonotapie"/>
        <w:rPr>
          <w:sz w:val="16"/>
          <w:szCs w:val="16"/>
          <w:lang w:val="es-CO"/>
        </w:rPr>
      </w:pPr>
      <w:r w:rsidRPr="00B87E2B">
        <w:rPr>
          <w:rStyle w:val="Refdenotaalpie"/>
          <w:sz w:val="16"/>
          <w:szCs w:val="16"/>
        </w:rPr>
        <w:footnoteRef/>
      </w:r>
      <w:r w:rsidRPr="00B87E2B">
        <w:rPr>
          <w:sz w:val="16"/>
          <w:szCs w:val="16"/>
        </w:rPr>
        <w:t xml:space="preserve"> </w:t>
      </w:r>
      <w:r w:rsidR="00E107C5" w:rsidRPr="00B87E2B">
        <w:rPr>
          <w:sz w:val="16"/>
          <w:szCs w:val="16"/>
          <w:lang w:val="es-CO"/>
        </w:rPr>
        <w:t>NSR-10. Título A. Capítulo A.13.</w:t>
      </w:r>
    </w:p>
  </w:footnote>
  <w:footnote w:id="3">
    <w:p w14:paraId="5ADDC308" w14:textId="29E3FBB1" w:rsidR="00B46800" w:rsidRPr="00B87E2B" w:rsidRDefault="00B46800">
      <w:pPr>
        <w:pStyle w:val="Textonotapie"/>
        <w:rPr>
          <w:sz w:val="16"/>
          <w:lang w:val="es-CO"/>
        </w:rPr>
      </w:pPr>
      <w:r w:rsidRPr="00B87E2B">
        <w:rPr>
          <w:rStyle w:val="Refdenotaalpie"/>
          <w:sz w:val="16"/>
        </w:rPr>
        <w:footnoteRef/>
      </w:r>
      <w:r w:rsidRPr="00B87E2B">
        <w:rPr>
          <w:sz w:val="16"/>
        </w:rPr>
        <w:t xml:space="preserve"> </w:t>
      </w:r>
      <w:r>
        <w:rPr>
          <w:sz w:val="16"/>
        </w:rPr>
        <w:t xml:space="preserve">Decreto 1077 de 2015. </w:t>
      </w:r>
      <w:r w:rsidR="005D1313">
        <w:rPr>
          <w:sz w:val="16"/>
        </w:rPr>
        <w:t>Artpiculo 2.2.3.1.5. Numeral 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22523" w14:textId="1CA5CCE0" w:rsidR="0027017E" w:rsidRDefault="0027017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10D55" w14:textId="1FB16C8B" w:rsidR="00C74D9F" w:rsidRPr="00C74D9F" w:rsidRDefault="00C74D9F" w:rsidP="00C74D9F">
    <w:pPr>
      <w:pStyle w:val="Encabezado"/>
      <w:jc w:val="right"/>
      <w:rPr>
        <w:rFonts w:ascii="Arial Narrow" w:hAnsi="Arial Narrow"/>
        <w:b/>
        <w:color w:val="131313" w:themeColor="background2" w:themeShade="40"/>
        <w:sz w:val="18"/>
        <w:szCs w:val="20"/>
      </w:rPr>
    </w:pPr>
    <w:r>
      <w:rPr>
        <w:rFonts w:cs="Arial"/>
        <w:b/>
        <w:color w:val="131313" w:themeColor="background2" w:themeShade="40"/>
        <w:szCs w:val="20"/>
      </w:rPr>
      <w:t>ANEXO 3</w:t>
    </w:r>
    <w:r w:rsidRPr="00162BD9">
      <w:rPr>
        <w:rFonts w:ascii="Arial Narrow" w:hAnsi="Arial Narrow"/>
        <w:b/>
        <w:color w:val="131313" w:themeColor="background2" w:themeShade="40"/>
        <w:sz w:val="18"/>
        <w:szCs w:val="20"/>
      </w:rPr>
      <w:t xml:space="preserve"> </w:t>
    </w:r>
  </w:p>
  <w:p w14:paraId="67993770" w14:textId="77777777" w:rsidR="00073CA9" w:rsidRPr="00B0093A" w:rsidRDefault="00073CA9" w:rsidP="00B0093A">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F9E8E" w14:textId="29A0E60A" w:rsidR="00073CA9" w:rsidRDefault="00073CA9" w:rsidP="00B30435">
    <w:pPr>
      <w:pStyle w:val="Encabezado"/>
      <w:jc w:val="right"/>
      <w:rPr>
        <w:b/>
      </w:rPr>
    </w:pPr>
    <w:r>
      <w:rPr>
        <w:noProof/>
        <w:lang w:val="es-ES" w:eastAsia="es-ES"/>
      </w:rPr>
      <w:drawing>
        <wp:inline distT="0" distB="0" distL="0" distR="0" wp14:anchorId="4CBAF7E7" wp14:editId="3BC52CC3">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22326F60" w14:textId="77777777" w:rsidR="00073CA9" w:rsidRPr="006D761F" w:rsidRDefault="00073CA9" w:rsidP="00B30435">
    <w:pPr>
      <w:pStyle w:val="Ttulo1"/>
      <w:rPr>
        <w:szCs w:val="24"/>
      </w:rPr>
    </w:pPr>
    <w:r w:rsidRPr="006D761F">
      <w:rPr>
        <w:szCs w:val="24"/>
      </w:rPr>
      <w:t>TÍTULO DEL DOCUMENTO</w:t>
    </w:r>
  </w:p>
  <w:p w14:paraId="03E77BC9" w14:textId="77777777" w:rsidR="00073CA9" w:rsidRPr="00B30435" w:rsidRDefault="00073CA9"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7.5pt;height:176.65pt" o:bullet="t">
        <v:imagedata r:id="rId1" o:title=""/>
      </v:shape>
    </w:pict>
  </w:numPicBullet>
  <w:abstractNum w:abstractNumId="0" w15:restartNumberingAfterBreak="0">
    <w:nsid w:val="00296333"/>
    <w:multiLevelType w:val="hybridMultilevel"/>
    <w:tmpl w:val="B802B698"/>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56B0CB1"/>
    <w:multiLevelType w:val="hybridMultilevel"/>
    <w:tmpl w:val="89146766"/>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D4A0DF5"/>
    <w:multiLevelType w:val="hybridMultilevel"/>
    <w:tmpl w:val="2F7ADF8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15:restartNumberingAfterBreak="0">
    <w:nsid w:val="14936DE6"/>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3322BF"/>
    <w:multiLevelType w:val="hybridMultilevel"/>
    <w:tmpl w:val="BA1A0A66"/>
    <w:lvl w:ilvl="0" w:tplc="63484D0C">
      <w:start w:val="1"/>
      <w:numFmt w:val="decimal"/>
      <w:lvlText w:val="%1."/>
      <w:lvlJc w:val="left"/>
      <w:pPr>
        <w:ind w:left="677" w:hanging="360"/>
      </w:pPr>
    </w:lvl>
    <w:lvl w:ilvl="1" w:tplc="240A0019">
      <w:start w:val="1"/>
      <w:numFmt w:val="lowerLetter"/>
      <w:lvlText w:val="%2."/>
      <w:lvlJc w:val="left"/>
      <w:pPr>
        <w:ind w:left="1397" w:hanging="360"/>
      </w:pPr>
    </w:lvl>
    <w:lvl w:ilvl="2" w:tplc="240A001B">
      <w:start w:val="1"/>
      <w:numFmt w:val="lowerRoman"/>
      <w:lvlText w:val="%3."/>
      <w:lvlJc w:val="right"/>
      <w:pPr>
        <w:ind w:left="2117" w:hanging="180"/>
      </w:pPr>
    </w:lvl>
    <w:lvl w:ilvl="3" w:tplc="240A000F">
      <w:start w:val="1"/>
      <w:numFmt w:val="decimal"/>
      <w:lvlText w:val="%4."/>
      <w:lvlJc w:val="left"/>
      <w:pPr>
        <w:ind w:left="2837" w:hanging="360"/>
      </w:pPr>
    </w:lvl>
    <w:lvl w:ilvl="4" w:tplc="240A0019">
      <w:start w:val="1"/>
      <w:numFmt w:val="lowerLetter"/>
      <w:lvlText w:val="%5."/>
      <w:lvlJc w:val="left"/>
      <w:pPr>
        <w:ind w:left="3557" w:hanging="360"/>
      </w:pPr>
    </w:lvl>
    <w:lvl w:ilvl="5" w:tplc="240A001B">
      <w:start w:val="1"/>
      <w:numFmt w:val="lowerRoman"/>
      <w:lvlText w:val="%6."/>
      <w:lvlJc w:val="right"/>
      <w:pPr>
        <w:ind w:left="4277" w:hanging="180"/>
      </w:pPr>
    </w:lvl>
    <w:lvl w:ilvl="6" w:tplc="240A000F">
      <w:start w:val="1"/>
      <w:numFmt w:val="decimal"/>
      <w:lvlText w:val="%7."/>
      <w:lvlJc w:val="left"/>
      <w:pPr>
        <w:ind w:left="4997" w:hanging="360"/>
      </w:pPr>
    </w:lvl>
    <w:lvl w:ilvl="7" w:tplc="240A0019">
      <w:start w:val="1"/>
      <w:numFmt w:val="lowerLetter"/>
      <w:lvlText w:val="%8."/>
      <w:lvlJc w:val="left"/>
      <w:pPr>
        <w:ind w:left="5717" w:hanging="360"/>
      </w:pPr>
    </w:lvl>
    <w:lvl w:ilvl="8" w:tplc="240A001B">
      <w:start w:val="1"/>
      <w:numFmt w:val="lowerRoman"/>
      <w:lvlText w:val="%9."/>
      <w:lvlJc w:val="right"/>
      <w:pPr>
        <w:ind w:left="6437" w:hanging="180"/>
      </w:pPr>
    </w:lvl>
  </w:abstractNum>
  <w:abstractNum w:abstractNumId="5" w15:restartNumberingAfterBreak="0">
    <w:nsid w:val="206C0FFF"/>
    <w:multiLevelType w:val="multilevel"/>
    <w:tmpl w:val="5A6A195A"/>
    <w:lvl w:ilvl="0">
      <w:start w:val="1"/>
      <w:numFmt w:val="decimal"/>
      <w:lvlText w:val="%1"/>
      <w:lvlJc w:val="left"/>
      <w:pPr>
        <w:ind w:left="360" w:hanging="360"/>
      </w:pPr>
      <w:rPr>
        <w:rFonts w:eastAsia="Times New Roman" w:hint="default"/>
        <w:b/>
      </w:rPr>
    </w:lvl>
    <w:lvl w:ilvl="1">
      <w:start w:val="1"/>
      <w:numFmt w:val="lowerRoman"/>
      <w:lvlText w:val="%2."/>
      <w:lvlJc w:val="right"/>
      <w:pPr>
        <w:ind w:left="928" w:hanging="360"/>
      </w:pPr>
      <w:rPr>
        <w:rFonts w:hint="default"/>
        <w:b w:val="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15:restartNumberingAfterBreak="0">
    <w:nsid w:val="24E1170E"/>
    <w:multiLevelType w:val="hybridMultilevel"/>
    <w:tmpl w:val="55889CB0"/>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7" w15:restartNumberingAfterBreak="0">
    <w:nsid w:val="27B87D9D"/>
    <w:multiLevelType w:val="hybridMultilevel"/>
    <w:tmpl w:val="5B82E31A"/>
    <w:lvl w:ilvl="0" w:tplc="32684DA0">
      <w:start w:val="1"/>
      <w:numFmt w:val="none"/>
      <w:lvlText w:val="2.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D874C6"/>
    <w:multiLevelType w:val="hybridMultilevel"/>
    <w:tmpl w:val="76C6FC76"/>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06B4245"/>
    <w:multiLevelType w:val="hybridMultilevel"/>
    <w:tmpl w:val="4AC00C10"/>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315B1B02"/>
    <w:multiLevelType w:val="hybridMultilevel"/>
    <w:tmpl w:val="B5308E3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9577B36"/>
    <w:multiLevelType w:val="hybridMultilevel"/>
    <w:tmpl w:val="3F38AF66"/>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2"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3" w15:restartNumberingAfterBreak="0">
    <w:nsid w:val="3B91734B"/>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502" w:hanging="360"/>
      </w:pPr>
      <w:rPr>
        <w:rFonts w:asciiTheme="minorHAnsi" w:hAnsiTheme="minorHAnsi" w:cs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BAE460E"/>
    <w:multiLevelType w:val="hybridMultilevel"/>
    <w:tmpl w:val="1DDE420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5"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44FA67A9"/>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7647A0"/>
    <w:multiLevelType w:val="hybridMultilevel"/>
    <w:tmpl w:val="ED36B678"/>
    <w:lvl w:ilvl="0" w:tplc="556EC3B2">
      <w:start w:val="1"/>
      <w:numFmt w:val="bullet"/>
      <w:lvlText w:val=""/>
      <w:lvlPicBulletId w:val="0"/>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18" w15:restartNumberingAfterBreak="0">
    <w:nsid w:val="505341B9"/>
    <w:multiLevelType w:val="hybridMultilevel"/>
    <w:tmpl w:val="28080E7C"/>
    <w:lvl w:ilvl="0" w:tplc="178818E2">
      <w:start w:val="1"/>
      <w:numFmt w:val="lowerLetter"/>
      <w:lvlText w:val="%1)"/>
      <w:lvlJc w:val="left"/>
      <w:pPr>
        <w:ind w:left="1428"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561A63BF"/>
    <w:multiLevelType w:val="hybridMultilevel"/>
    <w:tmpl w:val="B7C6958A"/>
    <w:lvl w:ilvl="0" w:tplc="240A0019">
      <w:start w:val="1"/>
      <w:numFmt w:val="lowerLetter"/>
      <w:lvlText w:val="%1."/>
      <w:lvlJc w:val="left"/>
      <w:pPr>
        <w:ind w:left="1146" w:hanging="360"/>
      </w:p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20" w15:restartNumberingAfterBreak="0">
    <w:nsid w:val="56955C49"/>
    <w:multiLevelType w:val="hybridMultilevel"/>
    <w:tmpl w:val="B99037A0"/>
    <w:lvl w:ilvl="0" w:tplc="AF9EED4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8371079"/>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2" w15:restartNumberingAfterBreak="0">
    <w:nsid w:val="588371A1"/>
    <w:multiLevelType w:val="hybridMultilevel"/>
    <w:tmpl w:val="9306F928"/>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23" w15:restartNumberingAfterBreak="0">
    <w:nsid w:val="59AF4854"/>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6FF25C48"/>
    <w:multiLevelType w:val="hybridMultilevel"/>
    <w:tmpl w:val="EBE6898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16D1FFB"/>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502" w:hanging="360"/>
      </w:pPr>
      <w:rPr>
        <w:rFonts w:asciiTheme="minorHAnsi" w:hAnsiTheme="minorHAnsi" w:cs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7210D68"/>
    <w:multiLevelType w:val="hybridMultilevel"/>
    <w:tmpl w:val="E6BC6058"/>
    <w:lvl w:ilvl="0" w:tplc="240A0017">
      <w:start w:val="1"/>
      <w:numFmt w:val="bullet"/>
      <w:lvlText w:val=""/>
      <w:lvlPicBulletId w:val="0"/>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15:restartNumberingAfterBreak="0">
    <w:nsid w:val="777E7E64"/>
    <w:multiLevelType w:val="hybridMultilevel"/>
    <w:tmpl w:val="CC52DC58"/>
    <w:lvl w:ilvl="0" w:tplc="B98E0804">
      <w:start w:val="1"/>
      <w:numFmt w:val="decimal"/>
      <w:lvlText w:val="%1."/>
      <w:lvlJc w:val="left"/>
      <w:pPr>
        <w:ind w:left="360" w:hanging="360"/>
      </w:pPr>
      <w:rPr>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24"/>
  </w:num>
  <w:num w:numId="2">
    <w:abstractNumId w:val="12"/>
  </w:num>
  <w:num w:numId="3">
    <w:abstractNumId w:val="15"/>
  </w:num>
  <w:num w:numId="4">
    <w:abstractNumId w:val="2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6"/>
  </w:num>
  <w:num w:numId="9">
    <w:abstractNumId w:val="18"/>
  </w:num>
  <w:num w:numId="10">
    <w:abstractNumId w:val="1"/>
  </w:num>
  <w:num w:numId="11">
    <w:abstractNumId w:val="2"/>
  </w:num>
  <w:num w:numId="12">
    <w:abstractNumId w:val="17"/>
    <w:lvlOverride w:ilvl="0">
      <w:startOverride w:val="1"/>
    </w:lvlOverride>
  </w:num>
  <w:num w:numId="13">
    <w:abstractNumId w:val="27"/>
  </w:num>
  <w:num w:numId="14">
    <w:abstractNumId w:val="28"/>
  </w:num>
  <w:num w:numId="15">
    <w:abstractNumId w:val="8"/>
  </w:num>
  <w:num w:numId="16">
    <w:abstractNumId w:val="11"/>
  </w:num>
  <w:num w:numId="17">
    <w:abstractNumId w:val="0"/>
  </w:num>
  <w:num w:numId="18">
    <w:abstractNumId w:val="20"/>
  </w:num>
  <w:num w:numId="19">
    <w:abstractNumId w:val="9"/>
  </w:num>
  <w:num w:numId="20">
    <w:abstractNumId w:val="23"/>
  </w:num>
  <w:num w:numId="21">
    <w:abstractNumId w:val="5"/>
  </w:num>
  <w:num w:numId="22">
    <w:abstractNumId w:val="26"/>
  </w:num>
  <w:num w:numId="23">
    <w:abstractNumId w:val="7"/>
  </w:num>
  <w:num w:numId="24">
    <w:abstractNumId w:val="3"/>
  </w:num>
  <w:num w:numId="25">
    <w:abstractNumId w:val="16"/>
  </w:num>
  <w:num w:numId="26">
    <w:abstractNumId w:val="4"/>
  </w:num>
  <w:num w:numId="27">
    <w:abstractNumId w:val="19"/>
  </w:num>
  <w:num w:numId="28">
    <w:abstractNumId w:val="21"/>
  </w:num>
  <w:num w:numId="29">
    <w:abstractNumId w:val="22"/>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EE3"/>
    <w:rsid w:val="000006F8"/>
    <w:rsid w:val="00000C3E"/>
    <w:rsid w:val="00001E6D"/>
    <w:rsid w:val="0000314E"/>
    <w:rsid w:val="000042C7"/>
    <w:rsid w:val="00005516"/>
    <w:rsid w:val="000060B6"/>
    <w:rsid w:val="000065F8"/>
    <w:rsid w:val="00010486"/>
    <w:rsid w:val="00011A71"/>
    <w:rsid w:val="00011BF3"/>
    <w:rsid w:val="000145FA"/>
    <w:rsid w:val="000254CB"/>
    <w:rsid w:val="00025C4B"/>
    <w:rsid w:val="00032774"/>
    <w:rsid w:val="000339E8"/>
    <w:rsid w:val="0004062A"/>
    <w:rsid w:val="00047A81"/>
    <w:rsid w:val="000627A7"/>
    <w:rsid w:val="00062DFF"/>
    <w:rsid w:val="00065C97"/>
    <w:rsid w:val="00071442"/>
    <w:rsid w:val="00073CA9"/>
    <w:rsid w:val="000756A2"/>
    <w:rsid w:val="00075B90"/>
    <w:rsid w:val="00077D3F"/>
    <w:rsid w:val="0008484B"/>
    <w:rsid w:val="000849B7"/>
    <w:rsid w:val="00084F4A"/>
    <w:rsid w:val="00091016"/>
    <w:rsid w:val="00091E6B"/>
    <w:rsid w:val="00093305"/>
    <w:rsid w:val="00093F35"/>
    <w:rsid w:val="00093F73"/>
    <w:rsid w:val="000A287D"/>
    <w:rsid w:val="000A40AD"/>
    <w:rsid w:val="000A44A0"/>
    <w:rsid w:val="000A48E7"/>
    <w:rsid w:val="000A692D"/>
    <w:rsid w:val="000A77A7"/>
    <w:rsid w:val="000B20BC"/>
    <w:rsid w:val="000B2F8D"/>
    <w:rsid w:val="000B403D"/>
    <w:rsid w:val="000C408C"/>
    <w:rsid w:val="000C6FDB"/>
    <w:rsid w:val="000C763A"/>
    <w:rsid w:val="000D1137"/>
    <w:rsid w:val="000D7CD2"/>
    <w:rsid w:val="000E0F82"/>
    <w:rsid w:val="000E1EFF"/>
    <w:rsid w:val="000E4136"/>
    <w:rsid w:val="000E50DF"/>
    <w:rsid w:val="000F13FA"/>
    <w:rsid w:val="000F5654"/>
    <w:rsid w:val="000F5D9B"/>
    <w:rsid w:val="001032FA"/>
    <w:rsid w:val="00104043"/>
    <w:rsid w:val="001104D7"/>
    <w:rsid w:val="00111AE9"/>
    <w:rsid w:val="00115117"/>
    <w:rsid w:val="00126AAF"/>
    <w:rsid w:val="001311D2"/>
    <w:rsid w:val="00133BCA"/>
    <w:rsid w:val="00135673"/>
    <w:rsid w:val="00140534"/>
    <w:rsid w:val="00140981"/>
    <w:rsid w:val="0014591D"/>
    <w:rsid w:val="00147393"/>
    <w:rsid w:val="00150A76"/>
    <w:rsid w:val="001511CC"/>
    <w:rsid w:val="00154ECB"/>
    <w:rsid w:val="0015588A"/>
    <w:rsid w:val="00162B4D"/>
    <w:rsid w:val="001647A9"/>
    <w:rsid w:val="00172E05"/>
    <w:rsid w:val="00177554"/>
    <w:rsid w:val="00181199"/>
    <w:rsid w:val="00181702"/>
    <w:rsid w:val="00181D75"/>
    <w:rsid w:val="0018433F"/>
    <w:rsid w:val="00195D2C"/>
    <w:rsid w:val="00197494"/>
    <w:rsid w:val="001A11F5"/>
    <w:rsid w:val="001A1B68"/>
    <w:rsid w:val="001A36A7"/>
    <w:rsid w:val="001A47C3"/>
    <w:rsid w:val="001A4E3E"/>
    <w:rsid w:val="001A4F99"/>
    <w:rsid w:val="001A5372"/>
    <w:rsid w:val="001A5E22"/>
    <w:rsid w:val="001A69D4"/>
    <w:rsid w:val="001B0A61"/>
    <w:rsid w:val="001B26E4"/>
    <w:rsid w:val="001B2AB7"/>
    <w:rsid w:val="001B3E9A"/>
    <w:rsid w:val="001B7A73"/>
    <w:rsid w:val="001C3D41"/>
    <w:rsid w:val="001C6359"/>
    <w:rsid w:val="001C69E6"/>
    <w:rsid w:val="001C75B3"/>
    <w:rsid w:val="001D091F"/>
    <w:rsid w:val="001D32CE"/>
    <w:rsid w:val="001D3741"/>
    <w:rsid w:val="001D3E15"/>
    <w:rsid w:val="001D631C"/>
    <w:rsid w:val="001D7612"/>
    <w:rsid w:val="001E0134"/>
    <w:rsid w:val="001E2692"/>
    <w:rsid w:val="001E346E"/>
    <w:rsid w:val="001F1DC6"/>
    <w:rsid w:val="001F7199"/>
    <w:rsid w:val="002137BA"/>
    <w:rsid w:val="0021538E"/>
    <w:rsid w:val="00216C60"/>
    <w:rsid w:val="00217D07"/>
    <w:rsid w:val="00220350"/>
    <w:rsid w:val="00227908"/>
    <w:rsid w:val="0023530E"/>
    <w:rsid w:val="00237834"/>
    <w:rsid w:val="00241308"/>
    <w:rsid w:val="00243BEB"/>
    <w:rsid w:val="0024464B"/>
    <w:rsid w:val="002533B1"/>
    <w:rsid w:val="002535A9"/>
    <w:rsid w:val="00255AB3"/>
    <w:rsid w:val="00257AFD"/>
    <w:rsid w:val="00262ECA"/>
    <w:rsid w:val="0027017E"/>
    <w:rsid w:val="00270637"/>
    <w:rsid w:val="00273AC4"/>
    <w:rsid w:val="00274F51"/>
    <w:rsid w:val="00280E40"/>
    <w:rsid w:val="00281CC9"/>
    <w:rsid w:val="00284D7E"/>
    <w:rsid w:val="0028722B"/>
    <w:rsid w:val="0029671C"/>
    <w:rsid w:val="002A0AF6"/>
    <w:rsid w:val="002A0E97"/>
    <w:rsid w:val="002A3024"/>
    <w:rsid w:val="002A3553"/>
    <w:rsid w:val="002A4459"/>
    <w:rsid w:val="002B209C"/>
    <w:rsid w:val="002B3CB4"/>
    <w:rsid w:val="002B3F46"/>
    <w:rsid w:val="002B5106"/>
    <w:rsid w:val="002B5B2B"/>
    <w:rsid w:val="002B6B7C"/>
    <w:rsid w:val="002C1108"/>
    <w:rsid w:val="002C5212"/>
    <w:rsid w:val="002D02A1"/>
    <w:rsid w:val="002D09DC"/>
    <w:rsid w:val="002D5492"/>
    <w:rsid w:val="002D6BE9"/>
    <w:rsid w:val="002E0121"/>
    <w:rsid w:val="002E10B1"/>
    <w:rsid w:val="002E3060"/>
    <w:rsid w:val="002E4985"/>
    <w:rsid w:val="002F03F4"/>
    <w:rsid w:val="002F0F1A"/>
    <w:rsid w:val="002F382E"/>
    <w:rsid w:val="002F4E5D"/>
    <w:rsid w:val="002F5990"/>
    <w:rsid w:val="002F7FE3"/>
    <w:rsid w:val="00300B0B"/>
    <w:rsid w:val="00305416"/>
    <w:rsid w:val="00305CEF"/>
    <w:rsid w:val="003110EF"/>
    <w:rsid w:val="00311819"/>
    <w:rsid w:val="00313C69"/>
    <w:rsid w:val="00315803"/>
    <w:rsid w:val="00315CA7"/>
    <w:rsid w:val="003261F3"/>
    <w:rsid w:val="00326CA5"/>
    <w:rsid w:val="0033687F"/>
    <w:rsid w:val="0034024E"/>
    <w:rsid w:val="00340D63"/>
    <w:rsid w:val="00340DEA"/>
    <w:rsid w:val="00346D74"/>
    <w:rsid w:val="00347869"/>
    <w:rsid w:val="003607EC"/>
    <w:rsid w:val="00362936"/>
    <w:rsid w:val="00364A29"/>
    <w:rsid w:val="00367884"/>
    <w:rsid w:val="00367E8F"/>
    <w:rsid w:val="00371DB3"/>
    <w:rsid w:val="00375660"/>
    <w:rsid w:val="00377AB3"/>
    <w:rsid w:val="00383B25"/>
    <w:rsid w:val="003840A8"/>
    <w:rsid w:val="003850D2"/>
    <w:rsid w:val="003862BA"/>
    <w:rsid w:val="003905AF"/>
    <w:rsid w:val="003937E6"/>
    <w:rsid w:val="00394CCC"/>
    <w:rsid w:val="003A14CB"/>
    <w:rsid w:val="003A25A5"/>
    <w:rsid w:val="003A4490"/>
    <w:rsid w:val="003B0AC0"/>
    <w:rsid w:val="003B57F1"/>
    <w:rsid w:val="003B58F6"/>
    <w:rsid w:val="003C39D9"/>
    <w:rsid w:val="003C6DA1"/>
    <w:rsid w:val="003C7B0E"/>
    <w:rsid w:val="003C7B16"/>
    <w:rsid w:val="003D6334"/>
    <w:rsid w:val="003E13EE"/>
    <w:rsid w:val="003E173E"/>
    <w:rsid w:val="003E4FA3"/>
    <w:rsid w:val="003E60ED"/>
    <w:rsid w:val="003F2F5B"/>
    <w:rsid w:val="003F3B4E"/>
    <w:rsid w:val="00400A09"/>
    <w:rsid w:val="004022D5"/>
    <w:rsid w:val="00402A66"/>
    <w:rsid w:val="00406CCB"/>
    <w:rsid w:val="004105B1"/>
    <w:rsid w:val="00411C29"/>
    <w:rsid w:val="0042178C"/>
    <w:rsid w:val="00426BD1"/>
    <w:rsid w:val="00440052"/>
    <w:rsid w:val="00443881"/>
    <w:rsid w:val="004537F4"/>
    <w:rsid w:val="0046041D"/>
    <w:rsid w:val="00460BD9"/>
    <w:rsid w:val="00460E44"/>
    <w:rsid w:val="004669E3"/>
    <w:rsid w:val="004713D1"/>
    <w:rsid w:val="00474EDE"/>
    <w:rsid w:val="00476FCD"/>
    <w:rsid w:val="0048638C"/>
    <w:rsid w:val="00490DA9"/>
    <w:rsid w:val="004945B1"/>
    <w:rsid w:val="00495E2B"/>
    <w:rsid w:val="004A1F79"/>
    <w:rsid w:val="004A3A3B"/>
    <w:rsid w:val="004A56B1"/>
    <w:rsid w:val="004B1101"/>
    <w:rsid w:val="004B1B0F"/>
    <w:rsid w:val="004B3F0F"/>
    <w:rsid w:val="004C29C0"/>
    <w:rsid w:val="004C2C44"/>
    <w:rsid w:val="004C3AAB"/>
    <w:rsid w:val="004C6ADD"/>
    <w:rsid w:val="004D4A74"/>
    <w:rsid w:val="004D66DA"/>
    <w:rsid w:val="004E4BAC"/>
    <w:rsid w:val="004E5D46"/>
    <w:rsid w:val="004E6A4D"/>
    <w:rsid w:val="004E7DDD"/>
    <w:rsid w:val="004F2C35"/>
    <w:rsid w:val="004F2E08"/>
    <w:rsid w:val="004F369E"/>
    <w:rsid w:val="004F4473"/>
    <w:rsid w:val="004F4FA3"/>
    <w:rsid w:val="0050192B"/>
    <w:rsid w:val="005057BF"/>
    <w:rsid w:val="00510A3D"/>
    <w:rsid w:val="005125D4"/>
    <w:rsid w:val="00513A8D"/>
    <w:rsid w:val="00521550"/>
    <w:rsid w:val="005225E0"/>
    <w:rsid w:val="00522845"/>
    <w:rsid w:val="005332C5"/>
    <w:rsid w:val="00533AEC"/>
    <w:rsid w:val="00534C9E"/>
    <w:rsid w:val="00541F7D"/>
    <w:rsid w:val="00542EE3"/>
    <w:rsid w:val="0054340B"/>
    <w:rsid w:val="00545334"/>
    <w:rsid w:val="00545DA6"/>
    <w:rsid w:val="00551919"/>
    <w:rsid w:val="005536EF"/>
    <w:rsid w:val="00557498"/>
    <w:rsid w:val="00561F90"/>
    <w:rsid w:val="00576B56"/>
    <w:rsid w:val="00577FAA"/>
    <w:rsid w:val="00580647"/>
    <w:rsid w:val="00580C85"/>
    <w:rsid w:val="00581F64"/>
    <w:rsid w:val="00583B2C"/>
    <w:rsid w:val="0059060F"/>
    <w:rsid w:val="005C0ECC"/>
    <w:rsid w:val="005C332C"/>
    <w:rsid w:val="005D0D36"/>
    <w:rsid w:val="005D1313"/>
    <w:rsid w:val="005D4D6E"/>
    <w:rsid w:val="005D4EE5"/>
    <w:rsid w:val="005E28D6"/>
    <w:rsid w:val="005F36B1"/>
    <w:rsid w:val="005F7D3B"/>
    <w:rsid w:val="00603B92"/>
    <w:rsid w:val="00610E24"/>
    <w:rsid w:val="00611012"/>
    <w:rsid w:val="00611478"/>
    <w:rsid w:val="006166C2"/>
    <w:rsid w:val="00617AC0"/>
    <w:rsid w:val="00626FA1"/>
    <w:rsid w:val="00633C01"/>
    <w:rsid w:val="00636C8B"/>
    <w:rsid w:val="0065617D"/>
    <w:rsid w:val="0065703B"/>
    <w:rsid w:val="00662A26"/>
    <w:rsid w:val="00663175"/>
    <w:rsid w:val="00663AE4"/>
    <w:rsid w:val="006641EF"/>
    <w:rsid w:val="00672676"/>
    <w:rsid w:val="006765ED"/>
    <w:rsid w:val="006818DA"/>
    <w:rsid w:val="00681A73"/>
    <w:rsid w:val="00681BF4"/>
    <w:rsid w:val="00682070"/>
    <w:rsid w:val="00683D6B"/>
    <w:rsid w:val="00685023"/>
    <w:rsid w:val="00687FAD"/>
    <w:rsid w:val="00696A87"/>
    <w:rsid w:val="006A0595"/>
    <w:rsid w:val="006A6053"/>
    <w:rsid w:val="006A63AE"/>
    <w:rsid w:val="006A6FF0"/>
    <w:rsid w:val="006B3C34"/>
    <w:rsid w:val="006B4FC9"/>
    <w:rsid w:val="006B653E"/>
    <w:rsid w:val="006B6748"/>
    <w:rsid w:val="006D0F3B"/>
    <w:rsid w:val="006D17DA"/>
    <w:rsid w:val="006D761F"/>
    <w:rsid w:val="006E0A8E"/>
    <w:rsid w:val="006E4376"/>
    <w:rsid w:val="006E687C"/>
    <w:rsid w:val="006E7EA7"/>
    <w:rsid w:val="006F2095"/>
    <w:rsid w:val="00702E00"/>
    <w:rsid w:val="007038FC"/>
    <w:rsid w:val="007072E4"/>
    <w:rsid w:val="007163E7"/>
    <w:rsid w:val="00717B41"/>
    <w:rsid w:val="0072052F"/>
    <w:rsid w:val="007212F3"/>
    <w:rsid w:val="00733B6B"/>
    <w:rsid w:val="00736578"/>
    <w:rsid w:val="00740C98"/>
    <w:rsid w:val="0074150D"/>
    <w:rsid w:val="00747694"/>
    <w:rsid w:val="00751787"/>
    <w:rsid w:val="00754F41"/>
    <w:rsid w:val="0075606C"/>
    <w:rsid w:val="00757AA5"/>
    <w:rsid w:val="00757CCC"/>
    <w:rsid w:val="00761A89"/>
    <w:rsid w:val="00761C8D"/>
    <w:rsid w:val="007651BD"/>
    <w:rsid w:val="00775859"/>
    <w:rsid w:val="00777326"/>
    <w:rsid w:val="0078138B"/>
    <w:rsid w:val="00784648"/>
    <w:rsid w:val="00786FE0"/>
    <w:rsid w:val="00787B5E"/>
    <w:rsid w:val="00790D5B"/>
    <w:rsid w:val="007926EE"/>
    <w:rsid w:val="0079296D"/>
    <w:rsid w:val="00793226"/>
    <w:rsid w:val="00796244"/>
    <w:rsid w:val="007B1400"/>
    <w:rsid w:val="007B272D"/>
    <w:rsid w:val="007C1BAD"/>
    <w:rsid w:val="007C1C5A"/>
    <w:rsid w:val="007C4753"/>
    <w:rsid w:val="007C6AD1"/>
    <w:rsid w:val="007D0376"/>
    <w:rsid w:val="007D065D"/>
    <w:rsid w:val="007D2F82"/>
    <w:rsid w:val="007F0FD5"/>
    <w:rsid w:val="007F1693"/>
    <w:rsid w:val="007F27FF"/>
    <w:rsid w:val="007F2D45"/>
    <w:rsid w:val="007F592F"/>
    <w:rsid w:val="00802B76"/>
    <w:rsid w:val="00805CC2"/>
    <w:rsid w:val="00806B1D"/>
    <w:rsid w:val="00811583"/>
    <w:rsid w:val="0081377F"/>
    <w:rsid w:val="00815FF4"/>
    <w:rsid w:val="00816F44"/>
    <w:rsid w:val="00820D35"/>
    <w:rsid w:val="008232EC"/>
    <w:rsid w:val="00831C75"/>
    <w:rsid w:val="00831DAF"/>
    <w:rsid w:val="00836D64"/>
    <w:rsid w:val="00836E8C"/>
    <w:rsid w:val="00844748"/>
    <w:rsid w:val="00846D69"/>
    <w:rsid w:val="0085280D"/>
    <w:rsid w:val="008532DA"/>
    <w:rsid w:val="00854202"/>
    <w:rsid w:val="0085420F"/>
    <w:rsid w:val="00860C05"/>
    <w:rsid w:val="00885924"/>
    <w:rsid w:val="00886422"/>
    <w:rsid w:val="00886E8D"/>
    <w:rsid w:val="00890276"/>
    <w:rsid w:val="00891D9A"/>
    <w:rsid w:val="008A1377"/>
    <w:rsid w:val="008A1A6F"/>
    <w:rsid w:val="008A64CA"/>
    <w:rsid w:val="008A6A9B"/>
    <w:rsid w:val="008A71EC"/>
    <w:rsid w:val="008B3C8F"/>
    <w:rsid w:val="008B57AE"/>
    <w:rsid w:val="008C08BA"/>
    <w:rsid w:val="008C0C41"/>
    <w:rsid w:val="008C7A1D"/>
    <w:rsid w:val="008D3585"/>
    <w:rsid w:val="008D36FF"/>
    <w:rsid w:val="008D61E1"/>
    <w:rsid w:val="008E2313"/>
    <w:rsid w:val="008E4005"/>
    <w:rsid w:val="008E662A"/>
    <w:rsid w:val="008E6EB6"/>
    <w:rsid w:val="008E74B4"/>
    <w:rsid w:val="008F55E7"/>
    <w:rsid w:val="008F56F9"/>
    <w:rsid w:val="008F6A78"/>
    <w:rsid w:val="00902534"/>
    <w:rsid w:val="00905680"/>
    <w:rsid w:val="00911C7C"/>
    <w:rsid w:val="00921882"/>
    <w:rsid w:val="009276BF"/>
    <w:rsid w:val="00927A6D"/>
    <w:rsid w:val="00927DF4"/>
    <w:rsid w:val="0093261B"/>
    <w:rsid w:val="009342EC"/>
    <w:rsid w:val="00937DB0"/>
    <w:rsid w:val="009423B8"/>
    <w:rsid w:val="0094271D"/>
    <w:rsid w:val="00951498"/>
    <w:rsid w:val="00955423"/>
    <w:rsid w:val="00966597"/>
    <w:rsid w:val="009707DA"/>
    <w:rsid w:val="009761BC"/>
    <w:rsid w:val="00982076"/>
    <w:rsid w:val="009861D2"/>
    <w:rsid w:val="00996FC9"/>
    <w:rsid w:val="00997D1D"/>
    <w:rsid w:val="009A130D"/>
    <w:rsid w:val="009A1C6D"/>
    <w:rsid w:val="009A321E"/>
    <w:rsid w:val="009A3923"/>
    <w:rsid w:val="009A46A0"/>
    <w:rsid w:val="009A5498"/>
    <w:rsid w:val="009A67BC"/>
    <w:rsid w:val="009A7D68"/>
    <w:rsid w:val="009A7F16"/>
    <w:rsid w:val="009B104B"/>
    <w:rsid w:val="009B26E4"/>
    <w:rsid w:val="009B77AF"/>
    <w:rsid w:val="009D0EA4"/>
    <w:rsid w:val="009D2A20"/>
    <w:rsid w:val="009D2AAE"/>
    <w:rsid w:val="009D4952"/>
    <w:rsid w:val="009E1626"/>
    <w:rsid w:val="009E241F"/>
    <w:rsid w:val="009E7C8C"/>
    <w:rsid w:val="009F4798"/>
    <w:rsid w:val="009F6FEF"/>
    <w:rsid w:val="009F76C3"/>
    <w:rsid w:val="00A037E6"/>
    <w:rsid w:val="00A04A48"/>
    <w:rsid w:val="00A05264"/>
    <w:rsid w:val="00A0589A"/>
    <w:rsid w:val="00A06874"/>
    <w:rsid w:val="00A07646"/>
    <w:rsid w:val="00A122D9"/>
    <w:rsid w:val="00A13ACC"/>
    <w:rsid w:val="00A245FD"/>
    <w:rsid w:val="00A32323"/>
    <w:rsid w:val="00A323FB"/>
    <w:rsid w:val="00A33260"/>
    <w:rsid w:val="00A34836"/>
    <w:rsid w:val="00A360D7"/>
    <w:rsid w:val="00A43503"/>
    <w:rsid w:val="00A43BE1"/>
    <w:rsid w:val="00A46D41"/>
    <w:rsid w:val="00A522F4"/>
    <w:rsid w:val="00A60F95"/>
    <w:rsid w:val="00A7322F"/>
    <w:rsid w:val="00A774D7"/>
    <w:rsid w:val="00A83165"/>
    <w:rsid w:val="00A84DAE"/>
    <w:rsid w:val="00A86F7D"/>
    <w:rsid w:val="00A907C8"/>
    <w:rsid w:val="00A952FC"/>
    <w:rsid w:val="00A9618E"/>
    <w:rsid w:val="00A9663E"/>
    <w:rsid w:val="00A974B3"/>
    <w:rsid w:val="00AA0EFB"/>
    <w:rsid w:val="00AA12FA"/>
    <w:rsid w:val="00AA23B3"/>
    <w:rsid w:val="00AA2FBF"/>
    <w:rsid w:val="00AA4087"/>
    <w:rsid w:val="00AB4200"/>
    <w:rsid w:val="00AC16B6"/>
    <w:rsid w:val="00AC3D51"/>
    <w:rsid w:val="00AD76CE"/>
    <w:rsid w:val="00AE0EEA"/>
    <w:rsid w:val="00AE0F5E"/>
    <w:rsid w:val="00AE3BFB"/>
    <w:rsid w:val="00AF1DE2"/>
    <w:rsid w:val="00AF3CEA"/>
    <w:rsid w:val="00B0093A"/>
    <w:rsid w:val="00B021FA"/>
    <w:rsid w:val="00B0226F"/>
    <w:rsid w:val="00B07B78"/>
    <w:rsid w:val="00B11CD8"/>
    <w:rsid w:val="00B12D0F"/>
    <w:rsid w:val="00B164A1"/>
    <w:rsid w:val="00B20EAD"/>
    <w:rsid w:val="00B235E5"/>
    <w:rsid w:val="00B26507"/>
    <w:rsid w:val="00B266B7"/>
    <w:rsid w:val="00B30435"/>
    <w:rsid w:val="00B34329"/>
    <w:rsid w:val="00B35408"/>
    <w:rsid w:val="00B365B3"/>
    <w:rsid w:val="00B36F7E"/>
    <w:rsid w:val="00B40B18"/>
    <w:rsid w:val="00B41F11"/>
    <w:rsid w:val="00B46800"/>
    <w:rsid w:val="00B503D3"/>
    <w:rsid w:val="00B53C57"/>
    <w:rsid w:val="00B62FD0"/>
    <w:rsid w:val="00B63F46"/>
    <w:rsid w:val="00B654D0"/>
    <w:rsid w:val="00B6599D"/>
    <w:rsid w:val="00B75CC5"/>
    <w:rsid w:val="00B772CD"/>
    <w:rsid w:val="00B811E4"/>
    <w:rsid w:val="00B8169D"/>
    <w:rsid w:val="00B8298B"/>
    <w:rsid w:val="00B87E2B"/>
    <w:rsid w:val="00B907B0"/>
    <w:rsid w:val="00B93996"/>
    <w:rsid w:val="00B959A9"/>
    <w:rsid w:val="00B96152"/>
    <w:rsid w:val="00BB05CC"/>
    <w:rsid w:val="00BB3C48"/>
    <w:rsid w:val="00BB4179"/>
    <w:rsid w:val="00BC0B76"/>
    <w:rsid w:val="00BC20A8"/>
    <w:rsid w:val="00BD4C28"/>
    <w:rsid w:val="00BD6FE4"/>
    <w:rsid w:val="00BD7508"/>
    <w:rsid w:val="00BD7763"/>
    <w:rsid w:val="00BE4C01"/>
    <w:rsid w:val="00BE5928"/>
    <w:rsid w:val="00BE7D7A"/>
    <w:rsid w:val="00BF01C9"/>
    <w:rsid w:val="00BF46A6"/>
    <w:rsid w:val="00C03318"/>
    <w:rsid w:val="00C1062B"/>
    <w:rsid w:val="00C106D4"/>
    <w:rsid w:val="00C24AC4"/>
    <w:rsid w:val="00C2579D"/>
    <w:rsid w:val="00C2705C"/>
    <w:rsid w:val="00C309A9"/>
    <w:rsid w:val="00C314F6"/>
    <w:rsid w:val="00C32C2D"/>
    <w:rsid w:val="00C448A3"/>
    <w:rsid w:val="00C470BB"/>
    <w:rsid w:val="00C50D27"/>
    <w:rsid w:val="00C52802"/>
    <w:rsid w:val="00C57978"/>
    <w:rsid w:val="00C61BF0"/>
    <w:rsid w:val="00C625AF"/>
    <w:rsid w:val="00C65C58"/>
    <w:rsid w:val="00C74D9F"/>
    <w:rsid w:val="00C81483"/>
    <w:rsid w:val="00C8217A"/>
    <w:rsid w:val="00C9725A"/>
    <w:rsid w:val="00C9758A"/>
    <w:rsid w:val="00CA660D"/>
    <w:rsid w:val="00CB39CC"/>
    <w:rsid w:val="00CB789B"/>
    <w:rsid w:val="00CB78B8"/>
    <w:rsid w:val="00CC74CF"/>
    <w:rsid w:val="00CD55C8"/>
    <w:rsid w:val="00CD5F4C"/>
    <w:rsid w:val="00CE1391"/>
    <w:rsid w:val="00CE6788"/>
    <w:rsid w:val="00CE6B2E"/>
    <w:rsid w:val="00CF3803"/>
    <w:rsid w:val="00CF4D6E"/>
    <w:rsid w:val="00D029D3"/>
    <w:rsid w:val="00D036ED"/>
    <w:rsid w:val="00D06F0C"/>
    <w:rsid w:val="00D12349"/>
    <w:rsid w:val="00D2748D"/>
    <w:rsid w:val="00D315B8"/>
    <w:rsid w:val="00D32C97"/>
    <w:rsid w:val="00D407B7"/>
    <w:rsid w:val="00D42342"/>
    <w:rsid w:val="00D455BF"/>
    <w:rsid w:val="00D464A2"/>
    <w:rsid w:val="00D54BAB"/>
    <w:rsid w:val="00D56B01"/>
    <w:rsid w:val="00D61453"/>
    <w:rsid w:val="00D6205E"/>
    <w:rsid w:val="00D621FF"/>
    <w:rsid w:val="00D63E4A"/>
    <w:rsid w:val="00D64A79"/>
    <w:rsid w:val="00D65787"/>
    <w:rsid w:val="00D67F6F"/>
    <w:rsid w:val="00D70C8A"/>
    <w:rsid w:val="00D729A4"/>
    <w:rsid w:val="00D73C3B"/>
    <w:rsid w:val="00D75F69"/>
    <w:rsid w:val="00D804E0"/>
    <w:rsid w:val="00D830A7"/>
    <w:rsid w:val="00D870A7"/>
    <w:rsid w:val="00D902B1"/>
    <w:rsid w:val="00D93CA4"/>
    <w:rsid w:val="00D95AE6"/>
    <w:rsid w:val="00D95F7B"/>
    <w:rsid w:val="00DA4256"/>
    <w:rsid w:val="00DA6D34"/>
    <w:rsid w:val="00DB0B82"/>
    <w:rsid w:val="00DB71BD"/>
    <w:rsid w:val="00DC3DEE"/>
    <w:rsid w:val="00DC3FBE"/>
    <w:rsid w:val="00DC5D8F"/>
    <w:rsid w:val="00DD03ED"/>
    <w:rsid w:val="00DD3AF6"/>
    <w:rsid w:val="00DE0EA0"/>
    <w:rsid w:val="00DE7CFB"/>
    <w:rsid w:val="00DF2AEC"/>
    <w:rsid w:val="00DF6290"/>
    <w:rsid w:val="00DF6770"/>
    <w:rsid w:val="00E044C4"/>
    <w:rsid w:val="00E107C5"/>
    <w:rsid w:val="00E10FFC"/>
    <w:rsid w:val="00E14D5E"/>
    <w:rsid w:val="00E1589B"/>
    <w:rsid w:val="00E21861"/>
    <w:rsid w:val="00E2437D"/>
    <w:rsid w:val="00E24FA8"/>
    <w:rsid w:val="00E30408"/>
    <w:rsid w:val="00E336F4"/>
    <w:rsid w:val="00E37E57"/>
    <w:rsid w:val="00E425C0"/>
    <w:rsid w:val="00E43E17"/>
    <w:rsid w:val="00E467B0"/>
    <w:rsid w:val="00E5184A"/>
    <w:rsid w:val="00E560FA"/>
    <w:rsid w:val="00E66CC3"/>
    <w:rsid w:val="00E7194D"/>
    <w:rsid w:val="00E76E1A"/>
    <w:rsid w:val="00E80EC5"/>
    <w:rsid w:val="00E82518"/>
    <w:rsid w:val="00E84FAC"/>
    <w:rsid w:val="00E94B0E"/>
    <w:rsid w:val="00E95A16"/>
    <w:rsid w:val="00E97473"/>
    <w:rsid w:val="00EA1D0E"/>
    <w:rsid w:val="00EA4774"/>
    <w:rsid w:val="00EA5083"/>
    <w:rsid w:val="00EB37E3"/>
    <w:rsid w:val="00EB445B"/>
    <w:rsid w:val="00EB47F3"/>
    <w:rsid w:val="00EC4947"/>
    <w:rsid w:val="00EC51CA"/>
    <w:rsid w:val="00EC7A1F"/>
    <w:rsid w:val="00EE0772"/>
    <w:rsid w:val="00EE1340"/>
    <w:rsid w:val="00EE75D7"/>
    <w:rsid w:val="00EF5DAF"/>
    <w:rsid w:val="00F00185"/>
    <w:rsid w:val="00F035CD"/>
    <w:rsid w:val="00F11CFF"/>
    <w:rsid w:val="00F14108"/>
    <w:rsid w:val="00F157E0"/>
    <w:rsid w:val="00F22E3A"/>
    <w:rsid w:val="00F30490"/>
    <w:rsid w:val="00F311BA"/>
    <w:rsid w:val="00F315A0"/>
    <w:rsid w:val="00F338B4"/>
    <w:rsid w:val="00F362FA"/>
    <w:rsid w:val="00F51D66"/>
    <w:rsid w:val="00F532BF"/>
    <w:rsid w:val="00F53DA5"/>
    <w:rsid w:val="00F549B4"/>
    <w:rsid w:val="00F56D6D"/>
    <w:rsid w:val="00F570D5"/>
    <w:rsid w:val="00F60309"/>
    <w:rsid w:val="00F63897"/>
    <w:rsid w:val="00F63A55"/>
    <w:rsid w:val="00F64994"/>
    <w:rsid w:val="00F67A5E"/>
    <w:rsid w:val="00F70C8B"/>
    <w:rsid w:val="00F80DAF"/>
    <w:rsid w:val="00F81D22"/>
    <w:rsid w:val="00F834BF"/>
    <w:rsid w:val="00F83CA3"/>
    <w:rsid w:val="00F85331"/>
    <w:rsid w:val="00F863F1"/>
    <w:rsid w:val="00F87733"/>
    <w:rsid w:val="00F9557B"/>
    <w:rsid w:val="00F959F1"/>
    <w:rsid w:val="00FA5480"/>
    <w:rsid w:val="00FA6D58"/>
    <w:rsid w:val="00FB017A"/>
    <w:rsid w:val="00FB0CCC"/>
    <w:rsid w:val="00FB1B3F"/>
    <w:rsid w:val="00FB77FF"/>
    <w:rsid w:val="00FC1023"/>
    <w:rsid w:val="00FC1469"/>
    <w:rsid w:val="00FC280E"/>
    <w:rsid w:val="00FC40BB"/>
    <w:rsid w:val="00FD1031"/>
    <w:rsid w:val="00FD14BF"/>
    <w:rsid w:val="00FD5B42"/>
    <w:rsid w:val="00FD7BF5"/>
    <w:rsid w:val="00FE11AC"/>
    <w:rsid w:val="00FF06B6"/>
    <w:rsid w:val="00FF1032"/>
    <w:rsid w:val="00FF413C"/>
    <w:rsid w:val="1246D10A"/>
    <w:rsid w:val="1A17817D"/>
    <w:rsid w:val="1E2B55C4"/>
    <w:rsid w:val="2BFC450E"/>
    <w:rsid w:val="3351E329"/>
    <w:rsid w:val="4583ADAE"/>
    <w:rsid w:val="4AEF8ABF"/>
    <w:rsid w:val="4CFBC9CF"/>
    <w:rsid w:val="4FB4D3E0"/>
    <w:rsid w:val="5B0B3AE9"/>
    <w:rsid w:val="66B984DD"/>
    <w:rsid w:val="6ECA4133"/>
    <w:rsid w:val="7EA67D2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F08E9C"/>
  <w15:chartTrackingRefBased/>
  <w15:docId w15:val="{98411BB3-BC47-4E88-AA7D-5939146D1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83B2C"/>
    <w:pPr>
      <w:spacing w:after="0" w:line="240" w:lineRule="auto"/>
    </w:pPr>
    <w:rPr>
      <w:sz w:val="20"/>
      <w:lang w:val="es-419"/>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semiHidden/>
    <w:unhideWhenUsed/>
    <w:rsid w:val="002137BA"/>
    <w:rPr>
      <w:szCs w:val="20"/>
    </w:rPr>
  </w:style>
  <w:style w:type="character" w:customStyle="1" w:styleId="TextocomentarioCar">
    <w:name w:val="Texto comentario Car"/>
    <w:basedOn w:val="Fuentedeprrafopredeter"/>
    <w:link w:val="Textocomentario"/>
    <w:uiPriority w:val="99"/>
    <w:semiHidden/>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cs="Times New Roman"/>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customStyle="1" w:styleId="TextonotapieCar">
    <w:name w:val="Texto nota pie Car"/>
    <w:basedOn w:val="Fuentedeprrafopredeter"/>
    <w:link w:val="Textonotapie"/>
    <w:uiPriority w:val="99"/>
    <w:semiHidden/>
    <w:rsid w:val="002F4E5D"/>
    <w:rPr>
      <w:sz w:val="20"/>
      <w:szCs w:val="20"/>
      <w:lang w:val="es-419"/>
    </w:rPr>
  </w:style>
  <w:style w:type="character" w:styleId="Refdenotaalpie">
    <w:name w:val="footnote reference"/>
    <w:basedOn w:val="Fuentedeprrafopredeter"/>
    <w:uiPriority w:val="99"/>
    <w:semiHidden/>
    <w:unhideWhenUsed/>
    <w:rsid w:val="002F4E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1" ma:contentTypeDescription="Crear nuevo documento." ma:contentTypeScope="" ma:versionID="3b92459d2aaeba420575d7951743e2fa">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1fc7eb49e2841bef75d19e31d8ad33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95E6F-0417-4DB1-94FD-0F859E7AFEC9}">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6cb9e4b-f1d1-4245-83ec-6cad768d538a"/>
    <ds:schemaRef ds:uri="http://purl.org/dc/terms/"/>
    <ds:schemaRef ds:uri="9d85dbaf-23eb-4e57-a637-93dcacc8b1a1"/>
    <ds:schemaRef ds:uri="http://www.w3.org/XML/1998/namespace"/>
    <ds:schemaRef ds:uri="http://purl.org/dc/dcmitype/"/>
  </ds:schemaRefs>
</ds:datastoreItem>
</file>

<file path=customXml/itemProps2.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3.xml><?xml version="1.0" encoding="utf-8"?>
<ds:datastoreItem xmlns:ds="http://schemas.openxmlformats.org/officeDocument/2006/customXml" ds:itemID="{C1EA40B0-9FFD-4666-93A5-7DECE48BB3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87AF9A-436C-4833-8CD7-6CBD09117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83E64A39</Template>
  <TotalTime>1</TotalTime>
  <Pages>15</Pages>
  <Words>7210</Words>
  <Characters>41102</Characters>
  <Application>Microsoft Office Word</Application>
  <DocSecurity>4</DocSecurity>
  <Lines>342</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Sara Milena Nuñez Aldana</cp:lastModifiedBy>
  <cp:revision>2</cp:revision>
  <cp:lastPrinted>2017-09-28T22:28:00Z</cp:lastPrinted>
  <dcterms:created xsi:type="dcterms:W3CDTF">2020-02-14T21:19:00Z</dcterms:created>
  <dcterms:modified xsi:type="dcterms:W3CDTF">2020-02-14T21:19:00Z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